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7A4" w:rsidRPr="001F5D54" w:rsidRDefault="00FA1552" w:rsidP="001F5D54">
      <w:pPr>
        <w:pStyle w:val="chapterauthor"/>
        <w:rPr>
          <w:b/>
          <w:szCs w:val="20"/>
          <w:lang w:val="en-US"/>
        </w:rPr>
      </w:pPr>
      <w:r>
        <w:rPr>
          <w:szCs w:val="20"/>
          <w:lang w:val="en-US"/>
        </w:rPr>
        <w:t>Author</w:t>
      </w:r>
      <w:r w:rsidR="00F01704" w:rsidRPr="001F5D54">
        <w:rPr>
          <w:rStyle w:val="FootnoteReference"/>
          <w:rFonts w:eastAsia="Arial Unicode MS"/>
        </w:rPr>
        <w:footnoteReference w:id="1"/>
      </w:r>
      <w:r w:rsidR="00C61295" w:rsidRPr="001F5D54">
        <w:rPr>
          <w:szCs w:val="20"/>
          <w:lang w:val="en-US"/>
        </w:rPr>
        <w:t xml:space="preserve">, </w:t>
      </w:r>
      <w:r>
        <w:rPr>
          <w:szCs w:val="20"/>
          <w:lang w:val="en-US"/>
        </w:rPr>
        <w:t>Author</w:t>
      </w:r>
      <w:r w:rsidR="00C61295" w:rsidRPr="001F5D54">
        <w:rPr>
          <w:rStyle w:val="FootnoteReference"/>
          <w:rFonts w:eastAsia="Arial Unicode MS"/>
        </w:rPr>
        <w:footnoteReference w:id="2"/>
      </w:r>
      <w:r>
        <w:rPr>
          <w:szCs w:val="20"/>
          <w:lang w:val="en-US"/>
        </w:rPr>
        <w:t xml:space="preserve"> and</w:t>
      </w:r>
      <w:r w:rsidR="00C61295" w:rsidRPr="001F5D54">
        <w:rPr>
          <w:szCs w:val="20"/>
          <w:lang w:val="en-US"/>
        </w:rPr>
        <w:t xml:space="preserve"> </w:t>
      </w:r>
      <w:r>
        <w:rPr>
          <w:szCs w:val="20"/>
          <w:lang w:val="en-US"/>
        </w:rPr>
        <w:t>Author</w:t>
      </w:r>
      <w:r w:rsidR="00C61295" w:rsidRPr="001F5D54">
        <w:rPr>
          <w:rStyle w:val="FootnoteReference"/>
          <w:rFonts w:eastAsia="Arial Unicode MS"/>
        </w:rPr>
        <w:footnoteReference w:id="3"/>
      </w:r>
    </w:p>
    <w:p w:rsidR="00380065" w:rsidRPr="001F5D54" w:rsidRDefault="00CA4088" w:rsidP="001F5D54">
      <w:pPr>
        <w:pStyle w:val="chaptertitle"/>
        <w:rPr>
          <w:spacing w:val="-2"/>
          <w:lang w:val="en-US"/>
        </w:rPr>
      </w:pPr>
      <w:r w:rsidRPr="00CA4088">
        <w:rPr>
          <w:spacing w:val="-2"/>
          <w:lang w:val="en-US"/>
        </w:rPr>
        <w:t xml:space="preserve">Preparations of Papers for the Conference/Journal Publications of the </w:t>
      </w:r>
      <w:r w:rsidR="00BB7D17" w:rsidRPr="00BB7D17">
        <w:rPr>
          <w:spacing w:val="-2"/>
          <w:lang w:val="en-US"/>
        </w:rPr>
        <w:t xml:space="preserve">Walter de </w:t>
      </w:r>
      <w:proofErr w:type="spellStart"/>
      <w:r w:rsidR="00BB7D17" w:rsidRPr="00BB7D17">
        <w:rPr>
          <w:spacing w:val="-2"/>
          <w:lang w:val="en-US"/>
        </w:rPr>
        <w:t>Gruyter</w:t>
      </w:r>
      <w:proofErr w:type="spellEnd"/>
    </w:p>
    <w:p w:rsidR="0091541F" w:rsidRPr="001F5D54" w:rsidRDefault="0091541F" w:rsidP="001F5D54">
      <w:pPr>
        <w:pStyle w:val="abstract"/>
        <w:rPr>
          <w:lang w:val="en-US"/>
        </w:rPr>
      </w:pPr>
      <w:r w:rsidRPr="001F5D54">
        <w:rPr>
          <w:rFonts w:ascii="DG Meta Science" w:hAnsi="DG Meta Science"/>
          <w:b/>
          <w:lang w:val="en-US"/>
        </w:rPr>
        <w:t>Abstract:</w:t>
      </w:r>
      <w:r w:rsidRPr="001F5D54">
        <w:rPr>
          <w:rFonts w:ascii="DG Meta Science" w:hAnsi="DG Meta Science"/>
          <w:sz w:val="18"/>
          <w:szCs w:val="18"/>
          <w:lang w:val="en-US"/>
        </w:rPr>
        <w:t xml:space="preserve"> </w:t>
      </w:r>
      <w:r w:rsidR="00080E6A" w:rsidRPr="00080E6A">
        <w:rPr>
          <w:szCs w:val="19"/>
          <w:lang w:val="en-US"/>
        </w:rPr>
        <w:t xml:space="preserve">These instructions give you basic guidelines for preparing camera-ready papers for Walter de </w:t>
      </w:r>
      <w:proofErr w:type="spellStart"/>
      <w:r w:rsidR="00080E6A" w:rsidRPr="00080E6A">
        <w:rPr>
          <w:szCs w:val="19"/>
          <w:lang w:val="en-US"/>
        </w:rPr>
        <w:t>Gruyter’s</w:t>
      </w:r>
      <w:proofErr w:type="spellEnd"/>
      <w:r w:rsidR="00080E6A" w:rsidRPr="00080E6A">
        <w:rPr>
          <w:szCs w:val="19"/>
          <w:lang w:val="en-US"/>
        </w:rPr>
        <w:t xml:space="preserve"> conference proceedings/Journal Publications</w:t>
      </w:r>
      <w:r w:rsidR="00E81465" w:rsidRPr="00AB2C83">
        <w:rPr>
          <w:szCs w:val="19"/>
          <w:lang w:val="en-US"/>
        </w:rPr>
        <w:t>.</w:t>
      </w:r>
    </w:p>
    <w:p w:rsidR="006E2928" w:rsidRPr="001F5D54" w:rsidRDefault="0091541F" w:rsidP="003A33F7">
      <w:pPr>
        <w:pStyle w:val="keywords"/>
        <w:jc w:val="both"/>
        <w:rPr>
          <w:rFonts w:ascii="DG Meta Science" w:hAnsi="DG Meta Science"/>
          <w:sz w:val="20"/>
          <w:szCs w:val="20"/>
          <w:lang w:val="en-US"/>
        </w:rPr>
      </w:pPr>
      <w:r w:rsidRPr="001F5D54">
        <w:rPr>
          <w:rFonts w:ascii="DG Meta Science" w:hAnsi="DG Meta Science"/>
          <w:b/>
          <w:lang w:val="en-US"/>
        </w:rPr>
        <w:t>Keywords:</w:t>
      </w:r>
      <w:r w:rsidR="00E81465" w:rsidRPr="001F5D54">
        <w:rPr>
          <w:rFonts w:ascii="DG Meta Science" w:hAnsi="DG Meta Science"/>
          <w:sz w:val="18"/>
          <w:szCs w:val="18"/>
          <w:lang w:val="en-US"/>
        </w:rPr>
        <w:t xml:space="preserve"> </w:t>
      </w:r>
      <w:r w:rsidR="00080E6A" w:rsidRPr="00EC4D24">
        <w:rPr>
          <w:szCs w:val="19"/>
          <w:lang w:val="en-US"/>
        </w:rPr>
        <w:t>Insert five to six keywords separated by commas.</w:t>
      </w:r>
    </w:p>
    <w:p w:rsidR="006E2928" w:rsidRPr="001F5D54" w:rsidRDefault="006E2928" w:rsidP="001F5D54">
      <w:pPr>
        <w:pStyle w:val="head1"/>
        <w:ind w:left="320" w:hanging="320"/>
        <w:rPr>
          <w:lang w:val="en-US"/>
        </w:rPr>
      </w:pPr>
      <w:r w:rsidRPr="001F5D54">
        <w:rPr>
          <w:lang w:val="en-US"/>
        </w:rPr>
        <w:t>Introduction</w:t>
      </w:r>
    </w:p>
    <w:p w:rsidR="002422A9" w:rsidRDefault="00EC4D24" w:rsidP="00FA1552">
      <w:pPr>
        <w:pStyle w:val="paraignoreindent"/>
        <w:rPr>
          <w:lang w:val="en-US"/>
        </w:rPr>
      </w:pPr>
      <w:r w:rsidRPr="007673B8">
        <w:t xml:space="preserve">Your goal is to simulate the usual appearance of papers in a </w:t>
      </w:r>
      <w:r>
        <w:t>Conference Proceedings or Journal Publications</w:t>
      </w:r>
      <w:r w:rsidRPr="007673B8">
        <w:t>. We are requesting that you follow these guidelines as closely as possible.</w:t>
      </w:r>
      <w:r w:rsidR="00E81465" w:rsidRPr="001F5D54">
        <w:rPr>
          <w:lang w:val="en-US"/>
        </w:rPr>
        <w:t xml:space="preserve"> </w:t>
      </w:r>
    </w:p>
    <w:p w:rsidR="004D4662" w:rsidRPr="00375EF4" w:rsidRDefault="004D4662" w:rsidP="00673DFD">
      <w:pPr>
        <w:pStyle w:val="paragraph"/>
        <w:numPr>
          <w:ilvl w:val="0"/>
          <w:numId w:val="43"/>
        </w:numPr>
        <w:spacing w:before="480" w:after="180" w:line="300" w:lineRule="exact"/>
        <w:ind w:left="459" w:hanging="459"/>
        <w:rPr>
          <w:rFonts w:ascii="DG Meta Science" w:hAnsi="DG Meta Science"/>
          <w:b/>
          <w:sz w:val="24"/>
          <w:lang w:val="en-US"/>
        </w:rPr>
      </w:pPr>
      <w:r w:rsidRPr="00375EF4">
        <w:rPr>
          <w:rFonts w:ascii="DG Meta Science" w:hAnsi="DG Meta Science"/>
          <w:b/>
          <w:sz w:val="24"/>
          <w:lang w:val="en-US"/>
        </w:rPr>
        <w:t>Full-Sized Camera-Ready (CR) Copy</w:t>
      </w:r>
    </w:p>
    <w:p w:rsidR="00571E20" w:rsidRDefault="00571E20" w:rsidP="00571E20">
      <w:pPr>
        <w:pStyle w:val="paragraph"/>
        <w:ind w:firstLine="0"/>
      </w:pPr>
      <w:r>
        <w:t xml:space="preserve">Prepare your CR paper in full-size format, custom sized width 15.5cm and height 23cm. The margin sizes are top 2.15cm, 2.6cm, inside 1.8cm and outside 2.1cm. The fonts used are </w:t>
      </w:r>
      <w:r w:rsidRPr="00571E20">
        <w:t>DG Meta Science</w:t>
      </w:r>
      <w:r>
        <w:t xml:space="preserve"> and </w:t>
      </w:r>
      <w:r w:rsidRPr="00571E20">
        <w:t>DG Meta Serif Science</w:t>
      </w:r>
      <w:r>
        <w:t>. You must install these fonts. The fonts are also attached with this template.</w:t>
      </w:r>
    </w:p>
    <w:p w:rsidR="00673DFD" w:rsidRDefault="008F6E78" w:rsidP="008F6E78">
      <w:pPr>
        <w:pStyle w:val="paragraph"/>
        <w:tabs>
          <w:tab w:val="left" w:pos="284"/>
          <w:tab w:val="left" w:pos="567"/>
        </w:tabs>
        <w:spacing w:before="520" w:after="260"/>
        <w:ind w:left="459" w:hanging="459"/>
        <w:rPr>
          <w:rFonts w:ascii="DG Meta Science" w:hAnsi="DG Meta Science"/>
          <w:b/>
        </w:rPr>
      </w:pPr>
      <w:r>
        <w:rPr>
          <w:rFonts w:ascii="DG Meta Science" w:hAnsi="DG Meta Science"/>
          <w:b/>
        </w:rPr>
        <w:t xml:space="preserve">1.1.1  </w:t>
      </w:r>
      <w:r w:rsidR="00673DFD" w:rsidRPr="00667DAE">
        <w:rPr>
          <w:rFonts w:ascii="DG Meta Science" w:hAnsi="DG Meta Science"/>
          <w:b/>
        </w:rPr>
        <w:t>Tables and Figures</w:t>
      </w:r>
    </w:p>
    <w:p w:rsidR="008F6E78" w:rsidRDefault="008F6E78" w:rsidP="008F6E78">
      <w:pPr>
        <w:pStyle w:val="paragraph"/>
        <w:tabs>
          <w:tab w:val="left" w:pos="284"/>
          <w:tab w:val="left" w:pos="567"/>
        </w:tabs>
        <w:ind w:firstLine="0"/>
      </w:pPr>
      <w:r w:rsidRPr="008F6E78">
        <w:t>Ta</w:t>
      </w:r>
      <w:r>
        <w:t xml:space="preserve">bles and its captions should arrange left to the paper. </w:t>
      </w:r>
      <w:r w:rsidRPr="008F6E78">
        <w:t xml:space="preserve">Table caption should be DG </w:t>
      </w:r>
      <w:r>
        <w:t xml:space="preserve"> </w:t>
      </w:r>
      <w:r w:rsidRPr="008F6E78">
        <w:t xml:space="preserve">Meta </w:t>
      </w:r>
      <w:r>
        <w:t xml:space="preserve"> </w:t>
      </w:r>
      <w:r w:rsidRPr="008F6E78">
        <w:t>Science Bold 8/11 pt for numbering/description</w:t>
      </w:r>
      <w:r>
        <w:t xml:space="preserve"> and table body should </w:t>
      </w:r>
    </w:p>
    <w:p w:rsidR="008F6E78" w:rsidRDefault="008F6E78" w:rsidP="008F6E78">
      <w:pPr>
        <w:pStyle w:val="paragraph"/>
        <w:tabs>
          <w:tab w:val="left" w:pos="284"/>
          <w:tab w:val="left" w:pos="567"/>
        </w:tabs>
        <w:ind w:firstLine="0"/>
        <w:rPr>
          <w:color w:val="221E1F"/>
          <w:szCs w:val="19"/>
        </w:rPr>
      </w:pPr>
      <w:r>
        <w:lastRenderedPageBreak/>
        <w:t xml:space="preserve">be </w:t>
      </w:r>
      <w:r w:rsidRPr="008F6E78">
        <w:t>DG Meta Science Regular 8/11 pt; tabular lining figures</w:t>
      </w:r>
      <w:r w:rsidR="006F527A">
        <w:t>.</w:t>
      </w:r>
      <w:r w:rsidR="00DC3894">
        <w:t xml:space="preserve"> </w:t>
      </w:r>
      <w:r w:rsidR="00DC3894">
        <w:rPr>
          <w:color w:val="221E1F"/>
          <w:szCs w:val="19"/>
        </w:rPr>
        <w:t>Space following: min. 13 pt</w:t>
      </w:r>
      <w:r w:rsidR="0005214C">
        <w:rPr>
          <w:color w:val="221E1F"/>
          <w:szCs w:val="19"/>
        </w:rPr>
        <w:t xml:space="preserve"> and space before 19.5 pt.</w:t>
      </w:r>
    </w:p>
    <w:p w:rsidR="001021C3" w:rsidRDefault="001021C3" w:rsidP="001021C3">
      <w:pPr>
        <w:pStyle w:val="paragraph"/>
        <w:tabs>
          <w:tab w:val="left" w:pos="284"/>
          <w:tab w:val="left" w:pos="567"/>
        </w:tabs>
        <w:rPr>
          <w:color w:val="221E1F"/>
          <w:szCs w:val="19"/>
        </w:rPr>
      </w:pPr>
      <w:r>
        <w:rPr>
          <w:color w:val="221E1F"/>
          <w:szCs w:val="19"/>
        </w:rPr>
        <w:t>Figures</w:t>
      </w:r>
      <w:r w:rsidR="005041A2">
        <w:rPr>
          <w:color w:val="221E1F"/>
          <w:szCs w:val="19"/>
        </w:rPr>
        <w:t xml:space="preserve"> are also arranges in the same way as tables arranged. The samples are given below;</w:t>
      </w:r>
    </w:p>
    <w:p w:rsidR="00076624" w:rsidRDefault="00076624" w:rsidP="00EF4E2F">
      <w:pPr>
        <w:pStyle w:val="paragraph"/>
        <w:tabs>
          <w:tab w:val="left" w:pos="284"/>
          <w:tab w:val="left" w:pos="567"/>
        </w:tabs>
        <w:spacing w:before="390" w:after="260" w:line="220" w:lineRule="exact"/>
        <w:ind w:firstLine="0"/>
        <w:rPr>
          <w:rFonts w:ascii="DG Meta Science" w:hAnsi="DG Meta Science"/>
          <w:sz w:val="16"/>
          <w:szCs w:val="16"/>
        </w:rPr>
      </w:pPr>
      <w:r w:rsidRPr="00FC76F8">
        <w:rPr>
          <w:rFonts w:ascii="DG Meta Science" w:hAnsi="DG Meta Science"/>
          <w:b/>
          <w:sz w:val="16"/>
          <w:szCs w:val="16"/>
        </w:rPr>
        <w:t>Table 1:</w:t>
      </w:r>
      <w:r w:rsidRPr="000A6561">
        <w:rPr>
          <w:rFonts w:ascii="DG Meta Science" w:hAnsi="DG Meta Science"/>
          <w:b/>
          <w:sz w:val="16"/>
          <w:szCs w:val="16"/>
        </w:rPr>
        <w:t xml:space="preserve"> </w:t>
      </w:r>
      <w:r w:rsidR="00EF4E2F">
        <w:rPr>
          <w:rFonts w:ascii="DG Meta Science" w:hAnsi="DG Meta Science"/>
          <w:sz w:val="16"/>
          <w:szCs w:val="16"/>
        </w:rPr>
        <w:t>Type Sizes f</w:t>
      </w:r>
      <w:r w:rsidR="00EF4E2F" w:rsidRPr="00EF4E2F">
        <w:rPr>
          <w:rFonts w:ascii="DG Meta Science" w:hAnsi="DG Meta Science"/>
          <w:sz w:val="16"/>
          <w:szCs w:val="16"/>
        </w:rPr>
        <w:t>or Camera-Ready Papers</w:t>
      </w:r>
    </w:p>
    <w:tbl>
      <w:tblPr>
        <w:tblpPr w:leftFromText="180" w:rightFromText="180" w:vertAnchor="text" w:horzAnchor="margin" w:tblpXSpec="center" w:tblpY="32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809"/>
        <w:gridCol w:w="3377"/>
        <w:gridCol w:w="2448"/>
      </w:tblGrid>
      <w:tr w:rsidR="00FD3CAD" w:rsidRPr="0015542C" w:rsidTr="00FD3CAD">
        <w:trPr>
          <w:trHeight w:val="240"/>
          <w:tblHeader/>
        </w:trPr>
        <w:tc>
          <w:tcPr>
            <w:tcW w:w="61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FD3CAD" w:rsidRPr="0015542C" w:rsidRDefault="00FD3CAD" w:rsidP="00886C8C">
            <w:pPr>
              <w:pStyle w:val="tablecolhead"/>
              <w:rPr>
                <w:rFonts w:ascii="DG Meta Serif Science" w:hAnsi="DG Meta Serif Science"/>
                <w:b w:val="0"/>
                <w:szCs w:val="16"/>
              </w:rPr>
            </w:pPr>
            <w:r w:rsidRPr="0015542C">
              <w:rPr>
                <w:rFonts w:ascii="DG Meta Serif Science" w:hAnsi="DG Meta Serif Science"/>
                <w:b w:val="0"/>
                <w:szCs w:val="16"/>
              </w:rPr>
              <w:t>Type size (pts.)</w:t>
            </w:r>
          </w:p>
        </w:tc>
        <w:tc>
          <w:tcPr>
            <w:tcW w:w="4390" w:type="pct"/>
            <w:gridSpan w:val="2"/>
            <w:tcMar>
              <w:left w:w="28" w:type="dxa"/>
              <w:right w:w="28" w:type="dxa"/>
            </w:tcMar>
            <w:vAlign w:val="center"/>
          </w:tcPr>
          <w:p w:rsidR="00FD3CAD" w:rsidRPr="0015542C" w:rsidRDefault="00FD3CAD" w:rsidP="00886C8C">
            <w:pPr>
              <w:pStyle w:val="tablecolhead"/>
              <w:rPr>
                <w:rFonts w:ascii="DG Meta Serif Science" w:hAnsi="DG Meta Serif Science"/>
                <w:b w:val="0"/>
                <w:szCs w:val="16"/>
              </w:rPr>
            </w:pPr>
            <w:r w:rsidRPr="0015542C">
              <w:rPr>
                <w:rFonts w:ascii="DG Meta Serif Science" w:hAnsi="DG Meta Serif Science"/>
                <w:b w:val="0"/>
                <w:szCs w:val="16"/>
              </w:rPr>
              <w:t>Appearance</w:t>
            </w:r>
          </w:p>
        </w:tc>
      </w:tr>
      <w:tr w:rsidR="00D25AE9" w:rsidRPr="0015542C" w:rsidTr="00D25AE9">
        <w:trPr>
          <w:trHeight w:val="240"/>
          <w:tblHeader/>
        </w:trPr>
        <w:tc>
          <w:tcPr>
            <w:tcW w:w="610" w:type="pct"/>
            <w:vMerge/>
            <w:tcMar>
              <w:left w:w="28" w:type="dxa"/>
              <w:right w:w="28" w:type="dxa"/>
            </w:tcMar>
          </w:tcPr>
          <w:p w:rsidR="00D25AE9" w:rsidRPr="0015542C" w:rsidRDefault="00D25AE9" w:rsidP="00886C8C">
            <w:pPr>
              <w:rPr>
                <w:sz w:val="16"/>
                <w:szCs w:val="16"/>
              </w:rPr>
            </w:pPr>
          </w:p>
        </w:tc>
        <w:tc>
          <w:tcPr>
            <w:tcW w:w="25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pStyle w:val="tablecolsubhead"/>
              <w:rPr>
                <w:rFonts w:ascii="DG Meta Serif Science" w:hAnsi="DG Meta Serif Science"/>
                <w:b w:val="0"/>
                <w:i w:val="0"/>
                <w:sz w:val="16"/>
                <w:szCs w:val="16"/>
              </w:rPr>
            </w:pPr>
            <w:r w:rsidRPr="0015542C">
              <w:rPr>
                <w:rFonts w:ascii="DG Meta Serif Science" w:hAnsi="DG Meta Serif Science"/>
                <w:b w:val="0"/>
                <w:i w:val="0"/>
                <w:sz w:val="16"/>
                <w:szCs w:val="16"/>
              </w:rPr>
              <w:t>Regular</w:t>
            </w:r>
          </w:p>
        </w:tc>
        <w:tc>
          <w:tcPr>
            <w:tcW w:w="18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D25AE9">
            <w:pPr>
              <w:pStyle w:val="tablecolsubhead"/>
              <w:jc w:val="both"/>
              <w:rPr>
                <w:rFonts w:ascii="DG Meta Serif Science" w:hAnsi="DG Meta Serif Science"/>
                <w:b w:val="0"/>
                <w:i w:val="0"/>
                <w:sz w:val="16"/>
                <w:szCs w:val="16"/>
              </w:rPr>
            </w:pPr>
            <w:r w:rsidRPr="0015542C">
              <w:rPr>
                <w:rFonts w:ascii="DG Meta Serif Science" w:hAnsi="DG Meta Serif Science"/>
                <w:b w:val="0"/>
                <w:i w:val="0"/>
                <w:sz w:val="16"/>
                <w:szCs w:val="16"/>
              </w:rPr>
              <w:t>Bold</w:t>
            </w:r>
          </w:p>
        </w:tc>
      </w:tr>
      <w:tr w:rsidR="00D25AE9" w:rsidRPr="0015542C" w:rsidTr="00D25AE9">
        <w:trPr>
          <w:trHeight w:val="320"/>
        </w:trPr>
        <w:tc>
          <w:tcPr>
            <w:tcW w:w="610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pStyle w:val="tablecopy"/>
              <w:jc w:val="center"/>
              <w:rPr>
                <w:rFonts w:ascii="DG Meta Serif Science" w:hAnsi="DG Meta Serif Science"/>
                <w:szCs w:val="16"/>
              </w:rPr>
            </w:pPr>
            <w:r w:rsidRPr="0015542C">
              <w:rPr>
                <w:rFonts w:ascii="DG Meta Serif Science" w:hAnsi="DG Meta Serif Science"/>
                <w:szCs w:val="16"/>
              </w:rPr>
              <w:t>8</w:t>
            </w:r>
          </w:p>
        </w:tc>
        <w:tc>
          <w:tcPr>
            <w:tcW w:w="25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D25AE9">
            <w:pPr>
              <w:pStyle w:val="tablecopy"/>
              <w:jc w:val="left"/>
              <w:rPr>
                <w:rFonts w:ascii="DG Meta Serif Science" w:hAnsi="DG Meta Serif Science"/>
                <w:szCs w:val="16"/>
              </w:rPr>
            </w:pPr>
            <w:r w:rsidRPr="0015542C">
              <w:rPr>
                <w:rFonts w:ascii="DG Meta Serif Science" w:hAnsi="DG Meta Serif Science"/>
                <w:szCs w:val="16"/>
              </w:rPr>
              <w:t>Table captions, Figure captions, Reference, authors details</w:t>
            </w:r>
          </w:p>
        </w:tc>
        <w:tc>
          <w:tcPr>
            <w:tcW w:w="18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rPr>
                <w:sz w:val="16"/>
                <w:szCs w:val="16"/>
              </w:rPr>
            </w:pPr>
          </w:p>
        </w:tc>
      </w:tr>
      <w:tr w:rsidR="00D25AE9" w:rsidRPr="0015542C" w:rsidTr="00D25AE9">
        <w:trPr>
          <w:trHeight w:val="320"/>
        </w:trPr>
        <w:tc>
          <w:tcPr>
            <w:tcW w:w="610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pStyle w:val="tablecopy"/>
              <w:jc w:val="center"/>
              <w:rPr>
                <w:rFonts w:ascii="DG Meta Serif Science" w:hAnsi="DG Meta Serif Science"/>
                <w:szCs w:val="16"/>
              </w:rPr>
            </w:pPr>
            <w:r w:rsidRPr="0015542C">
              <w:rPr>
                <w:rFonts w:ascii="DG Meta Serif Science" w:hAnsi="DG Meta Serif Science"/>
                <w:szCs w:val="16"/>
              </w:rPr>
              <w:t>8</w:t>
            </w:r>
          </w:p>
        </w:tc>
        <w:tc>
          <w:tcPr>
            <w:tcW w:w="25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pStyle w:val="tablecopy"/>
              <w:jc w:val="left"/>
              <w:rPr>
                <w:rFonts w:ascii="DG Meta Serif Science" w:hAnsi="DG Meta Serif Science"/>
                <w:szCs w:val="16"/>
              </w:rPr>
            </w:pPr>
          </w:p>
        </w:tc>
        <w:tc>
          <w:tcPr>
            <w:tcW w:w="18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D25AE9">
            <w:pPr>
              <w:ind w:firstLine="0"/>
              <w:rPr>
                <w:sz w:val="16"/>
                <w:szCs w:val="16"/>
              </w:rPr>
            </w:pPr>
            <w:r w:rsidRPr="0015542C">
              <w:rPr>
                <w:sz w:val="16"/>
                <w:szCs w:val="16"/>
              </w:rPr>
              <w:t>Table number, Figure number</w:t>
            </w:r>
          </w:p>
        </w:tc>
      </w:tr>
      <w:tr w:rsidR="00D25AE9" w:rsidRPr="0015542C" w:rsidTr="00D25AE9">
        <w:trPr>
          <w:trHeight w:val="320"/>
        </w:trPr>
        <w:tc>
          <w:tcPr>
            <w:tcW w:w="610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pStyle w:val="tablecopy"/>
              <w:jc w:val="center"/>
              <w:rPr>
                <w:rFonts w:ascii="DG Meta Serif Science" w:hAnsi="DG Meta Serif Science"/>
                <w:szCs w:val="16"/>
              </w:rPr>
            </w:pPr>
            <w:r w:rsidRPr="0015542C">
              <w:rPr>
                <w:rFonts w:ascii="DG Meta Serif Science" w:hAnsi="DG Meta Serif Science"/>
                <w:szCs w:val="16"/>
              </w:rPr>
              <w:t>9.5</w:t>
            </w:r>
          </w:p>
        </w:tc>
        <w:tc>
          <w:tcPr>
            <w:tcW w:w="25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pStyle w:val="tablecopy"/>
              <w:jc w:val="left"/>
              <w:rPr>
                <w:rFonts w:ascii="DG Meta Serif Science" w:hAnsi="DG Meta Serif Science"/>
                <w:szCs w:val="16"/>
              </w:rPr>
            </w:pPr>
            <w:r w:rsidRPr="0015542C">
              <w:rPr>
                <w:rFonts w:ascii="DG Meta Serif Science" w:hAnsi="DG Meta Serif Science"/>
                <w:szCs w:val="16"/>
              </w:rPr>
              <w:t>All other contents</w:t>
            </w:r>
          </w:p>
        </w:tc>
        <w:tc>
          <w:tcPr>
            <w:tcW w:w="18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rPr>
                <w:sz w:val="16"/>
                <w:szCs w:val="16"/>
              </w:rPr>
            </w:pPr>
          </w:p>
        </w:tc>
      </w:tr>
      <w:tr w:rsidR="00D25AE9" w:rsidRPr="0015542C" w:rsidTr="00D25AE9">
        <w:trPr>
          <w:trHeight w:val="320"/>
        </w:trPr>
        <w:tc>
          <w:tcPr>
            <w:tcW w:w="610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pStyle w:val="tablecopy"/>
              <w:jc w:val="center"/>
              <w:rPr>
                <w:rFonts w:ascii="DG Meta Serif Science" w:hAnsi="DG Meta Serif Science"/>
                <w:szCs w:val="16"/>
              </w:rPr>
            </w:pPr>
            <w:r w:rsidRPr="0015542C">
              <w:rPr>
                <w:rFonts w:ascii="DG Meta Serif Science" w:hAnsi="DG Meta Serif Science"/>
                <w:szCs w:val="16"/>
              </w:rPr>
              <w:t>12</w:t>
            </w:r>
          </w:p>
        </w:tc>
        <w:tc>
          <w:tcPr>
            <w:tcW w:w="25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pStyle w:val="tablecopy"/>
              <w:rPr>
                <w:rFonts w:ascii="DG Meta Serif Science" w:hAnsi="DG Meta Serif Science"/>
                <w:szCs w:val="16"/>
              </w:rPr>
            </w:pPr>
            <w:r w:rsidRPr="0015542C">
              <w:rPr>
                <w:rFonts w:ascii="DG Meta Serif Science" w:hAnsi="DG Meta Serif Science"/>
                <w:szCs w:val="16"/>
              </w:rPr>
              <w:t>Authors</w:t>
            </w:r>
          </w:p>
        </w:tc>
        <w:tc>
          <w:tcPr>
            <w:tcW w:w="18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rPr>
                <w:sz w:val="16"/>
                <w:szCs w:val="16"/>
              </w:rPr>
            </w:pPr>
          </w:p>
        </w:tc>
      </w:tr>
      <w:tr w:rsidR="00D25AE9" w:rsidRPr="0015542C" w:rsidTr="00D25AE9">
        <w:trPr>
          <w:trHeight w:val="320"/>
        </w:trPr>
        <w:tc>
          <w:tcPr>
            <w:tcW w:w="610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pStyle w:val="tablecopy"/>
              <w:jc w:val="center"/>
              <w:rPr>
                <w:rFonts w:ascii="DG Meta Serif Science" w:hAnsi="DG Meta Serif Science"/>
                <w:szCs w:val="16"/>
              </w:rPr>
            </w:pPr>
            <w:r w:rsidRPr="0015542C">
              <w:rPr>
                <w:rFonts w:ascii="DG Meta Serif Science" w:hAnsi="DG Meta Serif Science"/>
                <w:szCs w:val="16"/>
              </w:rPr>
              <w:t>15</w:t>
            </w:r>
          </w:p>
        </w:tc>
        <w:tc>
          <w:tcPr>
            <w:tcW w:w="25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pStyle w:val="tablecopy"/>
              <w:jc w:val="left"/>
              <w:rPr>
                <w:rFonts w:ascii="DG Meta Serif Science" w:hAnsi="DG Meta Serif Science"/>
                <w:szCs w:val="16"/>
              </w:rPr>
            </w:pPr>
          </w:p>
        </w:tc>
        <w:tc>
          <w:tcPr>
            <w:tcW w:w="18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D25AE9">
            <w:pPr>
              <w:ind w:firstLine="0"/>
              <w:rPr>
                <w:sz w:val="16"/>
                <w:szCs w:val="16"/>
              </w:rPr>
            </w:pPr>
            <w:r w:rsidRPr="0015542C">
              <w:rPr>
                <w:sz w:val="16"/>
                <w:szCs w:val="16"/>
              </w:rPr>
              <w:t>First level heading</w:t>
            </w:r>
          </w:p>
        </w:tc>
      </w:tr>
      <w:tr w:rsidR="00D25AE9" w:rsidRPr="0015542C" w:rsidTr="00D25AE9">
        <w:trPr>
          <w:trHeight w:val="320"/>
        </w:trPr>
        <w:tc>
          <w:tcPr>
            <w:tcW w:w="610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pStyle w:val="tablecopy"/>
              <w:jc w:val="center"/>
              <w:rPr>
                <w:rFonts w:ascii="DG Meta Serif Science" w:hAnsi="DG Meta Serif Science"/>
                <w:szCs w:val="16"/>
              </w:rPr>
            </w:pPr>
            <w:r w:rsidRPr="0015542C">
              <w:rPr>
                <w:rFonts w:ascii="DG Meta Serif Science" w:hAnsi="DG Meta Serif Science"/>
                <w:szCs w:val="16"/>
              </w:rPr>
              <w:t>12</w:t>
            </w:r>
          </w:p>
        </w:tc>
        <w:tc>
          <w:tcPr>
            <w:tcW w:w="25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0A038F" w:rsidP="00886C8C">
            <w:pPr>
              <w:pStyle w:val="tablecopy"/>
              <w:rPr>
                <w:rFonts w:ascii="DG Meta Serif Science" w:hAnsi="DG Meta Serif Science"/>
                <w:szCs w:val="16"/>
              </w:rPr>
            </w:pPr>
            <w:r w:rsidRPr="0015542C">
              <w:rPr>
                <w:rFonts w:ascii="DG Meta Serif Science" w:hAnsi="DG Meta Serif Science"/>
                <w:szCs w:val="16"/>
              </w:rPr>
              <w:t>Authors names</w:t>
            </w:r>
          </w:p>
        </w:tc>
        <w:tc>
          <w:tcPr>
            <w:tcW w:w="18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D25AE9">
            <w:pPr>
              <w:ind w:firstLine="0"/>
              <w:rPr>
                <w:sz w:val="16"/>
                <w:szCs w:val="16"/>
              </w:rPr>
            </w:pPr>
            <w:r w:rsidRPr="0015542C">
              <w:rPr>
                <w:sz w:val="16"/>
                <w:szCs w:val="16"/>
              </w:rPr>
              <w:t>Second level heading</w:t>
            </w:r>
          </w:p>
        </w:tc>
      </w:tr>
      <w:tr w:rsidR="00D25AE9" w:rsidRPr="0015542C" w:rsidTr="00D25AE9">
        <w:trPr>
          <w:trHeight w:val="320"/>
        </w:trPr>
        <w:tc>
          <w:tcPr>
            <w:tcW w:w="610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0A038F" w:rsidP="00886C8C">
            <w:pPr>
              <w:pStyle w:val="tablecopy"/>
              <w:jc w:val="center"/>
              <w:rPr>
                <w:rFonts w:ascii="DG Meta Serif Science" w:hAnsi="DG Meta Serif Science"/>
                <w:szCs w:val="16"/>
              </w:rPr>
            </w:pPr>
            <w:r w:rsidRPr="0015542C">
              <w:rPr>
                <w:rFonts w:ascii="DG Meta Serif Science" w:hAnsi="DG Meta Serif Science"/>
                <w:szCs w:val="16"/>
              </w:rPr>
              <w:t>17</w:t>
            </w:r>
          </w:p>
        </w:tc>
        <w:tc>
          <w:tcPr>
            <w:tcW w:w="25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D25AE9" w:rsidP="00886C8C">
            <w:pPr>
              <w:pStyle w:val="tablecopy"/>
              <w:rPr>
                <w:rFonts w:ascii="DG Meta Serif Science" w:hAnsi="DG Meta Serif Science"/>
                <w:szCs w:val="16"/>
              </w:rPr>
            </w:pPr>
          </w:p>
        </w:tc>
        <w:tc>
          <w:tcPr>
            <w:tcW w:w="1845" w:type="pct"/>
            <w:tcMar>
              <w:left w:w="28" w:type="dxa"/>
              <w:right w:w="28" w:type="dxa"/>
            </w:tcMar>
            <w:vAlign w:val="center"/>
          </w:tcPr>
          <w:p w:rsidR="00D25AE9" w:rsidRPr="0015542C" w:rsidRDefault="000A038F" w:rsidP="000A038F">
            <w:pPr>
              <w:ind w:firstLine="0"/>
              <w:rPr>
                <w:sz w:val="16"/>
                <w:szCs w:val="16"/>
              </w:rPr>
            </w:pPr>
            <w:r w:rsidRPr="0015542C">
              <w:rPr>
                <w:sz w:val="16"/>
                <w:szCs w:val="16"/>
              </w:rPr>
              <w:t>Paper title</w:t>
            </w:r>
          </w:p>
        </w:tc>
      </w:tr>
    </w:tbl>
    <w:p w:rsidR="00B27AF5" w:rsidRDefault="00B27AF5" w:rsidP="00EF4E2F">
      <w:pPr>
        <w:pStyle w:val="paragraph"/>
        <w:tabs>
          <w:tab w:val="left" w:pos="284"/>
          <w:tab w:val="left" w:pos="567"/>
        </w:tabs>
        <w:spacing w:before="390" w:after="260" w:line="220" w:lineRule="exact"/>
        <w:ind w:firstLine="0"/>
        <w:rPr>
          <w:sz w:val="24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0E3E768" wp14:editId="02316171">
            <wp:simplePos x="0" y="0"/>
            <wp:positionH relativeFrom="margin">
              <wp:posOffset>-22225</wp:posOffset>
            </wp:positionH>
            <wp:positionV relativeFrom="margin">
              <wp:posOffset>3337560</wp:posOffset>
            </wp:positionV>
            <wp:extent cx="2299970" cy="196659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196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7AF5" w:rsidRPr="00B27AF5" w:rsidRDefault="00B27AF5" w:rsidP="00B27AF5">
      <w:pPr>
        <w:rPr>
          <w:lang w:val="en-US"/>
        </w:rPr>
      </w:pPr>
    </w:p>
    <w:p w:rsidR="00B27AF5" w:rsidRPr="00B27AF5" w:rsidRDefault="00B27AF5" w:rsidP="00B27AF5">
      <w:pPr>
        <w:rPr>
          <w:lang w:val="en-US"/>
        </w:rPr>
      </w:pPr>
    </w:p>
    <w:p w:rsidR="00B27AF5" w:rsidRPr="00B27AF5" w:rsidRDefault="00B27AF5" w:rsidP="00B27AF5">
      <w:pPr>
        <w:rPr>
          <w:lang w:val="en-US"/>
        </w:rPr>
      </w:pPr>
    </w:p>
    <w:p w:rsidR="00B27AF5" w:rsidRPr="00B27AF5" w:rsidRDefault="00B27AF5" w:rsidP="00B27AF5">
      <w:pPr>
        <w:rPr>
          <w:lang w:val="en-US"/>
        </w:rPr>
      </w:pPr>
    </w:p>
    <w:p w:rsidR="00B27AF5" w:rsidRPr="00B27AF5" w:rsidRDefault="00B27AF5" w:rsidP="00B27AF5">
      <w:pPr>
        <w:rPr>
          <w:lang w:val="en-US"/>
        </w:rPr>
      </w:pPr>
    </w:p>
    <w:p w:rsidR="00B27AF5" w:rsidRPr="00B27AF5" w:rsidRDefault="00B27AF5" w:rsidP="00B27AF5">
      <w:pPr>
        <w:rPr>
          <w:lang w:val="en-US"/>
        </w:rPr>
      </w:pPr>
    </w:p>
    <w:p w:rsidR="00B27AF5" w:rsidRDefault="00B27AF5" w:rsidP="00B27AF5">
      <w:pPr>
        <w:rPr>
          <w:lang w:val="en-US"/>
        </w:rPr>
      </w:pPr>
    </w:p>
    <w:p w:rsidR="00FD3CAD" w:rsidRDefault="00FD3CAD" w:rsidP="00B27AF5">
      <w:pPr>
        <w:rPr>
          <w:lang w:val="en-US"/>
        </w:rPr>
      </w:pPr>
    </w:p>
    <w:p w:rsidR="00B27AF5" w:rsidRDefault="00B27AF5" w:rsidP="00B27AF5">
      <w:pPr>
        <w:rPr>
          <w:rFonts w:eastAsia="MS Mincho"/>
          <w:sz w:val="16"/>
          <w:szCs w:val="16"/>
        </w:rPr>
      </w:pPr>
    </w:p>
    <w:p w:rsidR="00B27AF5" w:rsidRDefault="00B27AF5" w:rsidP="00B27AF5">
      <w:pPr>
        <w:rPr>
          <w:rFonts w:eastAsia="MS Mincho"/>
          <w:sz w:val="16"/>
          <w:szCs w:val="16"/>
        </w:rPr>
      </w:pPr>
    </w:p>
    <w:p w:rsidR="00B27AF5" w:rsidRPr="006A4671" w:rsidRDefault="00B27AF5" w:rsidP="00D45CF9">
      <w:pPr>
        <w:spacing w:before="260" w:after="390" w:line="220" w:lineRule="exact"/>
        <w:ind w:firstLine="0"/>
        <w:rPr>
          <w:rFonts w:ascii="DG Meta Science" w:eastAsia="MS Mincho" w:hAnsi="DG Meta Science"/>
          <w:sz w:val="16"/>
          <w:szCs w:val="16"/>
        </w:rPr>
      </w:pPr>
      <w:r w:rsidRPr="006A4671">
        <w:rPr>
          <w:rFonts w:ascii="DG Meta Science" w:eastAsia="MS Mincho" w:hAnsi="DG Meta Science"/>
          <w:b/>
          <w:sz w:val="16"/>
          <w:szCs w:val="16"/>
        </w:rPr>
        <w:t>Figure 1.</w:t>
      </w:r>
      <w:r w:rsidRPr="006A4671">
        <w:rPr>
          <w:rFonts w:ascii="DG Meta Science" w:eastAsia="MS Mincho" w:hAnsi="DG Meta Science"/>
          <w:sz w:val="16"/>
          <w:szCs w:val="16"/>
        </w:rPr>
        <w:t xml:space="preserve"> Note how the caption is left aligned</w:t>
      </w:r>
    </w:p>
    <w:p w:rsidR="00DA0768" w:rsidRDefault="00DA0768" w:rsidP="00DA0768">
      <w:pPr>
        <w:pStyle w:val="head1"/>
        <w:numPr>
          <w:ilvl w:val="0"/>
          <w:numId w:val="0"/>
        </w:numPr>
        <w:rPr>
          <w:lang w:val="en-IN" w:eastAsia="en-IN"/>
        </w:rPr>
      </w:pPr>
      <w:r w:rsidRPr="005F6A90">
        <w:rPr>
          <w:lang w:val="en-IN" w:eastAsia="en-IN"/>
        </w:rPr>
        <w:t>Conclusion</w:t>
      </w:r>
    </w:p>
    <w:p w:rsidR="00DA0768" w:rsidRDefault="00DA0768" w:rsidP="00DA0768">
      <w:pPr>
        <w:pStyle w:val="paraignoreindent"/>
        <w:rPr>
          <w:lang w:val="en-IN" w:eastAsia="en-IN"/>
        </w:rPr>
      </w:pPr>
      <w:r>
        <w:rPr>
          <w:lang w:val="en-IN" w:eastAsia="en-IN"/>
        </w:rPr>
        <w:t xml:space="preserve">The   authors   can   conclude   on   the   topic   discussed   </w:t>
      </w:r>
      <w:proofErr w:type="gramStart"/>
      <w:r>
        <w:rPr>
          <w:lang w:val="en-IN" w:eastAsia="en-IN"/>
        </w:rPr>
        <w:t>and  proposed</w:t>
      </w:r>
      <w:proofErr w:type="gramEnd"/>
      <w:r>
        <w:rPr>
          <w:lang w:val="en-IN" w:eastAsia="en-IN"/>
        </w:rPr>
        <w:t xml:space="preserve">.  Future </w:t>
      </w:r>
    </w:p>
    <w:p w:rsidR="00DA0768" w:rsidRDefault="00DA0768" w:rsidP="00DA0768">
      <w:pPr>
        <w:pStyle w:val="paragraph"/>
        <w:ind w:firstLine="0"/>
        <w:rPr>
          <w:lang w:val="en-IN" w:eastAsia="en-IN"/>
        </w:rPr>
      </w:pPr>
      <w:r>
        <w:rPr>
          <w:lang w:val="en-IN" w:eastAsia="en-IN"/>
        </w:rPr>
        <w:lastRenderedPageBreak/>
        <w:t>Enhancement can also be briefed here.</w:t>
      </w:r>
    </w:p>
    <w:p w:rsidR="00AB0EE4" w:rsidRDefault="00AB0EE4" w:rsidP="00AB0EE4">
      <w:pPr>
        <w:pStyle w:val="paragraph"/>
        <w:spacing w:before="520" w:after="260" w:line="390" w:lineRule="exact"/>
        <w:ind w:firstLine="0"/>
        <w:rPr>
          <w:rFonts w:ascii="DG Meta Science" w:hAnsi="DG Meta Science"/>
          <w:b/>
          <w:sz w:val="30"/>
          <w:szCs w:val="30"/>
          <w:lang w:val="en-IN" w:eastAsia="en-IN"/>
        </w:rPr>
      </w:pPr>
      <w:r w:rsidRPr="00AB0EE4">
        <w:rPr>
          <w:rFonts w:ascii="DG Meta Science" w:hAnsi="DG Meta Science"/>
          <w:b/>
          <w:sz w:val="30"/>
          <w:szCs w:val="30"/>
          <w:lang w:val="en-IN" w:eastAsia="en-IN"/>
        </w:rPr>
        <w:t>References</w:t>
      </w:r>
    </w:p>
    <w:p w:rsidR="002027FF" w:rsidRPr="002027FF" w:rsidRDefault="002027FF" w:rsidP="002027FF">
      <w:pPr>
        <w:pStyle w:val="references"/>
        <w:numPr>
          <w:ilvl w:val="0"/>
          <w:numId w:val="49"/>
        </w:numPr>
        <w:spacing w:line="220" w:lineRule="exact"/>
        <w:ind w:left="284" w:hanging="284"/>
        <w:rPr>
          <w:rFonts w:ascii="DG Meta Serif Science" w:hAnsi="DG Meta Serif Science"/>
          <w:sz w:val="16"/>
          <w:szCs w:val="16"/>
        </w:rPr>
      </w:pPr>
      <w:r w:rsidRPr="002027FF">
        <w:rPr>
          <w:rFonts w:ascii="DG Meta Serif Science" w:hAnsi="DG Meta Serif Science"/>
          <w:sz w:val="16"/>
          <w:szCs w:val="16"/>
        </w:rPr>
        <w:t xml:space="preserve">G. Eason, B. Noble, and I. N. </w:t>
      </w:r>
      <w:proofErr w:type="spellStart"/>
      <w:r w:rsidRPr="002027FF">
        <w:rPr>
          <w:rFonts w:ascii="DG Meta Serif Science" w:hAnsi="DG Meta Serif Science"/>
          <w:sz w:val="16"/>
          <w:szCs w:val="16"/>
        </w:rPr>
        <w:t>Sneddon</w:t>
      </w:r>
      <w:proofErr w:type="spellEnd"/>
      <w:r w:rsidRPr="002027FF">
        <w:rPr>
          <w:rFonts w:ascii="DG Meta Serif Science" w:hAnsi="DG Meta Serif Science"/>
          <w:sz w:val="16"/>
          <w:szCs w:val="16"/>
        </w:rPr>
        <w:t xml:space="preserve">, “On certain integrals of </w:t>
      </w:r>
      <w:proofErr w:type="spellStart"/>
      <w:r w:rsidRPr="002027FF">
        <w:rPr>
          <w:rFonts w:ascii="DG Meta Serif Science" w:hAnsi="DG Meta Serif Science"/>
          <w:sz w:val="16"/>
          <w:szCs w:val="16"/>
        </w:rPr>
        <w:t>Lipschitz-Hankel</w:t>
      </w:r>
      <w:proofErr w:type="spellEnd"/>
      <w:r w:rsidRPr="002027FF">
        <w:rPr>
          <w:rFonts w:ascii="DG Meta Serif Science" w:hAnsi="DG Meta Serif Science"/>
          <w:sz w:val="16"/>
          <w:szCs w:val="16"/>
        </w:rPr>
        <w:t xml:space="preserve"> type i</w:t>
      </w:r>
      <w:r w:rsidRPr="002027FF">
        <w:rPr>
          <w:rFonts w:ascii="DG Meta Serif Science" w:hAnsi="DG Meta Serif Science"/>
          <w:sz w:val="16"/>
          <w:szCs w:val="16"/>
        </w:rPr>
        <w:t>n</w:t>
      </w:r>
      <w:r w:rsidRPr="002027FF">
        <w:rPr>
          <w:rFonts w:ascii="DG Meta Serif Science" w:hAnsi="DG Meta Serif Science"/>
          <w:sz w:val="16"/>
          <w:szCs w:val="16"/>
        </w:rPr>
        <w:t xml:space="preserve">volving products of Bessel functions,” </w:t>
      </w:r>
      <w:r w:rsidRPr="002027FF">
        <w:rPr>
          <w:rFonts w:ascii="DG Meta Serif Science" w:eastAsia="MS Mincho" w:hAnsi="DG Meta Serif Science"/>
          <w:i/>
          <w:sz w:val="16"/>
          <w:szCs w:val="16"/>
        </w:rPr>
        <w:t>Phil. Trans. Roy. Soc. London</w:t>
      </w:r>
      <w:r w:rsidRPr="002027FF">
        <w:rPr>
          <w:rFonts w:ascii="DG Meta Serif Science" w:hAnsi="DG Meta Serif Science"/>
          <w:sz w:val="16"/>
          <w:szCs w:val="16"/>
        </w:rPr>
        <w:t xml:space="preserve">, vol. A247, pp. 529–551, April 1955. </w:t>
      </w:r>
    </w:p>
    <w:p w:rsidR="002027FF" w:rsidRPr="002027FF" w:rsidRDefault="002027FF" w:rsidP="002027FF">
      <w:pPr>
        <w:pStyle w:val="references"/>
        <w:numPr>
          <w:ilvl w:val="0"/>
          <w:numId w:val="49"/>
        </w:numPr>
        <w:spacing w:line="220" w:lineRule="exact"/>
        <w:ind w:left="284" w:hanging="284"/>
        <w:rPr>
          <w:rFonts w:ascii="DG Meta Serif Science" w:hAnsi="DG Meta Serif Science"/>
          <w:sz w:val="16"/>
          <w:szCs w:val="16"/>
        </w:rPr>
      </w:pPr>
      <w:r w:rsidRPr="002027FF">
        <w:rPr>
          <w:rFonts w:ascii="DG Meta Serif Science" w:hAnsi="DG Meta Serif Science"/>
          <w:sz w:val="16"/>
          <w:szCs w:val="16"/>
        </w:rPr>
        <w:t xml:space="preserve">J. Clerk Maxwell, </w:t>
      </w:r>
      <w:proofErr w:type="gramStart"/>
      <w:r w:rsidRPr="002027FF">
        <w:rPr>
          <w:rFonts w:ascii="DG Meta Serif Science" w:eastAsia="MS Mincho" w:hAnsi="DG Meta Serif Science"/>
          <w:i/>
          <w:sz w:val="16"/>
          <w:szCs w:val="16"/>
        </w:rPr>
        <w:t>A</w:t>
      </w:r>
      <w:proofErr w:type="gramEnd"/>
      <w:r w:rsidRPr="002027FF">
        <w:rPr>
          <w:rFonts w:ascii="DG Meta Serif Science" w:eastAsia="MS Mincho" w:hAnsi="DG Meta Serif Science"/>
          <w:i/>
          <w:sz w:val="16"/>
          <w:szCs w:val="16"/>
        </w:rPr>
        <w:t xml:space="preserve"> Treatise on Electricity and Magnetism</w:t>
      </w:r>
      <w:r w:rsidRPr="002027FF">
        <w:rPr>
          <w:rFonts w:ascii="DG Meta Serif Science" w:hAnsi="DG Meta Serif Science"/>
          <w:sz w:val="16"/>
          <w:szCs w:val="16"/>
        </w:rPr>
        <w:t>, 3</w:t>
      </w:r>
      <w:r w:rsidRPr="002027FF">
        <w:rPr>
          <w:rFonts w:ascii="DG Meta Serif Science" w:eastAsia="MS Mincho" w:hAnsi="DG Meta Serif Science"/>
          <w:sz w:val="16"/>
          <w:szCs w:val="16"/>
          <w:vertAlign w:val="superscript"/>
        </w:rPr>
        <w:t>rd</w:t>
      </w:r>
      <w:r w:rsidRPr="002027FF">
        <w:rPr>
          <w:rFonts w:ascii="DG Meta Serif Science" w:hAnsi="DG Meta Serif Science"/>
          <w:sz w:val="16"/>
          <w:szCs w:val="16"/>
        </w:rPr>
        <w:t xml:space="preserve"> ed., vol. 2. Oxford: Clarendon, 1892, pp.68–73.</w:t>
      </w:r>
    </w:p>
    <w:p w:rsidR="002027FF" w:rsidRPr="002027FF" w:rsidRDefault="002027FF" w:rsidP="002027FF">
      <w:pPr>
        <w:pStyle w:val="references"/>
        <w:numPr>
          <w:ilvl w:val="0"/>
          <w:numId w:val="49"/>
        </w:numPr>
        <w:spacing w:line="220" w:lineRule="exact"/>
        <w:ind w:left="284" w:hanging="284"/>
        <w:rPr>
          <w:rFonts w:ascii="DG Meta Serif Science" w:hAnsi="DG Meta Serif Science"/>
          <w:sz w:val="16"/>
          <w:szCs w:val="16"/>
        </w:rPr>
      </w:pPr>
      <w:r w:rsidRPr="002027FF">
        <w:rPr>
          <w:rFonts w:ascii="DG Meta Serif Science" w:hAnsi="DG Meta Serif Science"/>
          <w:sz w:val="16"/>
          <w:szCs w:val="16"/>
        </w:rPr>
        <w:t xml:space="preserve">I. S. Jacobs and C. P. Bean, “Fine particles, thin films and exchange anisotropy,” in </w:t>
      </w:r>
      <w:r w:rsidRPr="002027FF">
        <w:rPr>
          <w:rFonts w:ascii="DG Meta Serif Science" w:eastAsia="MS Mincho" w:hAnsi="DG Meta Serif Science"/>
          <w:i/>
          <w:sz w:val="16"/>
          <w:szCs w:val="16"/>
        </w:rPr>
        <w:t>Ma</w:t>
      </w:r>
      <w:r w:rsidRPr="002027FF">
        <w:rPr>
          <w:rFonts w:ascii="DG Meta Serif Science" w:eastAsia="MS Mincho" w:hAnsi="DG Meta Serif Science"/>
          <w:i/>
          <w:sz w:val="16"/>
          <w:szCs w:val="16"/>
        </w:rPr>
        <w:t>g</w:t>
      </w:r>
      <w:r w:rsidRPr="002027FF">
        <w:rPr>
          <w:rFonts w:ascii="DG Meta Serif Science" w:eastAsia="MS Mincho" w:hAnsi="DG Meta Serif Science"/>
          <w:i/>
          <w:sz w:val="16"/>
          <w:szCs w:val="16"/>
        </w:rPr>
        <w:t>netism</w:t>
      </w:r>
      <w:r w:rsidRPr="002027FF">
        <w:rPr>
          <w:rFonts w:ascii="DG Meta Serif Science" w:hAnsi="DG Meta Serif Science"/>
          <w:sz w:val="16"/>
          <w:szCs w:val="16"/>
        </w:rPr>
        <w:t xml:space="preserve">, vol. III, G. T. </w:t>
      </w:r>
      <w:proofErr w:type="spellStart"/>
      <w:r w:rsidRPr="002027FF">
        <w:rPr>
          <w:rFonts w:ascii="DG Meta Serif Science" w:hAnsi="DG Meta Serif Science"/>
          <w:sz w:val="16"/>
          <w:szCs w:val="16"/>
        </w:rPr>
        <w:t>Rado</w:t>
      </w:r>
      <w:proofErr w:type="spellEnd"/>
      <w:r w:rsidRPr="002027FF">
        <w:rPr>
          <w:rFonts w:ascii="DG Meta Serif Science" w:hAnsi="DG Meta Serif Science"/>
          <w:sz w:val="16"/>
          <w:szCs w:val="16"/>
        </w:rPr>
        <w:t xml:space="preserve"> and H. Suhl, Eds. New York: Academic, 1963, pp. 271–350.</w:t>
      </w:r>
    </w:p>
    <w:p w:rsidR="002027FF" w:rsidRPr="002027FF" w:rsidRDefault="002027FF" w:rsidP="002027FF">
      <w:pPr>
        <w:pStyle w:val="references"/>
        <w:numPr>
          <w:ilvl w:val="0"/>
          <w:numId w:val="49"/>
        </w:numPr>
        <w:spacing w:line="220" w:lineRule="exact"/>
        <w:ind w:left="284" w:hanging="284"/>
        <w:rPr>
          <w:rFonts w:ascii="DG Meta Serif Science" w:hAnsi="DG Meta Serif Science"/>
          <w:sz w:val="16"/>
          <w:szCs w:val="16"/>
        </w:rPr>
      </w:pPr>
      <w:r w:rsidRPr="002027FF">
        <w:rPr>
          <w:rFonts w:ascii="DG Meta Serif Science" w:hAnsi="DG Meta Serif Science"/>
          <w:sz w:val="16"/>
          <w:szCs w:val="16"/>
        </w:rPr>
        <w:t xml:space="preserve">K. </w:t>
      </w:r>
      <w:proofErr w:type="spellStart"/>
      <w:r w:rsidRPr="002027FF">
        <w:rPr>
          <w:rFonts w:ascii="DG Meta Serif Science" w:hAnsi="DG Meta Serif Science"/>
          <w:sz w:val="16"/>
          <w:szCs w:val="16"/>
        </w:rPr>
        <w:t>Elissa</w:t>
      </w:r>
      <w:proofErr w:type="spellEnd"/>
      <w:r w:rsidRPr="002027FF">
        <w:rPr>
          <w:rFonts w:ascii="DG Meta Serif Science" w:hAnsi="DG Meta Serif Science"/>
          <w:sz w:val="16"/>
          <w:szCs w:val="16"/>
        </w:rPr>
        <w:t>, “Title of paper if known,” unpublished.</w:t>
      </w:r>
    </w:p>
    <w:p w:rsidR="002027FF" w:rsidRPr="002027FF" w:rsidRDefault="002027FF" w:rsidP="002027FF">
      <w:pPr>
        <w:pStyle w:val="references"/>
        <w:numPr>
          <w:ilvl w:val="0"/>
          <w:numId w:val="49"/>
        </w:numPr>
        <w:spacing w:line="220" w:lineRule="exact"/>
        <w:ind w:left="284" w:hanging="284"/>
        <w:rPr>
          <w:rFonts w:ascii="DG Meta Serif Science" w:hAnsi="DG Meta Serif Science"/>
          <w:sz w:val="16"/>
          <w:szCs w:val="16"/>
        </w:rPr>
      </w:pPr>
      <w:r w:rsidRPr="002027FF">
        <w:rPr>
          <w:rFonts w:ascii="DG Meta Serif Science" w:hAnsi="DG Meta Serif Science"/>
          <w:sz w:val="16"/>
          <w:szCs w:val="16"/>
        </w:rPr>
        <w:t xml:space="preserve">R. Nicole, “Title of paper with only first word capitalized”, </w:t>
      </w:r>
      <w:r w:rsidRPr="002027FF">
        <w:rPr>
          <w:rFonts w:ascii="DG Meta Serif Science" w:eastAsia="MS Mincho" w:hAnsi="DG Meta Serif Science"/>
          <w:i/>
          <w:sz w:val="16"/>
          <w:szCs w:val="16"/>
        </w:rPr>
        <w:t xml:space="preserve">J. Name Stand. </w:t>
      </w:r>
      <w:proofErr w:type="gramStart"/>
      <w:r w:rsidRPr="002027FF">
        <w:rPr>
          <w:rFonts w:ascii="DG Meta Serif Science" w:eastAsia="MS Mincho" w:hAnsi="DG Meta Serif Science"/>
          <w:i/>
          <w:sz w:val="16"/>
          <w:szCs w:val="16"/>
        </w:rPr>
        <w:t>Abbrev.</w:t>
      </w:r>
      <w:r w:rsidRPr="002027FF">
        <w:rPr>
          <w:rFonts w:ascii="DG Meta Serif Science" w:hAnsi="DG Meta Serif Science"/>
          <w:sz w:val="16"/>
          <w:szCs w:val="16"/>
        </w:rPr>
        <w:t>,</w:t>
      </w:r>
      <w:proofErr w:type="gramEnd"/>
      <w:r w:rsidRPr="002027FF">
        <w:rPr>
          <w:rFonts w:ascii="DG Meta Serif Science" w:hAnsi="DG Meta Serif Science"/>
          <w:sz w:val="16"/>
          <w:szCs w:val="16"/>
        </w:rPr>
        <w:t xml:space="preserve"> in press.</w:t>
      </w:r>
    </w:p>
    <w:p w:rsidR="002027FF" w:rsidRPr="002027FF" w:rsidRDefault="002027FF" w:rsidP="002027FF">
      <w:pPr>
        <w:pStyle w:val="references"/>
        <w:numPr>
          <w:ilvl w:val="0"/>
          <w:numId w:val="49"/>
        </w:numPr>
        <w:spacing w:line="220" w:lineRule="exact"/>
        <w:ind w:left="284" w:hanging="284"/>
        <w:rPr>
          <w:rFonts w:ascii="DG Meta Serif Science" w:hAnsi="DG Meta Serif Science"/>
          <w:sz w:val="16"/>
          <w:szCs w:val="16"/>
        </w:rPr>
      </w:pPr>
      <w:r w:rsidRPr="002027FF">
        <w:rPr>
          <w:rFonts w:ascii="DG Meta Serif Science" w:hAnsi="DG Meta Serif Science"/>
          <w:sz w:val="16"/>
          <w:szCs w:val="16"/>
        </w:rPr>
        <w:t xml:space="preserve">Y. Yorozu, M. Hirano, K. Oka, and Y. </w:t>
      </w:r>
      <w:proofErr w:type="spellStart"/>
      <w:r w:rsidRPr="002027FF">
        <w:rPr>
          <w:rFonts w:ascii="DG Meta Serif Science" w:hAnsi="DG Meta Serif Science"/>
          <w:sz w:val="16"/>
          <w:szCs w:val="16"/>
        </w:rPr>
        <w:t>Tagawa</w:t>
      </w:r>
      <w:proofErr w:type="spellEnd"/>
      <w:r w:rsidRPr="002027FF">
        <w:rPr>
          <w:rFonts w:ascii="DG Meta Serif Science" w:hAnsi="DG Meta Serif Science"/>
          <w:sz w:val="16"/>
          <w:szCs w:val="16"/>
        </w:rPr>
        <w:t xml:space="preserve">, “Electron spectroscopy studies on magneto-optical media and plastic substrate interface,” </w:t>
      </w:r>
      <w:r w:rsidRPr="002027FF">
        <w:rPr>
          <w:rFonts w:ascii="DG Meta Serif Science" w:eastAsia="MS Mincho" w:hAnsi="DG Meta Serif Science"/>
          <w:i/>
          <w:sz w:val="16"/>
          <w:szCs w:val="16"/>
        </w:rPr>
        <w:t xml:space="preserve">IEEE Transl. J. </w:t>
      </w:r>
      <w:proofErr w:type="spellStart"/>
      <w:r w:rsidRPr="002027FF">
        <w:rPr>
          <w:rFonts w:ascii="DG Meta Serif Science" w:eastAsia="MS Mincho" w:hAnsi="DG Meta Serif Science"/>
          <w:i/>
          <w:sz w:val="16"/>
          <w:szCs w:val="16"/>
        </w:rPr>
        <w:t>Magn</w:t>
      </w:r>
      <w:proofErr w:type="spellEnd"/>
      <w:r w:rsidRPr="002027FF">
        <w:rPr>
          <w:rFonts w:ascii="DG Meta Serif Science" w:eastAsia="MS Mincho" w:hAnsi="DG Meta Serif Science"/>
          <w:i/>
          <w:sz w:val="16"/>
          <w:szCs w:val="16"/>
        </w:rPr>
        <w:t>. Japan</w:t>
      </w:r>
      <w:r w:rsidRPr="002027FF">
        <w:rPr>
          <w:rFonts w:ascii="DG Meta Serif Science" w:hAnsi="DG Meta Serif Science"/>
          <w:sz w:val="16"/>
          <w:szCs w:val="16"/>
        </w:rPr>
        <w:t>, vol. 2, pp. 740–741, August 1987 [Digests 9</w:t>
      </w:r>
      <w:r w:rsidRPr="002027FF">
        <w:rPr>
          <w:rFonts w:ascii="DG Meta Serif Science" w:eastAsia="MS Mincho" w:hAnsi="DG Meta Serif Science"/>
          <w:sz w:val="16"/>
          <w:szCs w:val="16"/>
          <w:vertAlign w:val="superscript"/>
        </w:rPr>
        <w:t>th</w:t>
      </w:r>
      <w:r w:rsidRPr="002027FF">
        <w:rPr>
          <w:rFonts w:ascii="DG Meta Serif Science" w:hAnsi="DG Meta Serif Science"/>
          <w:sz w:val="16"/>
          <w:szCs w:val="16"/>
        </w:rPr>
        <w:t xml:space="preserve"> Annual Conf. Magnetics Japan, p. 301, 1982].</w:t>
      </w:r>
    </w:p>
    <w:p w:rsidR="002027FF" w:rsidRPr="002027FF" w:rsidRDefault="002027FF" w:rsidP="002027FF">
      <w:pPr>
        <w:pStyle w:val="paragraph"/>
        <w:numPr>
          <w:ilvl w:val="0"/>
          <w:numId w:val="49"/>
        </w:numPr>
        <w:spacing w:line="220" w:lineRule="exact"/>
        <w:ind w:left="284" w:hanging="284"/>
        <w:rPr>
          <w:b/>
          <w:sz w:val="16"/>
          <w:szCs w:val="16"/>
          <w:lang w:val="en-IN" w:eastAsia="en-IN"/>
        </w:rPr>
      </w:pPr>
      <w:bookmarkStart w:id="0" w:name="_GoBack"/>
      <w:bookmarkEnd w:id="0"/>
      <w:r w:rsidRPr="002027FF">
        <w:rPr>
          <w:sz w:val="16"/>
          <w:szCs w:val="16"/>
        </w:rPr>
        <w:t xml:space="preserve">M. Young, </w:t>
      </w:r>
      <w:r w:rsidRPr="002027FF">
        <w:rPr>
          <w:rFonts w:eastAsia="MS Mincho"/>
          <w:i/>
          <w:sz w:val="16"/>
          <w:szCs w:val="16"/>
        </w:rPr>
        <w:t>The Technical Writer's Handbook</w:t>
      </w:r>
      <w:r w:rsidRPr="002027FF">
        <w:rPr>
          <w:sz w:val="16"/>
          <w:szCs w:val="16"/>
        </w:rPr>
        <w:t>. Mill Valley, CA: University Science, 1989.</w:t>
      </w:r>
    </w:p>
    <w:p w:rsidR="00DA0768" w:rsidRPr="00B27AF5" w:rsidRDefault="00DA0768" w:rsidP="00D45CF9">
      <w:pPr>
        <w:spacing w:before="260" w:after="390" w:line="220" w:lineRule="exact"/>
        <w:ind w:firstLine="0"/>
        <w:rPr>
          <w:lang w:val="en-US"/>
        </w:rPr>
      </w:pPr>
    </w:p>
    <w:sectPr w:rsidR="00DA0768" w:rsidRPr="00B27AF5" w:rsidSect="005132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continuous"/>
      <w:pgSz w:w="8789" w:h="13041" w:code="189"/>
      <w:pgMar w:top="1219" w:right="1191" w:bottom="1474" w:left="1020" w:header="488" w:footer="87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C90" w:rsidRPr="009F3A0D" w:rsidRDefault="00593C90" w:rsidP="009F3A0D">
      <w:pPr>
        <w:pStyle w:val="footnoteline"/>
      </w:pPr>
      <w:r>
        <w:t></w:t>
      </w:r>
    </w:p>
  </w:endnote>
  <w:endnote w:type="continuationSeparator" w:id="0">
    <w:p w:rsidR="00593C90" w:rsidRPr="009F3A0D" w:rsidRDefault="00593C90" w:rsidP="009F3A0D">
      <w:pPr>
        <w:pStyle w:val="footnoteline"/>
      </w:pPr>
      <w:r>
        <w:t>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G Meta Serif Science">
    <w:panose1 w:val="00000000000000000000"/>
    <w:charset w:val="00"/>
    <w:family w:val="modern"/>
    <w:notTrueType/>
    <w:pitch w:val="variable"/>
    <w:sig w:usb0="E00002FF" w:usb1="500061FB" w:usb2="00000020" w:usb3="00000000" w:csb0="0000019F" w:csb1="00000000"/>
  </w:font>
  <w:font w:name="DG Meta Science">
    <w:altName w:val="DG Meta Science"/>
    <w:panose1 w:val="00000000000000000000"/>
    <w:charset w:val="00"/>
    <w:family w:val="modern"/>
    <w:notTrueType/>
    <w:pitch w:val="variable"/>
    <w:sig w:usb0="E00002FF" w:usb1="500061FB" w:usb2="0000002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taPro-Book">
    <w:altName w:val="MetaPro-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Pro-Bold">
    <w:altName w:val="MetaPro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G Icon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F61" w:rsidRPr="009B4FD1" w:rsidRDefault="00DA3F61" w:rsidP="009B4FD1">
    <w:pPr>
      <w:pStyle w:val="Footer"/>
    </w:pPr>
    <w:r w:rsidRPr="009B4FD1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F61" w:rsidRPr="009B4FD1" w:rsidRDefault="00DA3F61" w:rsidP="009B4FD1">
    <w:pPr>
      <w:pStyle w:val="Footer"/>
    </w:pPr>
    <w:r w:rsidRPr="009B4FD1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C90" w:rsidRPr="0007657E" w:rsidRDefault="00593C90" w:rsidP="0007657E">
      <w:pPr>
        <w:pStyle w:val="footnoteline"/>
      </w:pPr>
      <w:r w:rsidRPr="006E4109">
        <w:rPr>
          <w:spacing w:val="-10"/>
        </w:rPr>
        <w:t></w:t>
      </w:r>
      <w:r>
        <w:t></w:t>
      </w:r>
    </w:p>
  </w:footnote>
  <w:footnote w:type="continuationSeparator" w:id="0">
    <w:p w:rsidR="00593C90" w:rsidRPr="00CF4560" w:rsidRDefault="00593C90" w:rsidP="00CF4560">
      <w:pPr>
        <w:pStyle w:val="footnoteline"/>
      </w:pPr>
      <w:r>
        <w:t></w:t>
      </w:r>
    </w:p>
  </w:footnote>
  <w:footnote w:id="1">
    <w:p w:rsidR="00DA3F61" w:rsidRPr="00CA4088" w:rsidRDefault="00DA3F61" w:rsidP="001F5D54">
      <w:pPr>
        <w:pStyle w:val="footnote"/>
        <w:rPr>
          <w:rFonts w:eastAsia="MS Mincho"/>
          <w:szCs w:val="16"/>
        </w:rPr>
      </w:pPr>
      <w:r w:rsidRPr="00CA4088">
        <w:rPr>
          <w:rStyle w:val="footnoteindicator"/>
          <w:szCs w:val="16"/>
        </w:rPr>
        <w:footnoteRef/>
      </w:r>
      <w:r w:rsidRPr="00CA4088">
        <w:rPr>
          <w:szCs w:val="16"/>
          <w:lang w:val="en-US"/>
        </w:rPr>
        <w:t> </w:t>
      </w:r>
      <w:r w:rsidR="00CA4088" w:rsidRPr="00CA4088">
        <w:rPr>
          <w:rFonts w:eastAsia="MS Mincho"/>
          <w:szCs w:val="16"/>
        </w:rPr>
        <w:t>Name of Institution/Department, City, Country</w:t>
      </w:r>
    </w:p>
    <w:p w:rsidR="00CA4088" w:rsidRPr="00CA4088" w:rsidRDefault="00CA4088" w:rsidP="001F5D54">
      <w:pPr>
        <w:pStyle w:val="footnote"/>
        <w:rPr>
          <w:szCs w:val="16"/>
          <w:lang w:val="en-US"/>
        </w:rPr>
      </w:pPr>
      <w:r w:rsidRPr="00CA4088">
        <w:rPr>
          <w:szCs w:val="16"/>
          <w:lang w:val="en-US"/>
        </w:rPr>
        <w:t>E-mail:</w:t>
      </w:r>
    </w:p>
  </w:footnote>
  <w:footnote w:id="2">
    <w:p w:rsidR="00DA3F61" w:rsidRPr="00CA4088" w:rsidRDefault="00DA3F61" w:rsidP="001F5D54">
      <w:pPr>
        <w:pStyle w:val="footnote"/>
        <w:rPr>
          <w:rFonts w:eastAsia="MS Mincho"/>
          <w:szCs w:val="16"/>
        </w:rPr>
      </w:pPr>
      <w:r w:rsidRPr="00CA4088">
        <w:rPr>
          <w:rStyle w:val="footnoteindicator"/>
          <w:szCs w:val="16"/>
        </w:rPr>
        <w:footnoteRef/>
      </w:r>
      <w:r w:rsidRPr="00CA4088">
        <w:rPr>
          <w:szCs w:val="16"/>
          <w:lang w:val="en-US"/>
        </w:rPr>
        <w:t> </w:t>
      </w:r>
      <w:r w:rsidR="00CA4088" w:rsidRPr="00CA4088">
        <w:rPr>
          <w:rFonts w:eastAsia="MS Mincho"/>
          <w:szCs w:val="16"/>
        </w:rPr>
        <w:t>Name of Institution/Department, City, Country</w:t>
      </w:r>
    </w:p>
    <w:p w:rsidR="00CA4088" w:rsidRPr="00CA4088" w:rsidRDefault="00CA4088" w:rsidP="001F5D54">
      <w:pPr>
        <w:pStyle w:val="footnote"/>
        <w:rPr>
          <w:szCs w:val="16"/>
          <w:lang w:val="en-US"/>
        </w:rPr>
      </w:pPr>
      <w:r w:rsidRPr="00CA4088">
        <w:rPr>
          <w:szCs w:val="16"/>
          <w:lang w:val="en-US"/>
        </w:rPr>
        <w:t>E-mail:</w:t>
      </w:r>
    </w:p>
  </w:footnote>
  <w:footnote w:id="3">
    <w:p w:rsidR="00DA3F61" w:rsidRPr="00CA4088" w:rsidRDefault="00DA3F61" w:rsidP="001F5D54">
      <w:pPr>
        <w:pStyle w:val="footnote"/>
        <w:rPr>
          <w:rFonts w:eastAsia="MS Mincho"/>
          <w:szCs w:val="16"/>
        </w:rPr>
      </w:pPr>
      <w:r w:rsidRPr="00CA4088">
        <w:rPr>
          <w:rStyle w:val="footnoteindicator"/>
          <w:szCs w:val="16"/>
        </w:rPr>
        <w:footnoteRef/>
      </w:r>
      <w:r w:rsidRPr="00CA4088">
        <w:rPr>
          <w:szCs w:val="16"/>
          <w:lang w:val="en-US"/>
        </w:rPr>
        <w:t> </w:t>
      </w:r>
      <w:r w:rsidR="00CA4088" w:rsidRPr="00CA4088">
        <w:rPr>
          <w:rFonts w:eastAsia="MS Mincho"/>
          <w:szCs w:val="16"/>
        </w:rPr>
        <w:t>Name of Institution/Department, City, Country</w:t>
      </w:r>
    </w:p>
    <w:p w:rsidR="00CA4088" w:rsidRPr="00CA4088" w:rsidRDefault="00CA4088" w:rsidP="001F5D54">
      <w:pPr>
        <w:pStyle w:val="footnote"/>
        <w:rPr>
          <w:szCs w:val="16"/>
          <w:lang w:val="en-US"/>
        </w:rPr>
      </w:pPr>
      <w:r w:rsidRPr="00CA4088">
        <w:rPr>
          <w:szCs w:val="16"/>
          <w:lang w:val="en-US"/>
        </w:rPr>
        <w:t>E-mail: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AF5" w:rsidRDefault="00DA3F61" w:rsidP="00B27AF5">
    <w:pPr>
      <w:pStyle w:val="Header"/>
      <w:spacing w:line="220" w:lineRule="exac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87863">
      <w:rPr>
        <w:rStyle w:val="PageNumber"/>
        <w:noProof/>
      </w:rPr>
      <w:t>2</w:t>
    </w:r>
    <w:r>
      <w:rPr>
        <w:rStyle w:val="PageNumber"/>
      </w:rPr>
      <w:fldChar w:fldCharType="end"/>
    </w:r>
    <w:r>
      <w:t> </w:t>
    </w:r>
    <w:r>
      <w:t></w:t>
    </w:r>
    <w:r>
      <w:t> </w:t>
    </w:r>
    <w:r w:rsidR="00B27AF5" w:rsidRPr="00B27AF5">
      <w:t xml:space="preserve"> Preparations of Papers for the Conference/Journal Publications of the Walter de </w:t>
    </w:r>
    <w:r w:rsidR="00B27AF5">
      <w:t xml:space="preserve"> </w:t>
    </w:r>
  </w:p>
  <w:p w:rsidR="00DA3F61" w:rsidRPr="009B4FD1" w:rsidRDefault="00B27AF5" w:rsidP="00B27AF5">
    <w:pPr>
      <w:pStyle w:val="Header"/>
      <w:spacing w:line="220" w:lineRule="exact"/>
    </w:pPr>
    <w:r>
      <w:t xml:space="preserve">                 </w:t>
    </w:r>
    <w:r w:rsidRPr="00B27AF5">
      <w:t>Gruyter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F61" w:rsidRPr="001F5D54" w:rsidRDefault="00DA3F61" w:rsidP="00DA0768">
    <w:pPr>
      <w:pStyle w:val="Header"/>
      <w:spacing w:line="220" w:lineRule="exact"/>
      <w:rPr>
        <w:lang w:val="en-US"/>
      </w:rPr>
    </w:pPr>
    <w:r>
      <w:tab/>
    </w:r>
    <w:r w:rsidR="00DA0768">
      <w:rPr>
        <w:lang w:val="en-US"/>
      </w:rPr>
      <w:t>Author1, Author2 and Author4</w:t>
    </w:r>
    <w:r w:rsidRPr="001F5D54">
      <w:rPr>
        <w:lang w:val="en-US"/>
      </w:rPr>
      <w:t xml:space="preserve"> </w:t>
    </w:r>
    <w:r>
      <w:t> </w:t>
    </w:r>
    <w:r>
      <w:t></w:t>
    </w:r>
    <w:r>
      <w:t> </w:t>
    </w:r>
    <w:r>
      <w:rPr>
        <w:rStyle w:val="PageNumber"/>
      </w:rPr>
      <w:fldChar w:fldCharType="begin"/>
    </w:r>
    <w:r w:rsidRPr="001F5D54">
      <w:rPr>
        <w:rStyle w:val="PageNumber"/>
        <w:lang w:val="en-US"/>
      </w:rPr>
      <w:instrText xml:space="preserve"> PAGE  \* MERGEFORMAT </w:instrText>
    </w:r>
    <w:r>
      <w:rPr>
        <w:rStyle w:val="PageNumber"/>
      </w:rPr>
      <w:fldChar w:fldCharType="separate"/>
    </w:r>
    <w:r w:rsidR="00687863">
      <w:rPr>
        <w:rStyle w:val="PageNumber"/>
        <w:noProof/>
        <w:lang w:val="en-US"/>
      </w:rPr>
      <w:t>3</w:t>
    </w:r>
    <w:r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F61" w:rsidRPr="009B4FD1" w:rsidRDefault="00DA3F61" w:rsidP="009B4FD1">
    <w:pPr>
      <w:pStyle w:val="Header"/>
    </w:pPr>
    <w:r w:rsidRPr="009B4FD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141E4736"/>
    <w:lvl w:ilvl="0">
      <w:start w:val="1"/>
      <w:numFmt w:val="bullet"/>
      <w:pStyle w:val="ListBullet5"/>
      <w:lvlText w:val="–"/>
      <w:lvlJc w:val="left"/>
      <w:pPr>
        <w:tabs>
          <w:tab w:val="num" w:pos="1701"/>
        </w:tabs>
        <w:ind w:left="1701" w:hanging="340"/>
      </w:pPr>
      <w:rPr>
        <w:rFonts w:ascii="Times New Roman" w:hAnsi="Times New Roman" w:cs="Times New Roman" w:hint="default"/>
      </w:rPr>
    </w:lvl>
  </w:abstractNum>
  <w:abstractNum w:abstractNumId="1">
    <w:nsid w:val="FFFFFF81"/>
    <w:multiLevelType w:val="singleLevel"/>
    <w:tmpl w:val="674EABB4"/>
    <w:lvl w:ilvl="0">
      <w:start w:val="1"/>
      <w:numFmt w:val="bullet"/>
      <w:pStyle w:val="ListBullet4"/>
      <w:lvlText w:val="–"/>
      <w:lvlJc w:val="left"/>
      <w:pPr>
        <w:tabs>
          <w:tab w:val="num" w:pos="1361"/>
        </w:tabs>
        <w:ind w:left="1361" w:hanging="340"/>
      </w:pPr>
      <w:rPr>
        <w:rFonts w:ascii="Times New Roman" w:hAnsi="Times New Roman" w:cs="Times New Roman" w:hint="default"/>
      </w:rPr>
    </w:lvl>
  </w:abstractNum>
  <w:abstractNum w:abstractNumId="2">
    <w:nsid w:val="FFFFFF82"/>
    <w:multiLevelType w:val="singleLevel"/>
    <w:tmpl w:val="B14AF7D4"/>
    <w:lvl w:ilvl="0">
      <w:start w:val="1"/>
      <w:numFmt w:val="bullet"/>
      <w:pStyle w:val="ListBullet3"/>
      <w:lvlText w:val="–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 w:hint="default"/>
      </w:rPr>
    </w:lvl>
  </w:abstractNum>
  <w:abstractNum w:abstractNumId="3">
    <w:nsid w:val="FFFFFF83"/>
    <w:multiLevelType w:val="singleLevel"/>
    <w:tmpl w:val="650AAB82"/>
    <w:lvl w:ilvl="0">
      <w:start w:val="1"/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>
    <w:nsid w:val="FFFFFF89"/>
    <w:multiLevelType w:val="singleLevel"/>
    <w:tmpl w:val="48EE204E"/>
    <w:lvl w:ilvl="0">
      <w:start w:val="1"/>
      <w:numFmt w:val="bullet"/>
      <w:pStyle w:val="List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5">
    <w:nsid w:val="014F5F9F"/>
    <w:multiLevelType w:val="hybridMultilevel"/>
    <w:tmpl w:val="1E68E8DC"/>
    <w:lvl w:ilvl="0" w:tplc="E736C696">
      <w:start w:val="1"/>
      <w:numFmt w:val="lowerLetter"/>
      <w:lvlText w:val="(%1)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6B0495"/>
    <w:multiLevelType w:val="singleLevel"/>
    <w:tmpl w:val="EDCAF03C"/>
    <w:lvl w:ilvl="0">
      <w:start w:val="1"/>
      <w:numFmt w:val="decimal"/>
      <w:pStyle w:val="Literaturliste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>
    <w:nsid w:val="09941A93"/>
    <w:multiLevelType w:val="hybridMultilevel"/>
    <w:tmpl w:val="654EFA44"/>
    <w:lvl w:ilvl="0" w:tplc="A876274C">
      <w:numFmt w:val="decimal"/>
      <w:lvlText w:val="1.1.%11"/>
      <w:lvlJc w:val="left"/>
      <w:pPr>
        <w:ind w:left="720" w:hanging="360"/>
      </w:pPr>
      <w:rPr>
        <w:rFonts w:ascii="DG Meta Serif Science" w:hAnsi="DG Meta Serif Science" w:hint="default"/>
        <w:b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F25E9"/>
    <w:multiLevelType w:val="hybridMultilevel"/>
    <w:tmpl w:val="3C2CDFAA"/>
    <w:lvl w:ilvl="0" w:tplc="F4284AFC">
      <w:start w:val="1"/>
      <w:numFmt w:val="bullet"/>
      <w:lvlText w:val="‒"/>
      <w:lvlJc w:val="left"/>
      <w:pPr>
        <w:ind w:left="720" w:hanging="360"/>
      </w:pPr>
      <w:rPr>
        <w:rFonts w:ascii="DG Meta Science" w:hAnsi="DG Meta Scienc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1584D"/>
    <w:multiLevelType w:val="hybridMultilevel"/>
    <w:tmpl w:val="89A648B6"/>
    <w:lvl w:ilvl="0" w:tplc="086EB746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EA495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8ED9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7244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04D1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827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461E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D2B9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22D0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F3CEC"/>
    <w:multiLevelType w:val="multilevel"/>
    <w:tmpl w:val="1682E722"/>
    <w:lvl w:ilvl="0">
      <w:start w:val="1"/>
      <w:numFmt w:val="bullet"/>
      <w:pStyle w:val="Index2"/>
      <w:suff w:val="space"/>
      <w:lvlText w:val="–"/>
      <w:lvlJc w:val="left"/>
      <w:pPr>
        <w:ind w:left="34" w:hanging="34"/>
      </w:pPr>
      <w:rPr>
        <w:rFonts w:ascii="DG Meta Science" w:hAnsi="DG Meta Science" w:hint="default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>
    <w:nsid w:val="1F9976B8"/>
    <w:multiLevelType w:val="hybridMultilevel"/>
    <w:tmpl w:val="7CECFE88"/>
    <w:lvl w:ilvl="0" w:tplc="F4284AFC">
      <w:start w:val="1"/>
      <w:numFmt w:val="bullet"/>
      <w:lvlText w:val="‒"/>
      <w:lvlJc w:val="left"/>
      <w:pPr>
        <w:ind w:left="720" w:hanging="720"/>
      </w:pPr>
      <w:rPr>
        <w:rFonts w:ascii="DG Meta Science" w:hAnsi="DG Meta Science"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6A00CB"/>
    <w:multiLevelType w:val="multilevel"/>
    <w:tmpl w:val="37CAAE42"/>
    <w:styleLink w:val="ArticleSection"/>
    <w:lvl w:ilvl="0">
      <w:start w:val="1"/>
      <w:numFmt w:val="decimal"/>
      <w:suff w:val="space"/>
      <w:lvlText w:val="%1"/>
      <w:lvlJc w:val="left"/>
      <w:pPr>
        <w:ind w:left="227" w:hanging="227"/>
      </w:pPr>
      <w:rPr>
        <w:rFonts w:hint="default"/>
        <w:b/>
        <w:i w:val="0"/>
        <w:sz w:val="30"/>
        <w:szCs w:val="30"/>
      </w:rPr>
    </w:lvl>
    <w:lvl w:ilvl="1">
      <w:start w:val="1"/>
      <w:numFmt w:val="decimal"/>
      <w:suff w:val="space"/>
      <w:lvlText w:val="%1.%2"/>
      <w:lvlJc w:val="left"/>
      <w:pPr>
        <w:ind w:left="340" w:hanging="34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397" w:hanging="397"/>
      </w:pPr>
      <w:rPr>
        <w:rFonts w:hint="default"/>
        <w:b/>
        <w:i w:val="0"/>
        <w:sz w:val="19"/>
        <w:szCs w:val="19"/>
      </w:rPr>
    </w:lvl>
    <w:lvl w:ilvl="3">
      <w:start w:val="1"/>
      <w:numFmt w:val="decimal"/>
      <w:suff w:val="space"/>
      <w:lvlText w:val="%1.%2.%3.%4"/>
      <w:lvlJc w:val="left"/>
      <w:pPr>
        <w:ind w:left="539" w:hanging="539"/>
      </w:pPr>
      <w:rPr>
        <w:rFonts w:hint="default"/>
        <w:b/>
        <w:i w:val="0"/>
        <w:sz w:val="19"/>
        <w:szCs w:val="19"/>
      </w:rPr>
    </w:lvl>
    <w:lvl w:ilvl="4">
      <w:start w:val="1"/>
      <w:numFmt w:val="decimal"/>
      <w:suff w:val="space"/>
      <w:lvlText w:val="%1.%2.%3.%4.%5"/>
      <w:lvlJc w:val="left"/>
      <w:pPr>
        <w:ind w:left="680" w:hanging="680"/>
      </w:pPr>
      <w:rPr>
        <w:rFonts w:hint="default"/>
        <w:b/>
        <w:i w:val="0"/>
        <w:sz w:val="19"/>
        <w:szCs w:val="19"/>
      </w:rPr>
    </w:lvl>
    <w:lvl w:ilvl="5">
      <w:start w:val="1"/>
      <w:numFmt w:val="decimal"/>
      <w:suff w:val="space"/>
      <w:lvlText w:val="%1.%2.%3.%4.%5.%6"/>
      <w:lvlJc w:val="left"/>
      <w:pPr>
        <w:ind w:left="907" w:hanging="907"/>
      </w:pPr>
      <w:rPr>
        <w:rFonts w:hint="default"/>
        <w:b/>
        <w:i w:val="0"/>
        <w:sz w:val="19"/>
        <w:szCs w:val="19"/>
      </w:rPr>
    </w:lvl>
    <w:lvl w:ilvl="6">
      <w:start w:val="1"/>
      <w:numFmt w:val="decimal"/>
      <w:suff w:val="space"/>
      <w:lvlText w:val="%1.%2.%3.%4.%5.%6.%7"/>
      <w:lvlJc w:val="left"/>
      <w:pPr>
        <w:ind w:left="1021" w:hanging="1021"/>
      </w:pPr>
      <w:rPr>
        <w:rFonts w:hint="default"/>
        <w:b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1134" w:hanging="1134"/>
      </w:pPr>
      <w:rPr>
        <w:rFonts w:hint="default"/>
        <w:b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1304" w:hanging="1304"/>
      </w:pPr>
      <w:rPr>
        <w:rFonts w:hint="default"/>
        <w:b/>
        <w:sz w:val="19"/>
      </w:rPr>
    </w:lvl>
  </w:abstractNum>
  <w:abstractNum w:abstractNumId="13">
    <w:nsid w:val="2300639D"/>
    <w:multiLevelType w:val="hybridMultilevel"/>
    <w:tmpl w:val="9FFC32C6"/>
    <w:lvl w:ilvl="0" w:tplc="38384BA8">
      <w:start w:val="1"/>
      <w:numFmt w:val="decimal"/>
      <w:pStyle w:val="ListNumber4"/>
      <w:lvlText w:val="%1.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1" w:tplc="FAD66E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22AC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4E75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E617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B814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EC23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18C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C46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B61649"/>
    <w:multiLevelType w:val="multilevel"/>
    <w:tmpl w:val="2A48935A"/>
    <w:styleLink w:val="ueberschriftenliste"/>
    <w:lvl w:ilvl="0">
      <w:start w:val="1"/>
      <w:numFmt w:val="decimal"/>
      <w:lvlText w:val="%1"/>
      <w:lvlJc w:val="left"/>
      <w:pPr>
        <w:tabs>
          <w:tab w:val="num" w:pos="495"/>
        </w:tabs>
        <w:ind w:left="319" w:hanging="319"/>
      </w:pPr>
      <w:rPr>
        <w:rFonts w:hint="default"/>
        <w:b/>
        <w:i w:val="0"/>
        <w:sz w:val="30"/>
        <w:szCs w:val="30"/>
      </w:rPr>
    </w:lvl>
    <w:lvl w:ilvl="1">
      <w:start w:val="1"/>
      <w:numFmt w:val="decimal"/>
      <w:lvlText w:val="%1.%2"/>
      <w:lvlJc w:val="left"/>
      <w:pPr>
        <w:tabs>
          <w:tab w:val="num" w:pos="599"/>
        </w:tabs>
        <w:ind w:left="463" w:hanging="463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639"/>
        </w:tabs>
        <w:ind w:left="528" w:hanging="52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01"/>
        </w:tabs>
        <w:ind w:left="691" w:hanging="69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4"/>
        </w:tabs>
        <w:ind w:left="854" w:hanging="854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907" w:hanging="90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021" w:hanging="1021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304" w:hanging="1304"/>
      </w:pPr>
      <w:rPr>
        <w:rFonts w:hint="default"/>
      </w:rPr>
    </w:lvl>
  </w:abstractNum>
  <w:abstractNum w:abstractNumId="15">
    <w:nsid w:val="29B53D9E"/>
    <w:multiLevelType w:val="hybridMultilevel"/>
    <w:tmpl w:val="61A0917C"/>
    <w:lvl w:ilvl="0" w:tplc="E27C31F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72D05"/>
    <w:multiLevelType w:val="hybridMultilevel"/>
    <w:tmpl w:val="89A2866E"/>
    <w:lvl w:ilvl="0" w:tplc="D5D4C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644E68"/>
    <w:multiLevelType w:val="hybridMultilevel"/>
    <w:tmpl w:val="53B84B36"/>
    <w:lvl w:ilvl="0" w:tplc="F4284AFC">
      <w:start w:val="1"/>
      <w:numFmt w:val="bullet"/>
      <w:lvlText w:val="‒"/>
      <w:lvlJc w:val="left"/>
      <w:pPr>
        <w:ind w:left="720" w:hanging="360"/>
      </w:pPr>
      <w:rPr>
        <w:rFonts w:ascii="DG Meta Science" w:hAnsi="DG Meta Scienc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1C7527"/>
    <w:multiLevelType w:val="multilevel"/>
    <w:tmpl w:val="E0BABD8A"/>
    <w:name w:val="1"/>
    <w:numStyleLink w:val="111111"/>
  </w:abstractNum>
  <w:abstractNum w:abstractNumId="19">
    <w:nsid w:val="2F5761C1"/>
    <w:multiLevelType w:val="hybridMultilevel"/>
    <w:tmpl w:val="0B60D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FD6397"/>
    <w:multiLevelType w:val="multilevel"/>
    <w:tmpl w:val="D91CC99E"/>
    <w:lvl w:ilvl="0">
      <w:start w:val="1"/>
      <w:numFmt w:val="decimal"/>
      <w:pStyle w:val="head1"/>
      <w:lvlText w:val="%1"/>
      <w:lvlJc w:val="left"/>
      <w:pPr>
        <w:tabs>
          <w:tab w:val="num" w:pos="495"/>
        </w:tabs>
        <w:ind w:left="319" w:hanging="319"/>
      </w:pPr>
      <w:rPr>
        <w:rFonts w:hint="default"/>
        <w:b/>
        <w:i w:val="0"/>
        <w:sz w:val="30"/>
        <w:szCs w:val="30"/>
      </w:rPr>
    </w:lvl>
    <w:lvl w:ilvl="1">
      <w:start w:val="1"/>
      <w:numFmt w:val="decimal"/>
      <w:pStyle w:val="head2"/>
      <w:lvlText w:val="%1.%2"/>
      <w:lvlJc w:val="left"/>
      <w:pPr>
        <w:tabs>
          <w:tab w:val="num" w:pos="599"/>
        </w:tabs>
        <w:ind w:left="463" w:hanging="463"/>
      </w:pPr>
      <w:rPr>
        <w:rFonts w:hint="default"/>
        <w:sz w:val="24"/>
        <w:szCs w:val="24"/>
      </w:rPr>
    </w:lvl>
    <w:lvl w:ilvl="2">
      <w:start w:val="1"/>
      <w:numFmt w:val="decimal"/>
      <w:pStyle w:val="head3"/>
      <w:lvlText w:val="%1.%2.%3"/>
      <w:lvlJc w:val="left"/>
      <w:pPr>
        <w:tabs>
          <w:tab w:val="num" w:pos="639"/>
        </w:tabs>
        <w:ind w:left="528" w:hanging="528"/>
      </w:pPr>
      <w:rPr>
        <w:rFonts w:hint="default"/>
      </w:rPr>
    </w:lvl>
    <w:lvl w:ilvl="3">
      <w:start w:val="1"/>
      <w:numFmt w:val="decimal"/>
      <w:pStyle w:val="head4"/>
      <w:lvlText w:val="%1.%2.%3.%4"/>
      <w:lvlJc w:val="left"/>
      <w:pPr>
        <w:tabs>
          <w:tab w:val="num" w:pos="801"/>
        </w:tabs>
        <w:ind w:left="691" w:hanging="691"/>
      </w:pPr>
      <w:rPr>
        <w:rFonts w:hint="default"/>
      </w:rPr>
    </w:lvl>
    <w:lvl w:ilvl="4">
      <w:start w:val="1"/>
      <w:numFmt w:val="decimal"/>
      <w:pStyle w:val="head5"/>
      <w:lvlText w:val="%1.%2.%3.%4.%5"/>
      <w:lvlJc w:val="left"/>
      <w:pPr>
        <w:tabs>
          <w:tab w:val="num" w:pos="964"/>
        </w:tabs>
        <w:ind w:left="854" w:hanging="854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907" w:hanging="90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021" w:hanging="1021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304" w:hanging="1304"/>
      </w:pPr>
      <w:rPr>
        <w:rFonts w:hint="default"/>
      </w:rPr>
    </w:lvl>
  </w:abstractNum>
  <w:abstractNum w:abstractNumId="21">
    <w:nsid w:val="33230E35"/>
    <w:multiLevelType w:val="hybridMultilevel"/>
    <w:tmpl w:val="21C2975A"/>
    <w:lvl w:ilvl="0" w:tplc="F4284AFC">
      <w:start w:val="1"/>
      <w:numFmt w:val="bullet"/>
      <w:lvlText w:val="‒"/>
      <w:lvlJc w:val="left"/>
      <w:pPr>
        <w:ind w:left="720" w:hanging="360"/>
      </w:pPr>
      <w:rPr>
        <w:rFonts w:ascii="DG Meta Science" w:hAnsi="DG Meta Scienc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014F68"/>
    <w:multiLevelType w:val="hybridMultilevel"/>
    <w:tmpl w:val="3D3C71CC"/>
    <w:lvl w:ilvl="0" w:tplc="3F98298C">
      <w:start w:val="1"/>
      <w:numFmt w:val="decimal"/>
      <w:pStyle w:val="ListNumber3"/>
      <w:lvlText w:val="%1.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1" w:tplc="3FA059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4618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8C96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76F5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86CD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D407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4657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10CE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8E3E61"/>
    <w:multiLevelType w:val="hybridMultilevel"/>
    <w:tmpl w:val="1A22CED6"/>
    <w:lvl w:ilvl="0" w:tplc="C6B80598">
      <w:start w:val="1"/>
      <w:numFmt w:val="lowerRoman"/>
      <w:lvlText w:val="%1.)"/>
      <w:lvlJc w:val="left"/>
      <w:pPr>
        <w:ind w:left="1275" w:hanging="720"/>
      </w:pPr>
    </w:lvl>
    <w:lvl w:ilvl="1" w:tplc="40090019">
      <w:start w:val="1"/>
      <w:numFmt w:val="lowerLetter"/>
      <w:lvlText w:val="%2."/>
      <w:lvlJc w:val="left"/>
      <w:pPr>
        <w:ind w:left="1635" w:hanging="360"/>
      </w:pPr>
    </w:lvl>
    <w:lvl w:ilvl="2" w:tplc="4009001B">
      <w:start w:val="1"/>
      <w:numFmt w:val="lowerRoman"/>
      <w:lvlText w:val="%3."/>
      <w:lvlJc w:val="right"/>
      <w:pPr>
        <w:ind w:left="2355" w:hanging="180"/>
      </w:pPr>
    </w:lvl>
    <w:lvl w:ilvl="3" w:tplc="4009000F">
      <w:start w:val="1"/>
      <w:numFmt w:val="decimal"/>
      <w:lvlText w:val="%4."/>
      <w:lvlJc w:val="left"/>
      <w:pPr>
        <w:ind w:left="3075" w:hanging="360"/>
      </w:pPr>
    </w:lvl>
    <w:lvl w:ilvl="4" w:tplc="40090019">
      <w:start w:val="1"/>
      <w:numFmt w:val="lowerLetter"/>
      <w:lvlText w:val="%5."/>
      <w:lvlJc w:val="left"/>
      <w:pPr>
        <w:ind w:left="3795" w:hanging="360"/>
      </w:pPr>
    </w:lvl>
    <w:lvl w:ilvl="5" w:tplc="4009001B">
      <w:start w:val="1"/>
      <w:numFmt w:val="lowerRoman"/>
      <w:lvlText w:val="%6."/>
      <w:lvlJc w:val="right"/>
      <w:pPr>
        <w:ind w:left="4515" w:hanging="180"/>
      </w:pPr>
    </w:lvl>
    <w:lvl w:ilvl="6" w:tplc="4009000F">
      <w:start w:val="1"/>
      <w:numFmt w:val="decimal"/>
      <w:lvlText w:val="%7."/>
      <w:lvlJc w:val="left"/>
      <w:pPr>
        <w:ind w:left="5235" w:hanging="360"/>
      </w:pPr>
    </w:lvl>
    <w:lvl w:ilvl="7" w:tplc="40090019">
      <w:start w:val="1"/>
      <w:numFmt w:val="lowerLetter"/>
      <w:lvlText w:val="%8."/>
      <w:lvlJc w:val="left"/>
      <w:pPr>
        <w:ind w:left="5955" w:hanging="360"/>
      </w:pPr>
    </w:lvl>
    <w:lvl w:ilvl="8" w:tplc="4009001B">
      <w:start w:val="1"/>
      <w:numFmt w:val="lowerRoman"/>
      <w:lvlText w:val="%9."/>
      <w:lvlJc w:val="right"/>
      <w:pPr>
        <w:ind w:left="6675" w:hanging="180"/>
      </w:pPr>
    </w:lvl>
  </w:abstractNum>
  <w:abstractNum w:abstractNumId="24">
    <w:nsid w:val="3AFB63DA"/>
    <w:multiLevelType w:val="hybridMultilevel"/>
    <w:tmpl w:val="CC043E26"/>
    <w:lvl w:ilvl="0" w:tplc="F4284AFC">
      <w:start w:val="1"/>
      <w:numFmt w:val="bullet"/>
      <w:lvlText w:val="‒"/>
      <w:lvlJc w:val="left"/>
      <w:pPr>
        <w:ind w:left="987" w:hanging="360"/>
      </w:pPr>
      <w:rPr>
        <w:rFonts w:ascii="DG Meta Science" w:hAnsi="DG Meta Science" w:hint="default"/>
      </w:rPr>
    </w:lvl>
    <w:lvl w:ilvl="1" w:tplc="0407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5">
    <w:nsid w:val="3CBA5EFA"/>
    <w:multiLevelType w:val="hybridMultilevel"/>
    <w:tmpl w:val="EBB8ADD6"/>
    <w:lvl w:ilvl="0" w:tplc="A6C42A9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366316"/>
    <w:multiLevelType w:val="hybridMultilevel"/>
    <w:tmpl w:val="41AE024A"/>
    <w:lvl w:ilvl="0" w:tplc="0FC44E40">
      <w:start w:val="1"/>
      <w:numFmt w:val="bullet"/>
      <w:pStyle w:val="tablesymbollist"/>
      <w:lvlText w:val="–"/>
      <w:lvlJc w:val="left"/>
      <w:pPr>
        <w:tabs>
          <w:tab w:val="num" w:pos="170"/>
        </w:tabs>
        <w:ind w:left="170" w:hanging="170"/>
      </w:pPr>
      <w:rPr>
        <w:rFonts w:ascii="DG Meta Science" w:hAnsi="DG Meta Science" w:hint="default"/>
      </w:rPr>
    </w:lvl>
    <w:lvl w:ilvl="1" w:tplc="5BBA7B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BDA32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DEF5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64F5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3389B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06D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2D3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7F264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EED4ED1"/>
    <w:multiLevelType w:val="hybridMultilevel"/>
    <w:tmpl w:val="F8604494"/>
    <w:lvl w:ilvl="0" w:tplc="5770CF72">
      <w:start w:val="1"/>
      <w:numFmt w:val="bullet"/>
      <w:pStyle w:val="symbollis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C3D2D5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A38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62C9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4F1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EC3D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285D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096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A8B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B81EF3"/>
    <w:multiLevelType w:val="multilevel"/>
    <w:tmpl w:val="E0BABD8A"/>
    <w:styleLink w:val="111111"/>
    <w:lvl w:ilvl="0">
      <w:start w:val="1"/>
      <w:numFmt w:val="decimal"/>
      <w:suff w:val="space"/>
      <w:lvlText w:val="%1"/>
      <w:lvlJc w:val="left"/>
      <w:pPr>
        <w:ind w:left="227" w:hanging="227"/>
      </w:pPr>
      <w:rPr>
        <w:rFonts w:hint="default"/>
        <w:b/>
        <w:i w:val="0"/>
        <w:sz w:val="30"/>
        <w:szCs w:val="30"/>
      </w:rPr>
    </w:lvl>
    <w:lvl w:ilvl="1">
      <w:start w:val="1"/>
      <w:numFmt w:val="decimal"/>
      <w:suff w:val="space"/>
      <w:lvlText w:val="%1.%2"/>
      <w:lvlJc w:val="left"/>
      <w:pPr>
        <w:ind w:left="340" w:hanging="34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397" w:hanging="397"/>
      </w:pPr>
      <w:rPr>
        <w:rFonts w:hint="default"/>
        <w:b/>
        <w:i w:val="0"/>
        <w:sz w:val="19"/>
        <w:szCs w:val="19"/>
      </w:rPr>
    </w:lvl>
    <w:lvl w:ilvl="3">
      <w:start w:val="1"/>
      <w:numFmt w:val="decimal"/>
      <w:suff w:val="space"/>
      <w:lvlText w:val="%1.%2.%3.%4"/>
      <w:lvlJc w:val="left"/>
      <w:pPr>
        <w:ind w:left="539" w:hanging="539"/>
      </w:pPr>
      <w:rPr>
        <w:rFonts w:hint="default"/>
        <w:b/>
        <w:i w:val="0"/>
        <w:sz w:val="19"/>
        <w:szCs w:val="19"/>
      </w:rPr>
    </w:lvl>
    <w:lvl w:ilvl="4">
      <w:start w:val="1"/>
      <w:numFmt w:val="decimal"/>
      <w:suff w:val="space"/>
      <w:lvlText w:val="%1.%2.%3.%4.%5"/>
      <w:lvlJc w:val="left"/>
      <w:pPr>
        <w:ind w:left="680" w:hanging="680"/>
      </w:pPr>
      <w:rPr>
        <w:rFonts w:hint="default"/>
        <w:b/>
        <w:i w:val="0"/>
        <w:sz w:val="19"/>
        <w:szCs w:val="19"/>
      </w:rPr>
    </w:lvl>
    <w:lvl w:ilvl="5">
      <w:start w:val="1"/>
      <w:numFmt w:val="decimal"/>
      <w:suff w:val="space"/>
      <w:lvlText w:val="%1.%2.%3.%4.%5.%6"/>
      <w:lvlJc w:val="left"/>
      <w:pPr>
        <w:ind w:left="907" w:hanging="907"/>
      </w:pPr>
      <w:rPr>
        <w:rFonts w:hint="default"/>
        <w:b/>
        <w:i w:val="0"/>
        <w:sz w:val="19"/>
        <w:szCs w:val="19"/>
      </w:rPr>
    </w:lvl>
    <w:lvl w:ilvl="6">
      <w:start w:val="1"/>
      <w:numFmt w:val="decimal"/>
      <w:suff w:val="space"/>
      <w:lvlText w:val="%1.%2.%3.%4.%5.%6.%7"/>
      <w:lvlJc w:val="left"/>
      <w:pPr>
        <w:ind w:left="1021" w:hanging="1021"/>
      </w:pPr>
      <w:rPr>
        <w:rFonts w:hint="default"/>
        <w:b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1134" w:hanging="1134"/>
      </w:pPr>
      <w:rPr>
        <w:rFonts w:hint="default"/>
        <w:b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1304" w:hanging="1304"/>
      </w:pPr>
      <w:rPr>
        <w:rFonts w:hint="default"/>
        <w:b/>
        <w:sz w:val="19"/>
      </w:rPr>
    </w:lvl>
  </w:abstractNum>
  <w:abstractNum w:abstractNumId="29">
    <w:nsid w:val="41CE311B"/>
    <w:multiLevelType w:val="hybridMultilevel"/>
    <w:tmpl w:val="0D10862E"/>
    <w:lvl w:ilvl="0" w:tplc="D5D4C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1E3CC4"/>
    <w:multiLevelType w:val="hybridMultilevel"/>
    <w:tmpl w:val="FC90BB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EA6331"/>
    <w:multiLevelType w:val="hybridMultilevel"/>
    <w:tmpl w:val="E2149EBE"/>
    <w:lvl w:ilvl="0" w:tplc="40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2">
    <w:nsid w:val="4DA44939"/>
    <w:multiLevelType w:val="hybridMultilevel"/>
    <w:tmpl w:val="73CCF878"/>
    <w:lvl w:ilvl="0" w:tplc="3D8EC3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334A48"/>
    <w:multiLevelType w:val="hybridMultilevel"/>
    <w:tmpl w:val="022CA53C"/>
    <w:lvl w:ilvl="0" w:tplc="5508ACEE">
      <w:start w:val="1"/>
      <w:numFmt w:val="decimal"/>
      <w:lvlText w:val="1.1.1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7D504F"/>
    <w:multiLevelType w:val="hybridMultilevel"/>
    <w:tmpl w:val="8266FB1A"/>
    <w:lvl w:ilvl="0" w:tplc="9626AD34">
      <w:start w:val="1"/>
      <w:numFmt w:val="decimal"/>
      <w:pStyle w:val="numlist"/>
      <w:lvlText w:val="%1."/>
      <w:lvlJc w:val="left"/>
      <w:pPr>
        <w:ind w:left="720" w:hanging="360"/>
      </w:pPr>
    </w:lvl>
    <w:lvl w:ilvl="1" w:tplc="330CD082">
      <w:start w:val="1"/>
      <w:numFmt w:val="lowerLetter"/>
      <w:lvlText w:val="%2."/>
      <w:lvlJc w:val="left"/>
      <w:pPr>
        <w:ind w:left="1440" w:hanging="360"/>
      </w:pPr>
    </w:lvl>
    <w:lvl w:ilvl="2" w:tplc="C908AFE2">
      <w:start w:val="1"/>
      <w:numFmt w:val="lowerRoman"/>
      <w:lvlText w:val="%3."/>
      <w:lvlJc w:val="right"/>
      <w:pPr>
        <w:ind w:left="2160" w:hanging="180"/>
      </w:pPr>
    </w:lvl>
    <w:lvl w:ilvl="3" w:tplc="DE3ADC60">
      <w:start w:val="1"/>
      <w:numFmt w:val="decimal"/>
      <w:lvlText w:val="%4."/>
      <w:lvlJc w:val="left"/>
      <w:pPr>
        <w:ind w:left="2880" w:hanging="360"/>
      </w:pPr>
    </w:lvl>
    <w:lvl w:ilvl="4" w:tplc="F9A865E2">
      <w:start w:val="1"/>
      <w:numFmt w:val="lowerLetter"/>
      <w:lvlText w:val="%5."/>
      <w:lvlJc w:val="left"/>
      <w:pPr>
        <w:ind w:left="3600" w:hanging="360"/>
      </w:pPr>
    </w:lvl>
    <w:lvl w:ilvl="5" w:tplc="200E445E">
      <w:start w:val="1"/>
      <w:numFmt w:val="lowerRoman"/>
      <w:lvlText w:val="%6."/>
      <w:lvlJc w:val="right"/>
      <w:pPr>
        <w:ind w:left="4320" w:hanging="180"/>
      </w:pPr>
    </w:lvl>
    <w:lvl w:ilvl="6" w:tplc="2E105FBE">
      <w:start w:val="1"/>
      <w:numFmt w:val="decimal"/>
      <w:lvlText w:val="%7."/>
      <w:lvlJc w:val="left"/>
      <w:pPr>
        <w:ind w:left="5040" w:hanging="360"/>
      </w:pPr>
    </w:lvl>
    <w:lvl w:ilvl="7" w:tplc="9704071C">
      <w:start w:val="1"/>
      <w:numFmt w:val="lowerLetter"/>
      <w:lvlText w:val="%8."/>
      <w:lvlJc w:val="left"/>
      <w:pPr>
        <w:ind w:left="5760" w:hanging="360"/>
      </w:pPr>
    </w:lvl>
    <w:lvl w:ilvl="8" w:tplc="42145D4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CA544A"/>
    <w:multiLevelType w:val="singleLevel"/>
    <w:tmpl w:val="0D3C1AB2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  <w:b w:val="0"/>
        <w:i w:val="0"/>
        <w:snapToGrid/>
        <w:color w:val="auto"/>
        <w:spacing w:val="0"/>
        <w:w w:val="100"/>
        <w:kern w:val="0"/>
        <w:position w:val="0"/>
        <w:sz w:val="18"/>
        <w:szCs w:val="18"/>
        <w:u w:val="none"/>
        <w:effect w:val="none"/>
        <w:em w:val="none"/>
      </w:rPr>
    </w:lvl>
  </w:abstractNum>
  <w:abstractNum w:abstractNumId="36">
    <w:nsid w:val="550D2655"/>
    <w:multiLevelType w:val="hybridMultilevel"/>
    <w:tmpl w:val="724C5834"/>
    <w:lvl w:ilvl="0" w:tplc="E8F6DD7A">
      <w:start w:val="1"/>
      <w:numFmt w:val="decimal"/>
      <w:pStyle w:val="ListNumber5"/>
      <w:lvlText w:val="%1.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1" w:tplc="18EC67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8678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1A29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62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6A7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3CC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B093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44E6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66D607F"/>
    <w:multiLevelType w:val="hybridMultilevel"/>
    <w:tmpl w:val="7108B266"/>
    <w:lvl w:ilvl="0" w:tplc="F4284AFC">
      <w:start w:val="1"/>
      <w:numFmt w:val="bullet"/>
      <w:lvlText w:val="‒"/>
      <w:lvlJc w:val="left"/>
      <w:pPr>
        <w:ind w:left="720" w:hanging="360"/>
      </w:pPr>
      <w:rPr>
        <w:rFonts w:ascii="DG Meta Science" w:hAnsi="DG Meta Scienc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24495B"/>
    <w:multiLevelType w:val="hybridMultilevel"/>
    <w:tmpl w:val="E9EC943A"/>
    <w:lvl w:ilvl="0" w:tplc="3A228FD4">
      <w:start w:val="1"/>
      <w:numFmt w:val="decimal"/>
      <w:pStyle w:val="ListNumber2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73023E7"/>
    <w:multiLevelType w:val="hybridMultilevel"/>
    <w:tmpl w:val="14E6426E"/>
    <w:lvl w:ilvl="0" w:tplc="5508ACEE">
      <w:start w:val="1"/>
      <w:numFmt w:val="decimal"/>
      <w:lvlText w:val="1.1.1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92366F4"/>
    <w:multiLevelType w:val="hybridMultilevel"/>
    <w:tmpl w:val="F3BE6046"/>
    <w:lvl w:ilvl="0" w:tplc="D5D4C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BE4F69"/>
    <w:multiLevelType w:val="hybridMultilevel"/>
    <w:tmpl w:val="7488E62A"/>
    <w:lvl w:ilvl="0" w:tplc="87F8AC84">
      <w:numFmt w:val="decimal"/>
      <w:lvlText w:val="1.1.1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811C70"/>
    <w:multiLevelType w:val="multilevel"/>
    <w:tmpl w:val="66148CE0"/>
    <w:lvl w:ilvl="0">
      <w:start w:val="1"/>
      <w:numFmt w:val="upperRoman"/>
      <w:pStyle w:val="Part"/>
      <w:lvlText w:val="%1"/>
      <w:lvlJc w:val="left"/>
      <w:pPr>
        <w:tabs>
          <w:tab w:val="num" w:pos="0"/>
        </w:tabs>
        <w:ind w:left="709" w:hanging="709"/>
      </w:pPr>
      <w:rPr>
        <w:rFonts w:hint="default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16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7"/>
        </w:tabs>
        <w:ind w:left="-567" w:firstLine="0"/>
      </w:pPr>
      <w:rPr>
        <w:rFonts w:hint="default"/>
      </w:rPr>
    </w:lvl>
  </w:abstractNum>
  <w:abstractNum w:abstractNumId="43">
    <w:nsid w:val="6F334BC8"/>
    <w:multiLevelType w:val="hybridMultilevel"/>
    <w:tmpl w:val="D6028758"/>
    <w:lvl w:ilvl="0" w:tplc="D5D4CD4E">
      <w:numFmt w:val="bullet"/>
      <w:lvlText w:val="-"/>
      <w:lvlJc w:val="left"/>
      <w:pPr>
        <w:ind w:left="1275" w:hanging="720"/>
      </w:pPr>
      <w:rPr>
        <w:rFonts w:ascii="Times New Roman" w:eastAsia="Times New Roman" w:hAnsi="Times New Roman" w:cs="Times New Roman" w:hint="default"/>
      </w:rPr>
    </w:lvl>
    <w:lvl w:ilvl="1" w:tplc="40090019">
      <w:start w:val="1"/>
      <w:numFmt w:val="lowerLetter"/>
      <w:lvlText w:val="%2."/>
      <w:lvlJc w:val="left"/>
      <w:pPr>
        <w:ind w:left="1635" w:hanging="360"/>
      </w:pPr>
    </w:lvl>
    <w:lvl w:ilvl="2" w:tplc="4009001B">
      <w:start w:val="1"/>
      <w:numFmt w:val="lowerRoman"/>
      <w:lvlText w:val="%3."/>
      <w:lvlJc w:val="right"/>
      <w:pPr>
        <w:ind w:left="2355" w:hanging="180"/>
      </w:pPr>
    </w:lvl>
    <w:lvl w:ilvl="3" w:tplc="4009000F">
      <w:start w:val="1"/>
      <w:numFmt w:val="decimal"/>
      <w:lvlText w:val="%4."/>
      <w:lvlJc w:val="left"/>
      <w:pPr>
        <w:ind w:left="3075" w:hanging="360"/>
      </w:pPr>
    </w:lvl>
    <w:lvl w:ilvl="4" w:tplc="40090019">
      <w:start w:val="1"/>
      <w:numFmt w:val="lowerLetter"/>
      <w:lvlText w:val="%5."/>
      <w:lvlJc w:val="left"/>
      <w:pPr>
        <w:ind w:left="3795" w:hanging="360"/>
      </w:pPr>
    </w:lvl>
    <w:lvl w:ilvl="5" w:tplc="4009001B">
      <w:start w:val="1"/>
      <w:numFmt w:val="lowerRoman"/>
      <w:lvlText w:val="%6."/>
      <w:lvlJc w:val="right"/>
      <w:pPr>
        <w:ind w:left="4515" w:hanging="180"/>
      </w:pPr>
    </w:lvl>
    <w:lvl w:ilvl="6" w:tplc="4009000F">
      <w:start w:val="1"/>
      <w:numFmt w:val="decimal"/>
      <w:lvlText w:val="%7."/>
      <w:lvlJc w:val="left"/>
      <w:pPr>
        <w:ind w:left="5235" w:hanging="360"/>
      </w:pPr>
    </w:lvl>
    <w:lvl w:ilvl="7" w:tplc="40090019">
      <w:start w:val="1"/>
      <w:numFmt w:val="lowerLetter"/>
      <w:lvlText w:val="%8."/>
      <w:lvlJc w:val="left"/>
      <w:pPr>
        <w:ind w:left="5955" w:hanging="360"/>
      </w:pPr>
    </w:lvl>
    <w:lvl w:ilvl="8" w:tplc="4009001B">
      <w:start w:val="1"/>
      <w:numFmt w:val="lowerRoman"/>
      <w:lvlText w:val="%9."/>
      <w:lvlJc w:val="right"/>
      <w:pPr>
        <w:ind w:left="6675" w:hanging="180"/>
      </w:pPr>
    </w:lvl>
  </w:abstractNum>
  <w:abstractNum w:abstractNumId="44">
    <w:nsid w:val="72CF4426"/>
    <w:multiLevelType w:val="hybridMultilevel"/>
    <w:tmpl w:val="69E4BB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1164D1"/>
    <w:multiLevelType w:val="hybridMultilevel"/>
    <w:tmpl w:val="F7B8EA74"/>
    <w:lvl w:ilvl="0" w:tplc="D5D4CD4E"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1" w:tplc="40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6">
    <w:nsid w:val="7A88082C"/>
    <w:multiLevelType w:val="multilevel"/>
    <w:tmpl w:val="43801040"/>
    <w:styleLink w:val="1ai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3062"/>
        </w:tabs>
        <w:ind w:left="3062" w:hanging="340"/>
      </w:pPr>
      <w:rPr>
        <w:rFonts w:hint="default"/>
      </w:rPr>
    </w:lvl>
  </w:abstractNum>
  <w:abstractNum w:abstractNumId="47">
    <w:nsid w:val="7B0F33DB"/>
    <w:multiLevelType w:val="hybridMultilevel"/>
    <w:tmpl w:val="30348E0C"/>
    <w:lvl w:ilvl="0" w:tplc="973ED52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692987"/>
    <w:multiLevelType w:val="hybridMultilevel"/>
    <w:tmpl w:val="98965824"/>
    <w:lvl w:ilvl="0" w:tplc="F4284AFC">
      <w:start w:val="1"/>
      <w:numFmt w:val="bullet"/>
      <w:lvlText w:val="‒"/>
      <w:lvlJc w:val="left"/>
      <w:pPr>
        <w:ind w:left="720" w:hanging="360"/>
      </w:pPr>
      <w:rPr>
        <w:rFonts w:ascii="DG Meta Science" w:hAnsi="DG Meta Scienc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6"/>
  </w:num>
  <w:num w:numId="3">
    <w:abstractNumId w:val="12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7"/>
  </w:num>
  <w:num w:numId="10">
    <w:abstractNumId w:val="10"/>
  </w:num>
  <w:num w:numId="11">
    <w:abstractNumId w:val="9"/>
  </w:num>
  <w:num w:numId="12">
    <w:abstractNumId w:val="38"/>
  </w:num>
  <w:num w:numId="13">
    <w:abstractNumId w:val="22"/>
  </w:num>
  <w:num w:numId="14">
    <w:abstractNumId w:val="13"/>
  </w:num>
  <w:num w:numId="15">
    <w:abstractNumId w:val="36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4"/>
  </w:num>
  <w:num w:numId="19">
    <w:abstractNumId w:val="26"/>
  </w:num>
  <w:num w:numId="20">
    <w:abstractNumId w:val="6"/>
  </w:num>
  <w:num w:numId="21">
    <w:abstractNumId w:val="42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6"/>
  </w:num>
  <w:num w:numId="25">
    <w:abstractNumId w:val="29"/>
  </w:num>
  <w:num w:numId="26">
    <w:abstractNumId w:val="40"/>
  </w:num>
  <w:num w:numId="27">
    <w:abstractNumId w:val="5"/>
  </w:num>
  <w:num w:numId="28">
    <w:abstractNumId w:val="25"/>
  </w:num>
  <w:num w:numId="29">
    <w:abstractNumId w:val="19"/>
  </w:num>
  <w:num w:numId="30">
    <w:abstractNumId w:val="44"/>
  </w:num>
  <w:num w:numId="31">
    <w:abstractNumId w:val="30"/>
  </w:num>
  <w:num w:numId="32">
    <w:abstractNumId w:val="15"/>
  </w:num>
  <w:num w:numId="33">
    <w:abstractNumId w:val="23"/>
  </w:num>
  <w:num w:numId="34">
    <w:abstractNumId w:val="43"/>
  </w:num>
  <w:num w:numId="35">
    <w:abstractNumId w:val="45"/>
  </w:num>
  <w:num w:numId="36">
    <w:abstractNumId w:val="11"/>
  </w:num>
  <w:num w:numId="37">
    <w:abstractNumId w:val="24"/>
  </w:num>
  <w:num w:numId="38">
    <w:abstractNumId w:val="8"/>
  </w:num>
  <w:num w:numId="39">
    <w:abstractNumId w:val="17"/>
  </w:num>
  <w:num w:numId="40">
    <w:abstractNumId w:val="37"/>
  </w:num>
  <w:num w:numId="41">
    <w:abstractNumId w:val="48"/>
  </w:num>
  <w:num w:numId="42">
    <w:abstractNumId w:val="21"/>
  </w:num>
  <w:num w:numId="43">
    <w:abstractNumId w:val="32"/>
  </w:num>
  <w:num w:numId="44">
    <w:abstractNumId w:val="33"/>
  </w:num>
  <w:num w:numId="45">
    <w:abstractNumId w:val="39"/>
  </w:num>
  <w:num w:numId="46">
    <w:abstractNumId w:val="41"/>
  </w:num>
  <w:num w:numId="47">
    <w:abstractNumId w:val="7"/>
  </w:num>
  <w:num w:numId="48">
    <w:abstractNumId w:val="35"/>
  </w:num>
  <w:num w:numId="49">
    <w:abstractNumId w:val="4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bordersDoNotSurroundHeader/>
  <w:bordersDoNotSurroundFooter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57"/>
  <w:autoHyphenation/>
  <w:consecutiveHyphenLimit w:val="3"/>
  <w:hyphenationZone w:val="420"/>
  <w:evenAndOddHeaders/>
  <w:drawingGridHorizontalSpacing w:val="95"/>
  <w:drawingGridVertic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-TeX_deGruyter_Version" w:val="Le-TeX_deGruyter_Template_01_002_10"/>
    <w:docVar w:name="ltx_book_type" w:val="Mono"/>
    <w:docVar w:name="ltx_document_format" w:val="1"/>
    <w:docVar w:name="ltx_document_type" w:val="CHAP_1"/>
    <w:docVar w:name="ltx_language" w:val="1031"/>
    <w:docVar w:name="ltx_language_dialog" w:val="0"/>
  </w:docVars>
  <w:rsids>
    <w:rsidRoot w:val="00380065"/>
    <w:rsid w:val="00000668"/>
    <w:rsid w:val="00000AEE"/>
    <w:rsid w:val="00003DFA"/>
    <w:rsid w:val="00005800"/>
    <w:rsid w:val="000117B0"/>
    <w:rsid w:val="00016755"/>
    <w:rsid w:val="000204E6"/>
    <w:rsid w:val="000247E1"/>
    <w:rsid w:val="00025F57"/>
    <w:rsid w:val="0002795E"/>
    <w:rsid w:val="00030942"/>
    <w:rsid w:val="000310B8"/>
    <w:rsid w:val="000310EA"/>
    <w:rsid w:val="00032CC0"/>
    <w:rsid w:val="00033609"/>
    <w:rsid w:val="00034CB9"/>
    <w:rsid w:val="00036214"/>
    <w:rsid w:val="000379FD"/>
    <w:rsid w:val="0004098C"/>
    <w:rsid w:val="0004373C"/>
    <w:rsid w:val="0004400A"/>
    <w:rsid w:val="00044B8B"/>
    <w:rsid w:val="00045035"/>
    <w:rsid w:val="00047BED"/>
    <w:rsid w:val="00051158"/>
    <w:rsid w:val="00052114"/>
    <w:rsid w:val="0005214C"/>
    <w:rsid w:val="000546F3"/>
    <w:rsid w:val="000560DE"/>
    <w:rsid w:val="00061F54"/>
    <w:rsid w:val="00064170"/>
    <w:rsid w:val="000651FE"/>
    <w:rsid w:val="000657AB"/>
    <w:rsid w:val="00067313"/>
    <w:rsid w:val="00074093"/>
    <w:rsid w:val="0007657E"/>
    <w:rsid w:val="00076624"/>
    <w:rsid w:val="00076716"/>
    <w:rsid w:val="00080E6A"/>
    <w:rsid w:val="000817FF"/>
    <w:rsid w:val="00086421"/>
    <w:rsid w:val="00091A55"/>
    <w:rsid w:val="0009446E"/>
    <w:rsid w:val="000952D5"/>
    <w:rsid w:val="00097021"/>
    <w:rsid w:val="00097F77"/>
    <w:rsid w:val="000A038F"/>
    <w:rsid w:val="000A11DA"/>
    <w:rsid w:val="000A3045"/>
    <w:rsid w:val="000A30A9"/>
    <w:rsid w:val="000A4FDF"/>
    <w:rsid w:val="000A570F"/>
    <w:rsid w:val="000A6ECD"/>
    <w:rsid w:val="000B1117"/>
    <w:rsid w:val="000B1617"/>
    <w:rsid w:val="000B476B"/>
    <w:rsid w:val="000B547B"/>
    <w:rsid w:val="000C16B4"/>
    <w:rsid w:val="000C235F"/>
    <w:rsid w:val="000C42E8"/>
    <w:rsid w:val="000C531B"/>
    <w:rsid w:val="000C61A7"/>
    <w:rsid w:val="000C6F45"/>
    <w:rsid w:val="000C73CE"/>
    <w:rsid w:val="000D116A"/>
    <w:rsid w:val="000D2752"/>
    <w:rsid w:val="000E0232"/>
    <w:rsid w:val="000E2133"/>
    <w:rsid w:val="000E2814"/>
    <w:rsid w:val="000E51CC"/>
    <w:rsid w:val="000E6014"/>
    <w:rsid w:val="000F520C"/>
    <w:rsid w:val="000F7DB3"/>
    <w:rsid w:val="00100436"/>
    <w:rsid w:val="00102155"/>
    <w:rsid w:val="001021C3"/>
    <w:rsid w:val="00102514"/>
    <w:rsid w:val="00102773"/>
    <w:rsid w:val="0010519E"/>
    <w:rsid w:val="00106685"/>
    <w:rsid w:val="00106FB4"/>
    <w:rsid w:val="00107D22"/>
    <w:rsid w:val="00110BDC"/>
    <w:rsid w:val="001117E7"/>
    <w:rsid w:val="00112A83"/>
    <w:rsid w:val="00117422"/>
    <w:rsid w:val="001207ED"/>
    <w:rsid w:val="00121B9D"/>
    <w:rsid w:val="00121DC0"/>
    <w:rsid w:val="001224CB"/>
    <w:rsid w:val="00122AE1"/>
    <w:rsid w:val="00127F04"/>
    <w:rsid w:val="0013756D"/>
    <w:rsid w:val="00140EDE"/>
    <w:rsid w:val="0014193F"/>
    <w:rsid w:val="001428AD"/>
    <w:rsid w:val="00143140"/>
    <w:rsid w:val="0014491F"/>
    <w:rsid w:val="00151477"/>
    <w:rsid w:val="0015298C"/>
    <w:rsid w:val="001534F6"/>
    <w:rsid w:val="0015542C"/>
    <w:rsid w:val="00155D36"/>
    <w:rsid w:val="00156168"/>
    <w:rsid w:val="00156A14"/>
    <w:rsid w:val="001607D2"/>
    <w:rsid w:val="001617EC"/>
    <w:rsid w:val="0016564D"/>
    <w:rsid w:val="00165B6A"/>
    <w:rsid w:val="0017092D"/>
    <w:rsid w:val="00170C9E"/>
    <w:rsid w:val="0017426F"/>
    <w:rsid w:val="001772F1"/>
    <w:rsid w:val="001824A2"/>
    <w:rsid w:val="001839E7"/>
    <w:rsid w:val="00183E6A"/>
    <w:rsid w:val="00185CB7"/>
    <w:rsid w:val="001864DB"/>
    <w:rsid w:val="00187417"/>
    <w:rsid w:val="0018747B"/>
    <w:rsid w:val="00187821"/>
    <w:rsid w:val="00190AA4"/>
    <w:rsid w:val="00191AF7"/>
    <w:rsid w:val="00193CB0"/>
    <w:rsid w:val="00195BB4"/>
    <w:rsid w:val="00196307"/>
    <w:rsid w:val="00197436"/>
    <w:rsid w:val="001A43A8"/>
    <w:rsid w:val="001A7D79"/>
    <w:rsid w:val="001B3153"/>
    <w:rsid w:val="001C0E5A"/>
    <w:rsid w:val="001C123B"/>
    <w:rsid w:val="001C1446"/>
    <w:rsid w:val="001C1A77"/>
    <w:rsid w:val="001C23A6"/>
    <w:rsid w:val="001C2909"/>
    <w:rsid w:val="001C3E5D"/>
    <w:rsid w:val="001C7200"/>
    <w:rsid w:val="001D02ED"/>
    <w:rsid w:val="001D4D1E"/>
    <w:rsid w:val="001D63FE"/>
    <w:rsid w:val="001D6C8A"/>
    <w:rsid w:val="001E09BA"/>
    <w:rsid w:val="001E0AF4"/>
    <w:rsid w:val="001E1EC3"/>
    <w:rsid w:val="001E2C72"/>
    <w:rsid w:val="001E3721"/>
    <w:rsid w:val="001E487A"/>
    <w:rsid w:val="001E6337"/>
    <w:rsid w:val="001F1533"/>
    <w:rsid w:val="001F2AAA"/>
    <w:rsid w:val="001F2C66"/>
    <w:rsid w:val="001F499D"/>
    <w:rsid w:val="001F5D54"/>
    <w:rsid w:val="001F6C16"/>
    <w:rsid w:val="002027FF"/>
    <w:rsid w:val="00207986"/>
    <w:rsid w:val="00212429"/>
    <w:rsid w:val="00212544"/>
    <w:rsid w:val="002136E5"/>
    <w:rsid w:val="0021377B"/>
    <w:rsid w:val="002148CF"/>
    <w:rsid w:val="00215C92"/>
    <w:rsid w:val="00220F5A"/>
    <w:rsid w:val="002221BC"/>
    <w:rsid w:val="002232BB"/>
    <w:rsid w:val="00223425"/>
    <w:rsid w:val="002255B5"/>
    <w:rsid w:val="00225D2C"/>
    <w:rsid w:val="0022796C"/>
    <w:rsid w:val="002323DF"/>
    <w:rsid w:val="00232AAD"/>
    <w:rsid w:val="00233109"/>
    <w:rsid w:val="002348D0"/>
    <w:rsid w:val="00237E20"/>
    <w:rsid w:val="0024202D"/>
    <w:rsid w:val="002422A9"/>
    <w:rsid w:val="002422D7"/>
    <w:rsid w:val="002449C1"/>
    <w:rsid w:val="002535B3"/>
    <w:rsid w:val="00253D1A"/>
    <w:rsid w:val="00255AAB"/>
    <w:rsid w:val="0025665D"/>
    <w:rsid w:val="00260697"/>
    <w:rsid w:val="002609DA"/>
    <w:rsid w:val="0026246A"/>
    <w:rsid w:val="0026254A"/>
    <w:rsid w:val="00264622"/>
    <w:rsid w:val="00264DDC"/>
    <w:rsid w:val="00270293"/>
    <w:rsid w:val="00275312"/>
    <w:rsid w:val="00275921"/>
    <w:rsid w:val="0028185C"/>
    <w:rsid w:val="00281A57"/>
    <w:rsid w:val="00286C51"/>
    <w:rsid w:val="00286D62"/>
    <w:rsid w:val="002870B4"/>
    <w:rsid w:val="00287F15"/>
    <w:rsid w:val="00291F3F"/>
    <w:rsid w:val="0029246F"/>
    <w:rsid w:val="002929F8"/>
    <w:rsid w:val="00292AF6"/>
    <w:rsid w:val="00293155"/>
    <w:rsid w:val="00294F6C"/>
    <w:rsid w:val="002966F6"/>
    <w:rsid w:val="002974AD"/>
    <w:rsid w:val="002A1041"/>
    <w:rsid w:val="002A19C6"/>
    <w:rsid w:val="002A35A7"/>
    <w:rsid w:val="002A6719"/>
    <w:rsid w:val="002B107B"/>
    <w:rsid w:val="002B1463"/>
    <w:rsid w:val="002B272A"/>
    <w:rsid w:val="002B4F55"/>
    <w:rsid w:val="002B7FD8"/>
    <w:rsid w:val="002C4094"/>
    <w:rsid w:val="002C6211"/>
    <w:rsid w:val="002C6FD0"/>
    <w:rsid w:val="002C7876"/>
    <w:rsid w:val="002C7CCE"/>
    <w:rsid w:val="002D0472"/>
    <w:rsid w:val="002D084F"/>
    <w:rsid w:val="002D259B"/>
    <w:rsid w:val="002D34C0"/>
    <w:rsid w:val="002D3D2A"/>
    <w:rsid w:val="002D48E0"/>
    <w:rsid w:val="002E0136"/>
    <w:rsid w:val="002E0EB2"/>
    <w:rsid w:val="002E11BF"/>
    <w:rsid w:val="002E27BE"/>
    <w:rsid w:val="002E28FA"/>
    <w:rsid w:val="002E3C89"/>
    <w:rsid w:val="002E3F4B"/>
    <w:rsid w:val="002E4563"/>
    <w:rsid w:val="002E5801"/>
    <w:rsid w:val="002E5E10"/>
    <w:rsid w:val="002E742C"/>
    <w:rsid w:val="002F2D5C"/>
    <w:rsid w:val="002F4715"/>
    <w:rsid w:val="003021B9"/>
    <w:rsid w:val="00303A04"/>
    <w:rsid w:val="00304C79"/>
    <w:rsid w:val="0030698B"/>
    <w:rsid w:val="00306EFB"/>
    <w:rsid w:val="00312350"/>
    <w:rsid w:val="003136B3"/>
    <w:rsid w:val="00314031"/>
    <w:rsid w:val="00316958"/>
    <w:rsid w:val="00316F0A"/>
    <w:rsid w:val="00317EDC"/>
    <w:rsid w:val="003216B1"/>
    <w:rsid w:val="00322FF3"/>
    <w:rsid w:val="00323442"/>
    <w:rsid w:val="003275F3"/>
    <w:rsid w:val="00327F31"/>
    <w:rsid w:val="00334D73"/>
    <w:rsid w:val="00335737"/>
    <w:rsid w:val="00336ACF"/>
    <w:rsid w:val="00336F0F"/>
    <w:rsid w:val="00342B9F"/>
    <w:rsid w:val="00344CF5"/>
    <w:rsid w:val="00345C03"/>
    <w:rsid w:val="00350222"/>
    <w:rsid w:val="003513CC"/>
    <w:rsid w:val="00353FE1"/>
    <w:rsid w:val="00356522"/>
    <w:rsid w:val="003630AD"/>
    <w:rsid w:val="00366785"/>
    <w:rsid w:val="0036764B"/>
    <w:rsid w:val="003677C5"/>
    <w:rsid w:val="0036794B"/>
    <w:rsid w:val="00373B27"/>
    <w:rsid w:val="00375D2C"/>
    <w:rsid w:val="00375EF4"/>
    <w:rsid w:val="00376346"/>
    <w:rsid w:val="00380065"/>
    <w:rsid w:val="003803E4"/>
    <w:rsid w:val="00380916"/>
    <w:rsid w:val="00380C44"/>
    <w:rsid w:val="003816E7"/>
    <w:rsid w:val="00383A05"/>
    <w:rsid w:val="00384A7F"/>
    <w:rsid w:val="00384BB6"/>
    <w:rsid w:val="00384F79"/>
    <w:rsid w:val="0038690B"/>
    <w:rsid w:val="003902AC"/>
    <w:rsid w:val="00390C3C"/>
    <w:rsid w:val="003919BF"/>
    <w:rsid w:val="00391E20"/>
    <w:rsid w:val="00395824"/>
    <w:rsid w:val="0039641B"/>
    <w:rsid w:val="003977CF"/>
    <w:rsid w:val="003A13DB"/>
    <w:rsid w:val="003A15EE"/>
    <w:rsid w:val="003A33F7"/>
    <w:rsid w:val="003A6514"/>
    <w:rsid w:val="003A717E"/>
    <w:rsid w:val="003A77B1"/>
    <w:rsid w:val="003B087A"/>
    <w:rsid w:val="003B29D3"/>
    <w:rsid w:val="003B2E27"/>
    <w:rsid w:val="003B56A0"/>
    <w:rsid w:val="003B5A12"/>
    <w:rsid w:val="003B7A24"/>
    <w:rsid w:val="003C222F"/>
    <w:rsid w:val="003C26A7"/>
    <w:rsid w:val="003C3B33"/>
    <w:rsid w:val="003C4D37"/>
    <w:rsid w:val="003C68D1"/>
    <w:rsid w:val="003D39F9"/>
    <w:rsid w:val="003D4C5C"/>
    <w:rsid w:val="003D726C"/>
    <w:rsid w:val="003D77B4"/>
    <w:rsid w:val="003E0EFC"/>
    <w:rsid w:val="003E2818"/>
    <w:rsid w:val="003E2905"/>
    <w:rsid w:val="003E3C99"/>
    <w:rsid w:val="003F1E28"/>
    <w:rsid w:val="003F2FBC"/>
    <w:rsid w:val="003F3197"/>
    <w:rsid w:val="003F608A"/>
    <w:rsid w:val="00407852"/>
    <w:rsid w:val="00407888"/>
    <w:rsid w:val="00410062"/>
    <w:rsid w:val="00416E45"/>
    <w:rsid w:val="00420A2F"/>
    <w:rsid w:val="00421226"/>
    <w:rsid w:val="00425517"/>
    <w:rsid w:val="00427DBA"/>
    <w:rsid w:val="00432735"/>
    <w:rsid w:val="00440044"/>
    <w:rsid w:val="00443B58"/>
    <w:rsid w:val="00443E42"/>
    <w:rsid w:val="004528FC"/>
    <w:rsid w:val="00460126"/>
    <w:rsid w:val="004601AD"/>
    <w:rsid w:val="00461F55"/>
    <w:rsid w:val="004639CB"/>
    <w:rsid w:val="00463F8C"/>
    <w:rsid w:val="004645F4"/>
    <w:rsid w:val="004660FC"/>
    <w:rsid w:val="004667D4"/>
    <w:rsid w:val="00466E2F"/>
    <w:rsid w:val="00467380"/>
    <w:rsid w:val="00467815"/>
    <w:rsid w:val="004721E6"/>
    <w:rsid w:val="0047456A"/>
    <w:rsid w:val="004750D9"/>
    <w:rsid w:val="00475175"/>
    <w:rsid w:val="00476AD7"/>
    <w:rsid w:val="004818F8"/>
    <w:rsid w:val="00483CC6"/>
    <w:rsid w:val="0048422F"/>
    <w:rsid w:val="004847D2"/>
    <w:rsid w:val="00497A12"/>
    <w:rsid w:val="004A4629"/>
    <w:rsid w:val="004A60B3"/>
    <w:rsid w:val="004A62AE"/>
    <w:rsid w:val="004A7208"/>
    <w:rsid w:val="004A7D5B"/>
    <w:rsid w:val="004B4041"/>
    <w:rsid w:val="004B4968"/>
    <w:rsid w:val="004B5C6F"/>
    <w:rsid w:val="004B5FC7"/>
    <w:rsid w:val="004C0386"/>
    <w:rsid w:val="004C0C8D"/>
    <w:rsid w:val="004C0D9A"/>
    <w:rsid w:val="004C1A18"/>
    <w:rsid w:val="004C3545"/>
    <w:rsid w:val="004C40A1"/>
    <w:rsid w:val="004D3C69"/>
    <w:rsid w:val="004D4662"/>
    <w:rsid w:val="004D47C6"/>
    <w:rsid w:val="004D5BBE"/>
    <w:rsid w:val="004E0EB8"/>
    <w:rsid w:val="004E3269"/>
    <w:rsid w:val="004E6308"/>
    <w:rsid w:val="004E6D72"/>
    <w:rsid w:val="004E7CFA"/>
    <w:rsid w:val="004F0CEA"/>
    <w:rsid w:val="004F3E0C"/>
    <w:rsid w:val="004F53F3"/>
    <w:rsid w:val="004F5BE2"/>
    <w:rsid w:val="004F5CD9"/>
    <w:rsid w:val="004F6293"/>
    <w:rsid w:val="004F66C0"/>
    <w:rsid w:val="004F75F7"/>
    <w:rsid w:val="00500558"/>
    <w:rsid w:val="00502A9F"/>
    <w:rsid w:val="005030C5"/>
    <w:rsid w:val="005041A2"/>
    <w:rsid w:val="00505B0C"/>
    <w:rsid w:val="00505BC6"/>
    <w:rsid w:val="0051148A"/>
    <w:rsid w:val="005114E1"/>
    <w:rsid w:val="0051323B"/>
    <w:rsid w:val="00517CA6"/>
    <w:rsid w:val="00521295"/>
    <w:rsid w:val="00523E53"/>
    <w:rsid w:val="00524E4B"/>
    <w:rsid w:val="00526258"/>
    <w:rsid w:val="00527D3B"/>
    <w:rsid w:val="00530F00"/>
    <w:rsid w:val="00531298"/>
    <w:rsid w:val="00531681"/>
    <w:rsid w:val="005342AE"/>
    <w:rsid w:val="00534E6B"/>
    <w:rsid w:val="00535F5C"/>
    <w:rsid w:val="00537085"/>
    <w:rsid w:val="0054080B"/>
    <w:rsid w:val="0054088E"/>
    <w:rsid w:val="00542A17"/>
    <w:rsid w:val="00546788"/>
    <w:rsid w:val="00547C6D"/>
    <w:rsid w:val="00551C71"/>
    <w:rsid w:val="005522C8"/>
    <w:rsid w:val="0055318E"/>
    <w:rsid w:val="00554A8E"/>
    <w:rsid w:val="00555156"/>
    <w:rsid w:val="00560824"/>
    <w:rsid w:val="00561F2F"/>
    <w:rsid w:val="0056253E"/>
    <w:rsid w:val="00563CB0"/>
    <w:rsid w:val="00571E20"/>
    <w:rsid w:val="00574E80"/>
    <w:rsid w:val="005750A9"/>
    <w:rsid w:val="00576582"/>
    <w:rsid w:val="00576A9F"/>
    <w:rsid w:val="005776C8"/>
    <w:rsid w:val="00577A12"/>
    <w:rsid w:val="00581943"/>
    <w:rsid w:val="005820F8"/>
    <w:rsid w:val="00585F62"/>
    <w:rsid w:val="005877D3"/>
    <w:rsid w:val="005902C7"/>
    <w:rsid w:val="00590B09"/>
    <w:rsid w:val="00590B8A"/>
    <w:rsid w:val="00591074"/>
    <w:rsid w:val="00592313"/>
    <w:rsid w:val="00592EC0"/>
    <w:rsid w:val="0059316C"/>
    <w:rsid w:val="00593C90"/>
    <w:rsid w:val="00593CA4"/>
    <w:rsid w:val="0059435C"/>
    <w:rsid w:val="00595178"/>
    <w:rsid w:val="00595831"/>
    <w:rsid w:val="0059715B"/>
    <w:rsid w:val="005A0310"/>
    <w:rsid w:val="005A4B05"/>
    <w:rsid w:val="005A5113"/>
    <w:rsid w:val="005B00D6"/>
    <w:rsid w:val="005B04F1"/>
    <w:rsid w:val="005B11F0"/>
    <w:rsid w:val="005B186E"/>
    <w:rsid w:val="005B426E"/>
    <w:rsid w:val="005B5E9D"/>
    <w:rsid w:val="005C3171"/>
    <w:rsid w:val="005C4201"/>
    <w:rsid w:val="005D4D19"/>
    <w:rsid w:val="005D7A07"/>
    <w:rsid w:val="005E1409"/>
    <w:rsid w:val="005E1F16"/>
    <w:rsid w:val="005F3D47"/>
    <w:rsid w:val="005F6A90"/>
    <w:rsid w:val="005F798D"/>
    <w:rsid w:val="005F7F1D"/>
    <w:rsid w:val="00600ECE"/>
    <w:rsid w:val="0060340C"/>
    <w:rsid w:val="0060397A"/>
    <w:rsid w:val="00606FC4"/>
    <w:rsid w:val="0060744E"/>
    <w:rsid w:val="00613FB3"/>
    <w:rsid w:val="00615670"/>
    <w:rsid w:val="00615C11"/>
    <w:rsid w:val="00616972"/>
    <w:rsid w:val="006216C5"/>
    <w:rsid w:val="0062320E"/>
    <w:rsid w:val="00626E2B"/>
    <w:rsid w:val="00630CDD"/>
    <w:rsid w:val="006321CB"/>
    <w:rsid w:val="00634D78"/>
    <w:rsid w:val="00635414"/>
    <w:rsid w:val="006354CC"/>
    <w:rsid w:val="00636A85"/>
    <w:rsid w:val="006373D4"/>
    <w:rsid w:val="0064033F"/>
    <w:rsid w:val="00643148"/>
    <w:rsid w:val="00645101"/>
    <w:rsid w:val="006455C8"/>
    <w:rsid w:val="00645CAA"/>
    <w:rsid w:val="00650200"/>
    <w:rsid w:val="006514A4"/>
    <w:rsid w:val="00651A6D"/>
    <w:rsid w:val="00653AC9"/>
    <w:rsid w:val="006606FA"/>
    <w:rsid w:val="00660D22"/>
    <w:rsid w:val="00664886"/>
    <w:rsid w:val="00664DCB"/>
    <w:rsid w:val="00666FE3"/>
    <w:rsid w:val="00667DAE"/>
    <w:rsid w:val="006723EC"/>
    <w:rsid w:val="00673DFD"/>
    <w:rsid w:val="0067622E"/>
    <w:rsid w:val="006779ED"/>
    <w:rsid w:val="00677FE4"/>
    <w:rsid w:val="006803A3"/>
    <w:rsid w:val="00680D8B"/>
    <w:rsid w:val="006818E3"/>
    <w:rsid w:val="00687339"/>
    <w:rsid w:val="00687863"/>
    <w:rsid w:val="00687EA1"/>
    <w:rsid w:val="0069195E"/>
    <w:rsid w:val="00692200"/>
    <w:rsid w:val="006927D2"/>
    <w:rsid w:val="006945E5"/>
    <w:rsid w:val="00695001"/>
    <w:rsid w:val="00695A44"/>
    <w:rsid w:val="00695B4B"/>
    <w:rsid w:val="006A0F3D"/>
    <w:rsid w:val="006A1681"/>
    <w:rsid w:val="006A24ED"/>
    <w:rsid w:val="006A4671"/>
    <w:rsid w:val="006A46A3"/>
    <w:rsid w:val="006A490A"/>
    <w:rsid w:val="006A515F"/>
    <w:rsid w:val="006A6892"/>
    <w:rsid w:val="006B16F2"/>
    <w:rsid w:val="006B6699"/>
    <w:rsid w:val="006C067F"/>
    <w:rsid w:val="006C1241"/>
    <w:rsid w:val="006C4B1F"/>
    <w:rsid w:val="006C753C"/>
    <w:rsid w:val="006C7A15"/>
    <w:rsid w:val="006D58CB"/>
    <w:rsid w:val="006E06C4"/>
    <w:rsid w:val="006E2928"/>
    <w:rsid w:val="006E4109"/>
    <w:rsid w:val="006E48CD"/>
    <w:rsid w:val="006E4D1C"/>
    <w:rsid w:val="006E5669"/>
    <w:rsid w:val="006E5688"/>
    <w:rsid w:val="006E62CC"/>
    <w:rsid w:val="006E640F"/>
    <w:rsid w:val="006E6AC5"/>
    <w:rsid w:val="006F03F0"/>
    <w:rsid w:val="006F0DAC"/>
    <w:rsid w:val="006F3131"/>
    <w:rsid w:val="006F5112"/>
    <w:rsid w:val="006F527A"/>
    <w:rsid w:val="006F75AA"/>
    <w:rsid w:val="006F77C9"/>
    <w:rsid w:val="00700134"/>
    <w:rsid w:val="00707367"/>
    <w:rsid w:val="00710341"/>
    <w:rsid w:val="00711A6A"/>
    <w:rsid w:val="00712023"/>
    <w:rsid w:val="0071310F"/>
    <w:rsid w:val="00715FE6"/>
    <w:rsid w:val="007210AF"/>
    <w:rsid w:val="007220CE"/>
    <w:rsid w:val="00722CF1"/>
    <w:rsid w:val="00726810"/>
    <w:rsid w:val="007277C6"/>
    <w:rsid w:val="00734A34"/>
    <w:rsid w:val="007358C5"/>
    <w:rsid w:val="007411DF"/>
    <w:rsid w:val="00741DAB"/>
    <w:rsid w:val="0074481E"/>
    <w:rsid w:val="0074518D"/>
    <w:rsid w:val="00745ED5"/>
    <w:rsid w:val="007462F9"/>
    <w:rsid w:val="00747A0C"/>
    <w:rsid w:val="00747BBA"/>
    <w:rsid w:val="00750BDC"/>
    <w:rsid w:val="00750FCB"/>
    <w:rsid w:val="00751C73"/>
    <w:rsid w:val="0075320B"/>
    <w:rsid w:val="00753903"/>
    <w:rsid w:val="00755521"/>
    <w:rsid w:val="00755B78"/>
    <w:rsid w:val="007601E8"/>
    <w:rsid w:val="00760A47"/>
    <w:rsid w:val="00761B2C"/>
    <w:rsid w:val="007623D5"/>
    <w:rsid w:val="0076531F"/>
    <w:rsid w:val="007666A4"/>
    <w:rsid w:val="00766E93"/>
    <w:rsid w:val="00767749"/>
    <w:rsid w:val="00771DE5"/>
    <w:rsid w:val="0077413F"/>
    <w:rsid w:val="00781593"/>
    <w:rsid w:val="00782BD6"/>
    <w:rsid w:val="00790321"/>
    <w:rsid w:val="007A4280"/>
    <w:rsid w:val="007A5906"/>
    <w:rsid w:val="007A73DE"/>
    <w:rsid w:val="007B2B11"/>
    <w:rsid w:val="007B46F0"/>
    <w:rsid w:val="007B5755"/>
    <w:rsid w:val="007B6A9A"/>
    <w:rsid w:val="007B6B63"/>
    <w:rsid w:val="007B6C3A"/>
    <w:rsid w:val="007C69B1"/>
    <w:rsid w:val="007D0020"/>
    <w:rsid w:val="007D1342"/>
    <w:rsid w:val="007D4722"/>
    <w:rsid w:val="007D6D05"/>
    <w:rsid w:val="007E0CC1"/>
    <w:rsid w:val="007E15DB"/>
    <w:rsid w:val="007E171F"/>
    <w:rsid w:val="007E76B2"/>
    <w:rsid w:val="007E7F9E"/>
    <w:rsid w:val="007F4E79"/>
    <w:rsid w:val="00801E38"/>
    <w:rsid w:val="00804EC3"/>
    <w:rsid w:val="0080514D"/>
    <w:rsid w:val="00810F68"/>
    <w:rsid w:val="00814001"/>
    <w:rsid w:val="008169F4"/>
    <w:rsid w:val="00821A31"/>
    <w:rsid w:val="008225BC"/>
    <w:rsid w:val="0082301D"/>
    <w:rsid w:val="008362C0"/>
    <w:rsid w:val="00836FA3"/>
    <w:rsid w:val="00842A49"/>
    <w:rsid w:val="00843422"/>
    <w:rsid w:val="008449C4"/>
    <w:rsid w:val="00846923"/>
    <w:rsid w:val="0084769D"/>
    <w:rsid w:val="00850159"/>
    <w:rsid w:val="00850A24"/>
    <w:rsid w:val="00850DD8"/>
    <w:rsid w:val="00852860"/>
    <w:rsid w:val="008577E7"/>
    <w:rsid w:val="00857D3A"/>
    <w:rsid w:val="008609B7"/>
    <w:rsid w:val="00861006"/>
    <w:rsid w:val="00861FC8"/>
    <w:rsid w:val="00864FC2"/>
    <w:rsid w:val="00865544"/>
    <w:rsid w:val="00866496"/>
    <w:rsid w:val="008707E5"/>
    <w:rsid w:val="00872C61"/>
    <w:rsid w:val="008765AE"/>
    <w:rsid w:val="00883CF8"/>
    <w:rsid w:val="00884195"/>
    <w:rsid w:val="00884AAB"/>
    <w:rsid w:val="0088559D"/>
    <w:rsid w:val="00886CA4"/>
    <w:rsid w:val="008945AA"/>
    <w:rsid w:val="00894BB2"/>
    <w:rsid w:val="008957A9"/>
    <w:rsid w:val="008A1442"/>
    <w:rsid w:val="008A155F"/>
    <w:rsid w:val="008A1B9E"/>
    <w:rsid w:val="008A54AD"/>
    <w:rsid w:val="008A6540"/>
    <w:rsid w:val="008A6816"/>
    <w:rsid w:val="008A69B9"/>
    <w:rsid w:val="008A7DAB"/>
    <w:rsid w:val="008B073A"/>
    <w:rsid w:val="008B2619"/>
    <w:rsid w:val="008B28DF"/>
    <w:rsid w:val="008B2C5A"/>
    <w:rsid w:val="008C02DB"/>
    <w:rsid w:val="008C14BC"/>
    <w:rsid w:val="008C1B00"/>
    <w:rsid w:val="008C6F42"/>
    <w:rsid w:val="008C7169"/>
    <w:rsid w:val="008D117B"/>
    <w:rsid w:val="008D14A5"/>
    <w:rsid w:val="008D1FF6"/>
    <w:rsid w:val="008D2D2F"/>
    <w:rsid w:val="008D2E5F"/>
    <w:rsid w:val="008D4CEE"/>
    <w:rsid w:val="008D5359"/>
    <w:rsid w:val="008D7551"/>
    <w:rsid w:val="008E19B9"/>
    <w:rsid w:val="008E431F"/>
    <w:rsid w:val="008E44FB"/>
    <w:rsid w:val="008E5DE3"/>
    <w:rsid w:val="008E6F9B"/>
    <w:rsid w:val="008F163D"/>
    <w:rsid w:val="008F1B12"/>
    <w:rsid w:val="008F250F"/>
    <w:rsid w:val="008F423F"/>
    <w:rsid w:val="008F66D4"/>
    <w:rsid w:val="008F6E78"/>
    <w:rsid w:val="00901869"/>
    <w:rsid w:val="00902D8C"/>
    <w:rsid w:val="00902EF2"/>
    <w:rsid w:val="00903046"/>
    <w:rsid w:val="00903F68"/>
    <w:rsid w:val="00903FCE"/>
    <w:rsid w:val="009051D1"/>
    <w:rsid w:val="00906B4D"/>
    <w:rsid w:val="00914474"/>
    <w:rsid w:val="0091541F"/>
    <w:rsid w:val="00916704"/>
    <w:rsid w:val="00917B9E"/>
    <w:rsid w:val="00922EF0"/>
    <w:rsid w:val="009233EE"/>
    <w:rsid w:val="009237A4"/>
    <w:rsid w:val="00925D73"/>
    <w:rsid w:val="00927868"/>
    <w:rsid w:val="009315D3"/>
    <w:rsid w:val="00932005"/>
    <w:rsid w:val="009334E0"/>
    <w:rsid w:val="00935CF2"/>
    <w:rsid w:val="00936F16"/>
    <w:rsid w:val="009373F0"/>
    <w:rsid w:val="00941122"/>
    <w:rsid w:val="00941904"/>
    <w:rsid w:val="00941B5C"/>
    <w:rsid w:val="00944EBC"/>
    <w:rsid w:val="00947C8E"/>
    <w:rsid w:val="009506DE"/>
    <w:rsid w:val="00957D66"/>
    <w:rsid w:val="00960FA6"/>
    <w:rsid w:val="009610D5"/>
    <w:rsid w:val="0096148C"/>
    <w:rsid w:val="00962DDE"/>
    <w:rsid w:val="00965BB9"/>
    <w:rsid w:val="00972954"/>
    <w:rsid w:val="00977BE1"/>
    <w:rsid w:val="009804BC"/>
    <w:rsid w:val="00986FE7"/>
    <w:rsid w:val="00990A4F"/>
    <w:rsid w:val="00990E59"/>
    <w:rsid w:val="00991ABC"/>
    <w:rsid w:val="00993F2F"/>
    <w:rsid w:val="0099644A"/>
    <w:rsid w:val="009A062F"/>
    <w:rsid w:val="009A0820"/>
    <w:rsid w:val="009A0F71"/>
    <w:rsid w:val="009A756A"/>
    <w:rsid w:val="009A7B7D"/>
    <w:rsid w:val="009B46DC"/>
    <w:rsid w:val="009B4FD1"/>
    <w:rsid w:val="009B7BAC"/>
    <w:rsid w:val="009C3488"/>
    <w:rsid w:val="009C3D99"/>
    <w:rsid w:val="009C3DF1"/>
    <w:rsid w:val="009C5A90"/>
    <w:rsid w:val="009C6E8B"/>
    <w:rsid w:val="009C7698"/>
    <w:rsid w:val="009C77EF"/>
    <w:rsid w:val="009D04CF"/>
    <w:rsid w:val="009D0A8A"/>
    <w:rsid w:val="009D23BF"/>
    <w:rsid w:val="009D28E6"/>
    <w:rsid w:val="009D2F0A"/>
    <w:rsid w:val="009D2F1B"/>
    <w:rsid w:val="009D444B"/>
    <w:rsid w:val="009E1ECD"/>
    <w:rsid w:val="009E2A90"/>
    <w:rsid w:val="009E3A00"/>
    <w:rsid w:val="009E5839"/>
    <w:rsid w:val="009F1A37"/>
    <w:rsid w:val="009F1F3D"/>
    <w:rsid w:val="009F3574"/>
    <w:rsid w:val="009F3A0D"/>
    <w:rsid w:val="00A0047C"/>
    <w:rsid w:val="00A02217"/>
    <w:rsid w:val="00A02807"/>
    <w:rsid w:val="00A029EB"/>
    <w:rsid w:val="00A034CA"/>
    <w:rsid w:val="00A04D57"/>
    <w:rsid w:val="00A0500C"/>
    <w:rsid w:val="00A062BF"/>
    <w:rsid w:val="00A07644"/>
    <w:rsid w:val="00A1222D"/>
    <w:rsid w:val="00A135D4"/>
    <w:rsid w:val="00A14CEE"/>
    <w:rsid w:val="00A1519C"/>
    <w:rsid w:val="00A15355"/>
    <w:rsid w:val="00A159BF"/>
    <w:rsid w:val="00A23B62"/>
    <w:rsid w:val="00A25000"/>
    <w:rsid w:val="00A26263"/>
    <w:rsid w:val="00A26936"/>
    <w:rsid w:val="00A26F5C"/>
    <w:rsid w:val="00A27455"/>
    <w:rsid w:val="00A274CB"/>
    <w:rsid w:val="00A30AA4"/>
    <w:rsid w:val="00A33177"/>
    <w:rsid w:val="00A35C69"/>
    <w:rsid w:val="00A377A1"/>
    <w:rsid w:val="00A41628"/>
    <w:rsid w:val="00A42DA6"/>
    <w:rsid w:val="00A4329B"/>
    <w:rsid w:val="00A43588"/>
    <w:rsid w:val="00A50643"/>
    <w:rsid w:val="00A50B79"/>
    <w:rsid w:val="00A60C24"/>
    <w:rsid w:val="00A625A1"/>
    <w:rsid w:val="00A65D82"/>
    <w:rsid w:val="00A70307"/>
    <w:rsid w:val="00A709EB"/>
    <w:rsid w:val="00A75F72"/>
    <w:rsid w:val="00A802FD"/>
    <w:rsid w:val="00A81FB9"/>
    <w:rsid w:val="00A8282E"/>
    <w:rsid w:val="00A83351"/>
    <w:rsid w:val="00A833C4"/>
    <w:rsid w:val="00A8346E"/>
    <w:rsid w:val="00A85B0C"/>
    <w:rsid w:val="00A85FA0"/>
    <w:rsid w:val="00A91EB4"/>
    <w:rsid w:val="00A96359"/>
    <w:rsid w:val="00A96CA3"/>
    <w:rsid w:val="00AA2D5C"/>
    <w:rsid w:val="00AA5132"/>
    <w:rsid w:val="00AA6FC0"/>
    <w:rsid w:val="00AB0EE4"/>
    <w:rsid w:val="00AB2C83"/>
    <w:rsid w:val="00AB346D"/>
    <w:rsid w:val="00AB6989"/>
    <w:rsid w:val="00AC1FD2"/>
    <w:rsid w:val="00AC4629"/>
    <w:rsid w:val="00AC59F2"/>
    <w:rsid w:val="00AC7058"/>
    <w:rsid w:val="00AC7BE5"/>
    <w:rsid w:val="00AD123D"/>
    <w:rsid w:val="00AD17C2"/>
    <w:rsid w:val="00AD4D4C"/>
    <w:rsid w:val="00AD5281"/>
    <w:rsid w:val="00AE306A"/>
    <w:rsid w:val="00B00FBF"/>
    <w:rsid w:val="00B0238A"/>
    <w:rsid w:val="00B02544"/>
    <w:rsid w:val="00B04528"/>
    <w:rsid w:val="00B04AC2"/>
    <w:rsid w:val="00B05B61"/>
    <w:rsid w:val="00B063CA"/>
    <w:rsid w:val="00B06AB4"/>
    <w:rsid w:val="00B07EE8"/>
    <w:rsid w:val="00B111A0"/>
    <w:rsid w:val="00B11515"/>
    <w:rsid w:val="00B13581"/>
    <w:rsid w:val="00B232F3"/>
    <w:rsid w:val="00B25D13"/>
    <w:rsid w:val="00B25F3E"/>
    <w:rsid w:val="00B26C2B"/>
    <w:rsid w:val="00B271E9"/>
    <w:rsid w:val="00B27AF5"/>
    <w:rsid w:val="00B32127"/>
    <w:rsid w:val="00B33E4B"/>
    <w:rsid w:val="00B34E55"/>
    <w:rsid w:val="00B35A19"/>
    <w:rsid w:val="00B35D0E"/>
    <w:rsid w:val="00B40B01"/>
    <w:rsid w:val="00B47D95"/>
    <w:rsid w:val="00B50588"/>
    <w:rsid w:val="00B54C59"/>
    <w:rsid w:val="00B55042"/>
    <w:rsid w:val="00B579D6"/>
    <w:rsid w:val="00B60133"/>
    <w:rsid w:val="00B61A5F"/>
    <w:rsid w:val="00B62A16"/>
    <w:rsid w:val="00B64A50"/>
    <w:rsid w:val="00B66586"/>
    <w:rsid w:val="00B677AE"/>
    <w:rsid w:val="00B72B14"/>
    <w:rsid w:val="00B83788"/>
    <w:rsid w:val="00B8470D"/>
    <w:rsid w:val="00B85A28"/>
    <w:rsid w:val="00B907DB"/>
    <w:rsid w:val="00B913A5"/>
    <w:rsid w:val="00B94F5D"/>
    <w:rsid w:val="00BA008F"/>
    <w:rsid w:val="00BA3CA9"/>
    <w:rsid w:val="00BA439E"/>
    <w:rsid w:val="00BA6BD4"/>
    <w:rsid w:val="00BB0CE3"/>
    <w:rsid w:val="00BB1FC8"/>
    <w:rsid w:val="00BB30D8"/>
    <w:rsid w:val="00BB339C"/>
    <w:rsid w:val="00BB347A"/>
    <w:rsid w:val="00BB731D"/>
    <w:rsid w:val="00BB7D17"/>
    <w:rsid w:val="00BC1B32"/>
    <w:rsid w:val="00BC265A"/>
    <w:rsid w:val="00BC36FC"/>
    <w:rsid w:val="00BC510B"/>
    <w:rsid w:val="00BD478C"/>
    <w:rsid w:val="00BD5338"/>
    <w:rsid w:val="00BD565D"/>
    <w:rsid w:val="00BD7B20"/>
    <w:rsid w:val="00BD7C9A"/>
    <w:rsid w:val="00BE0307"/>
    <w:rsid w:val="00BE22A5"/>
    <w:rsid w:val="00BE4BDE"/>
    <w:rsid w:val="00BE732B"/>
    <w:rsid w:val="00BE78D6"/>
    <w:rsid w:val="00BF0181"/>
    <w:rsid w:val="00BF088E"/>
    <w:rsid w:val="00BF382D"/>
    <w:rsid w:val="00BF6ABF"/>
    <w:rsid w:val="00C0067B"/>
    <w:rsid w:val="00C04C6C"/>
    <w:rsid w:val="00C062B4"/>
    <w:rsid w:val="00C07883"/>
    <w:rsid w:val="00C07B45"/>
    <w:rsid w:val="00C1173A"/>
    <w:rsid w:val="00C12564"/>
    <w:rsid w:val="00C16762"/>
    <w:rsid w:val="00C17ED7"/>
    <w:rsid w:val="00C205FD"/>
    <w:rsid w:val="00C21D2E"/>
    <w:rsid w:val="00C233EE"/>
    <w:rsid w:val="00C24111"/>
    <w:rsid w:val="00C26185"/>
    <w:rsid w:val="00C26247"/>
    <w:rsid w:val="00C36570"/>
    <w:rsid w:val="00C36E26"/>
    <w:rsid w:val="00C37FEC"/>
    <w:rsid w:val="00C437E9"/>
    <w:rsid w:val="00C52849"/>
    <w:rsid w:val="00C53BCF"/>
    <w:rsid w:val="00C56ADF"/>
    <w:rsid w:val="00C608FA"/>
    <w:rsid w:val="00C61295"/>
    <w:rsid w:val="00C62578"/>
    <w:rsid w:val="00C73AFC"/>
    <w:rsid w:val="00C7685A"/>
    <w:rsid w:val="00C81C80"/>
    <w:rsid w:val="00C82E47"/>
    <w:rsid w:val="00C840DA"/>
    <w:rsid w:val="00C851DA"/>
    <w:rsid w:val="00C85480"/>
    <w:rsid w:val="00C869BE"/>
    <w:rsid w:val="00C91731"/>
    <w:rsid w:val="00C93242"/>
    <w:rsid w:val="00C93658"/>
    <w:rsid w:val="00C9529D"/>
    <w:rsid w:val="00C9565C"/>
    <w:rsid w:val="00CA07DE"/>
    <w:rsid w:val="00CA4088"/>
    <w:rsid w:val="00CA51B9"/>
    <w:rsid w:val="00CA5212"/>
    <w:rsid w:val="00CA5364"/>
    <w:rsid w:val="00CB1148"/>
    <w:rsid w:val="00CB372A"/>
    <w:rsid w:val="00CB6ADD"/>
    <w:rsid w:val="00CC6EE4"/>
    <w:rsid w:val="00CC734D"/>
    <w:rsid w:val="00CD1953"/>
    <w:rsid w:val="00CD4300"/>
    <w:rsid w:val="00CD5260"/>
    <w:rsid w:val="00CD53A7"/>
    <w:rsid w:val="00CE14A9"/>
    <w:rsid w:val="00CE29FB"/>
    <w:rsid w:val="00CE47C5"/>
    <w:rsid w:val="00CE5418"/>
    <w:rsid w:val="00CE6CD8"/>
    <w:rsid w:val="00CF2B56"/>
    <w:rsid w:val="00CF4560"/>
    <w:rsid w:val="00CF5F16"/>
    <w:rsid w:val="00CF7600"/>
    <w:rsid w:val="00D051DA"/>
    <w:rsid w:val="00D05B25"/>
    <w:rsid w:val="00D10DF1"/>
    <w:rsid w:val="00D113CF"/>
    <w:rsid w:val="00D12F1E"/>
    <w:rsid w:val="00D134ED"/>
    <w:rsid w:val="00D139FA"/>
    <w:rsid w:val="00D1411E"/>
    <w:rsid w:val="00D1731C"/>
    <w:rsid w:val="00D213A5"/>
    <w:rsid w:val="00D2250A"/>
    <w:rsid w:val="00D23C8C"/>
    <w:rsid w:val="00D24C5D"/>
    <w:rsid w:val="00D25AE9"/>
    <w:rsid w:val="00D266FC"/>
    <w:rsid w:val="00D26CEB"/>
    <w:rsid w:val="00D277B0"/>
    <w:rsid w:val="00D31522"/>
    <w:rsid w:val="00D35C4F"/>
    <w:rsid w:val="00D37348"/>
    <w:rsid w:val="00D408C4"/>
    <w:rsid w:val="00D43C66"/>
    <w:rsid w:val="00D45CF9"/>
    <w:rsid w:val="00D5351A"/>
    <w:rsid w:val="00D553C2"/>
    <w:rsid w:val="00D56822"/>
    <w:rsid w:val="00D572FD"/>
    <w:rsid w:val="00D60321"/>
    <w:rsid w:val="00D61873"/>
    <w:rsid w:val="00D64734"/>
    <w:rsid w:val="00D65543"/>
    <w:rsid w:val="00D663F1"/>
    <w:rsid w:val="00D73A4C"/>
    <w:rsid w:val="00D73F29"/>
    <w:rsid w:val="00D74257"/>
    <w:rsid w:val="00D770B7"/>
    <w:rsid w:val="00D80D1C"/>
    <w:rsid w:val="00D81134"/>
    <w:rsid w:val="00D81E61"/>
    <w:rsid w:val="00D8290A"/>
    <w:rsid w:val="00D85A91"/>
    <w:rsid w:val="00D92AA6"/>
    <w:rsid w:val="00D94AFC"/>
    <w:rsid w:val="00D95C3A"/>
    <w:rsid w:val="00D970A9"/>
    <w:rsid w:val="00D97DD0"/>
    <w:rsid w:val="00DA0505"/>
    <w:rsid w:val="00DA0768"/>
    <w:rsid w:val="00DA0CEE"/>
    <w:rsid w:val="00DA3F61"/>
    <w:rsid w:val="00DA5DB6"/>
    <w:rsid w:val="00DA61AA"/>
    <w:rsid w:val="00DA643E"/>
    <w:rsid w:val="00DB0F61"/>
    <w:rsid w:val="00DB6D9A"/>
    <w:rsid w:val="00DC3894"/>
    <w:rsid w:val="00DC40A8"/>
    <w:rsid w:val="00DC40E1"/>
    <w:rsid w:val="00DC47EC"/>
    <w:rsid w:val="00DC6032"/>
    <w:rsid w:val="00DC7247"/>
    <w:rsid w:val="00DC734C"/>
    <w:rsid w:val="00DD1317"/>
    <w:rsid w:val="00DD18CF"/>
    <w:rsid w:val="00DD2CE2"/>
    <w:rsid w:val="00DD35AD"/>
    <w:rsid w:val="00DD3C7F"/>
    <w:rsid w:val="00DD532F"/>
    <w:rsid w:val="00DD5501"/>
    <w:rsid w:val="00DD797E"/>
    <w:rsid w:val="00DD7E8D"/>
    <w:rsid w:val="00DE236B"/>
    <w:rsid w:val="00DE2CE1"/>
    <w:rsid w:val="00DE320B"/>
    <w:rsid w:val="00DE7A7D"/>
    <w:rsid w:val="00DF3B33"/>
    <w:rsid w:val="00DF3F6C"/>
    <w:rsid w:val="00E03B04"/>
    <w:rsid w:val="00E046D5"/>
    <w:rsid w:val="00E06004"/>
    <w:rsid w:val="00E10BA0"/>
    <w:rsid w:val="00E12D07"/>
    <w:rsid w:val="00E1578D"/>
    <w:rsid w:val="00E17A1A"/>
    <w:rsid w:val="00E2369B"/>
    <w:rsid w:val="00E26C82"/>
    <w:rsid w:val="00E26E2B"/>
    <w:rsid w:val="00E27221"/>
    <w:rsid w:val="00E27A0B"/>
    <w:rsid w:val="00E331DD"/>
    <w:rsid w:val="00E337BB"/>
    <w:rsid w:val="00E35129"/>
    <w:rsid w:val="00E37D1D"/>
    <w:rsid w:val="00E40A1F"/>
    <w:rsid w:val="00E40C65"/>
    <w:rsid w:val="00E443C6"/>
    <w:rsid w:val="00E450E0"/>
    <w:rsid w:val="00E52A80"/>
    <w:rsid w:val="00E53A7D"/>
    <w:rsid w:val="00E547D3"/>
    <w:rsid w:val="00E55D59"/>
    <w:rsid w:val="00E57A29"/>
    <w:rsid w:val="00E57A9A"/>
    <w:rsid w:val="00E618F6"/>
    <w:rsid w:val="00E61D9D"/>
    <w:rsid w:val="00E61FA3"/>
    <w:rsid w:val="00E620A4"/>
    <w:rsid w:val="00E63F9B"/>
    <w:rsid w:val="00E644F2"/>
    <w:rsid w:val="00E669FA"/>
    <w:rsid w:val="00E67394"/>
    <w:rsid w:val="00E71918"/>
    <w:rsid w:val="00E71B7F"/>
    <w:rsid w:val="00E76732"/>
    <w:rsid w:val="00E77C2A"/>
    <w:rsid w:val="00E77DE8"/>
    <w:rsid w:val="00E81465"/>
    <w:rsid w:val="00E81EC1"/>
    <w:rsid w:val="00E907FD"/>
    <w:rsid w:val="00E9286A"/>
    <w:rsid w:val="00E9410C"/>
    <w:rsid w:val="00E94F1E"/>
    <w:rsid w:val="00E97544"/>
    <w:rsid w:val="00E97FBB"/>
    <w:rsid w:val="00EA0DE0"/>
    <w:rsid w:val="00EA2387"/>
    <w:rsid w:val="00EA450E"/>
    <w:rsid w:val="00EA7C68"/>
    <w:rsid w:val="00EB6813"/>
    <w:rsid w:val="00EB759B"/>
    <w:rsid w:val="00EB7D90"/>
    <w:rsid w:val="00EB7EE4"/>
    <w:rsid w:val="00EC027D"/>
    <w:rsid w:val="00EC0738"/>
    <w:rsid w:val="00EC22E8"/>
    <w:rsid w:val="00EC2673"/>
    <w:rsid w:val="00EC4D24"/>
    <w:rsid w:val="00EC4DF2"/>
    <w:rsid w:val="00EC4EDD"/>
    <w:rsid w:val="00EC7266"/>
    <w:rsid w:val="00EC7922"/>
    <w:rsid w:val="00ED2B6F"/>
    <w:rsid w:val="00ED69F3"/>
    <w:rsid w:val="00EE05C9"/>
    <w:rsid w:val="00EE504E"/>
    <w:rsid w:val="00EF1BC1"/>
    <w:rsid w:val="00EF4E2F"/>
    <w:rsid w:val="00EF6D38"/>
    <w:rsid w:val="00F00846"/>
    <w:rsid w:val="00F01126"/>
    <w:rsid w:val="00F013D7"/>
    <w:rsid w:val="00F01704"/>
    <w:rsid w:val="00F01E8F"/>
    <w:rsid w:val="00F03AE7"/>
    <w:rsid w:val="00F11660"/>
    <w:rsid w:val="00F1452B"/>
    <w:rsid w:val="00F14E0B"/>
    <w:rsid w:val="00F17708"/>
    <w:rsid w:val="00F17FAE"/>
    <w:rsid w:val="00F208F8"/>
    <w:rsid w:val="00F20C51"/>
    <w:rsid w:val="00F211ED"/>
    <w:rsid w:val="00F21CBC"/>
    <w:rsid w:val="00F22B32"/>
    <w:rsid w:val="00F23C66"/>
    <w:rsid w:val="00F27A74"/>
    <w:rsid w:val="00F30F31"/>
    <w:rsid w:val="00F42FE6"/>
    <w:rsid w:val="00F442DC"/>
    <w:rsid w:val="00F45357"/>
    <w:rsid w:val="00F46047"/>
    <w:rsid w:val="00F46B37"/>
    <w:rsid w:val="00F52640"/>
    <w:rsid w:val="00F54300"/>
    <w:rsid w:val="00F54B2A"/>
    <w:rsid w:val="00F5785E"/>
    <w:rsid w:val="00F61AC6"/>
    <w:rsid w:val="00F6202A"/>
    <w:rsid w:val="00F64E28"/>
    <w:rsid w:val="00F674D0"/>
    <w:rsid w:val="00F74D1F"/>
    <w:rsid w:val="00F75632"/>
    <w:rsid w:val="00F816CC"/>
    <w:rsid w:val="00F81733"/>
    <w:rsid w:val="00F846A0"/>
    <w:rsid w:val="00F86451"/>
    <w:rsid w:val="00F906B8"/>
    <w:rsid w:val="00F90D06"/>
    <w:rsid w:val="00F91AF7"/>
    <w:rsid w:val="00F92B4A"/>
    <w:rsid w:val="00F92B99"/>
    <w:rsid w:val="00F9409D"/>
    <w:rsid w:val="00F95B52"/>
    <w:rsid w:val="00F97EBA"/>
    <w:rsid w:val="00FA0A2A"/>
    <w:rsid w:val="00FA1552"/>
    <w:rsid w:val="00FA593F"/>
    <w:rsid w:val="00FA6155"/>
    <w:rsid w:val="00FB028E"/>
    <w:rsid w:val="00FB0602"/>
    <w:rsid w:val="00FB1752"/>
    <w:rsid w:val="00FB18A7"/>
    <w:rsid w:val="00FB341B"/>
    <w:rsid w:val="00FB5E9B"/>
    <w:rsid w:val="00FC1067"/>
    <w:rsid w:val="00FC28B9"/>
    <w:rsid w:val="00FC2EB7"/>
    <w:rsid w:val="00FC3314"/>
    <w:rsid w:val="00FC337C"/>
    <w:rsid w:val="00FC35D8"/>
    <w:rsid w:val="00FC3998"/>
    <w:rsid w:val="00FC3E34"/>
    <w:rsid w:val="00FC3E8D"/>
    <w:rsid w:val="00FC51CD"/>
    <w:rsid w:val="00FC5600"/>
    <w:rsid w:val="00FC6BC1"/>
    <w:rsid w:val="00FC7917"/>
    <w:rsid w:val="00FC7E51"/>
    <w:rsid w:val="00FD0513"/>
    <w:rsid w:val="00FD17F9"/>
    <w:rsid w:val="00FD3CAD"/>
    <w:rsid w:val="00FD5A97"/>
    <w:rsid w:val="00FE347E"/>
    <w:rsid w:val="00FE57D4"/>
    <w:rsid w:val="00FE6772"/>
    <w:rsid w:val="00FE732E"/>
    <w:rsid w:val="00FF0B6A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4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0" w:unhideWhenUsed="0" w:qFormat="1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 Bullet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4088E"/>
    <w:pPr>
      <w:spacing w:line="260" w:lineRule="exact"/>
      <w:ind w:firstLine="340"/>
      <w:jc w:val="both"/>
    </w:pPr>
    <w:rPr>
      <w:rFonts w:ascii="DG Meta Serif Science" w:hAnsi="DG Meta Serif Science" w:cs="DG Meta Serif Science"/>
      <w:sz w:val="19"/>
      <w:szCs w:val="24"/>
    </w:rPr>
  </w:style>
  <w:style w:type="paragraph" w:styleId="Heading1">
    <w:name w:val="heading 1"/>
    <w:basedOn w:val="head1"/>
    <w:next w:val="paraignoreindent"/>
    <w:link w:val="Heading1Char"/>
    <w:uiPriority w:val="9"/>
    <w:qFormat/>
    <w:rsid w:val="00C07B45"/>
  </w:style>
  <w:style w:type="paragraph" w:styleId="Heading2">
    <w:name w:val="heading 2"/>
    <w:basedOn w:val="head2"/>
    <w:next w:val="paraignoreindent"/>
    <w:link w:val="Heading2Char"/>
    <w:uiPriority w:val="9"/>
    <w:qFormat/>
    <w:rsid w:val="00C07B45"/>
  </w:style>
  <w:style w:type="paragraph" w:styleId="Heading3">
    <w:name w:val="heading 3"/>
    <w:basedOn w:val="head3"/>
    <w:next w:val="paraignoreindent"/>
    <w:link w:val="Heading3Char"/>
    <w:uiPriority w:val="9"/>
    <w:qFormat/>
    <w:rsid w:val="00C07B45"/>
  </w:style>
  <w:style w:type="paragraph" w:styleId="Heading4">
    <w:name w:val="heading 4"/>
    <w:basedOn w:val="head4"/>
    <w:next w:val="paraignoreindent"/>
    <w:link w:val="Heading4Char"/>
    <w:uiPriority w:val="9"/>
    <w:qFormat/>
    <w:rsid w:val="00C07B45"/>
  </w:style>
  <w:style w:type="paragraph" w:styleId="Heading5">
    <w:name w:val="heading 5"/>
    <w:aliases w:val="Char"/>
    <w:basedOn w:val="head5"/>
    <w:next w:val="paraignoreindent"/>
    <w:link w:val="Heading5Char"/>
    <w:uiPriority w:val="9"/>
    <w:qFormat/>
    <w:rsid w:val="00C07B45"/>
  </w:style>
  <w:style w:type="paragraph" w:styleId="Heading6">
    <w:name w:val="heading 6"/>
    <w:next w:val="paraignoreindent"/>
    <w:link w:val="Heading6Char"/>
    <w:uiPriority w:val="9"/>
    <w:qFormat/>
    <w:rsid w:val="00C07B45"/>
    <w:pPr>
      <w:keepNext/>
      <w:suppressAutoHyphens/>
      <w:spacing w:before="520" w:line="260" w:lineRule="exact"/>
      <w:outlineLvl w:val="5"/>
    </w:pPr>
    <w:rPr>
      <w:rFonts w:ascii="DG Meta Science" w:hAnsi="DG Meta Science" w:cs="DG Meta Science"/>
      <w:b/>
      <w:bCs/>
      <w:sz w:val="19"/>
      <w:szCs w:val="22"/>
    </w:rPr>
  </w:style>
  <w:style w:type="paragraph" w:styleId="Heading7">
    <w:name w:val="heading 7"/>
    <w:next w:val="paraignoreindent"/>
    <w:qFormat/>
    <w:rsid w:val="00C07B45"/>
    <w:pPr>
      <w:keepNext/>
      <w:suppressAutoHyphens/>
      <w:spacing w:before="520" w:line="260" w:lineRule="exact"/>
      <w:outlineLvl w:val="6"/>
    </w:pPr>
    <w:rPr>
      <w:rFonts w:ascii="DG Meta Science" w:hAnsi="DG Meta Science" w:cs="DG Meta Science"/>
      <w:b/>
      <w:sz w:val="19"/>
      <w:szCs w:val="24"/>
    </w:rPr>
  </w:style>
  <w:style w:type="paragraph" w:styleId="Heading8">
    <w:name w:val="heading 8"/>
    <w:next w:val="paraignoreindent"/>
    <w:qFormat/>
    <w:rsid w:val="00C07B45"/>
    <w:pPr>
      <w:keepNext/>
      <w:suppressAutoHyphens/>
      <w:spacing w:before="520" w:line="260" w:lineRule="exact"/>
      <w:outlineLvl w:val="7"/>
    </w:pPr>
    <w:rPr>
      <w:rFonts w:ascii="DG Meta Science" w:hAnsi="DG Meta Science" w:cs="DG Meta Science"/>
      <w:b/>
      <w:iCs/>
      <w:sz w:val="19"/>
      <w:szCs w:val="24"/>
    </w:rPr>
  </w:style>
  <w:style w:type="paragraph" w:styleId="Heading9">
    <w:name w:val="heading 9"/>
    <w:next w:val="paraignoreindent"/>
    <w:qFormat/>
    <w:rsid w:val="00C07B45"/>
    <w:pPr>
      <w:keepNext/>
      <w:suppressAutoHyphens/>
      <w:spacing w:before="520" w:line="260" w:lineRule="exact"/>
      <w:outlineLvl w:val="8"/>
    </w:pPr>
    <w:rPr>
      <w:rFonts w:ascii="DG Meta Science" w:hAnsi="DG Meta Science" w:cs="DG Meta Science"/>
      <w:b/>
      <w:sz w:val="19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ulablock">
    <w:name w:val="formula_block"/>
    <w:rsid w:val="00CC6EE4"/>
    <w:pPr>
      <w:spacing w:before="220" w:after="220" w:line="260" w:lineRule="atLeast"/>
      <w:jc w:val="center"/>
    </w:pPr>
    <w:rPr>
      <w:rFonts w:ascii="DG Meta Serif Science" w:hAnsi="DG Meta Serif Science" w:cs="DG Meta Serif Science"/>
      <w:sz w:val="19"/>
      <w:szCs w:val="24"/>
    </w:rPr>
  </w:style>
  <w:style w:type="character" w:customStyle="1" w:styleId="formulainline">
    <w:name w:val="formula_inline"/>
    <w:rsid w:val="001E2C72"/>
    <w:rPr>
      <w:rFonts w:ascii="DG Meta Serif Science" w:hAnsi="DG Meta Serif Science" w:cs="DG Meta Serif Science"/>
      <w:b w:val="0"/>
      <w:i w:val="0"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u w:val="none"/>
      <w:effect w:val="none"/>
      <w:vertAlign w:val="baseline"/>
      <w:lang w:val="de-DE"/>
    </w:rPr>
  </w:style>
  <w:style w:type="character" w:customStyle="1" w:styleId="chemicalstructure">
    <w:name w:val="chemical_structure"/>
    <w:rsid w:val="00C24111"/>
    <w:rPr>
      <w:rFonts w:cs="DG Meta Serif Science"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u w:val="none"/>
      <w:effect w:val="none"/>
      <w:vertAlign w:val="baseline"/>
      <w:lang w:val="de-DE"/>
    </w:rPr>
  </w:style>
  <w:style w:type="paragraph" w:customStyle="1" w:styleId="figure">
    <w:name w:val="figure"/>
    <w:next w:val="captionfigure"/>
    <w:link w:val="figureZchn"/>
    <w:rsid w:val="00790321"/>
    <w:pPr>
      <w:keepNext/>
      <w:spacing w:before="390" w:after="260" w:line="260" w:lineRule="atLeast"/>
    </w:pPr>
    <w:rPr>
      <w:rFonts w:ascii="DG Meta Serif Science" w:hAnsi="DG Meta Serif Science" w:cs="DG Meta Serif Science"/>
      <w:sz w:val="19"/>
      <w:szCs w:val="24"/>
    </w:rPr>
  </w:style>
  <w:style w:type="paragraph" w:customStyle="1" w:styleId="captionfigure">
    <w:name w:val="caption_figure"/>
    <w:rsid w:val="00790321"/>
    <w:pPr>
      <w:spacing w:after="390" w:line="220" w:lineRule="exact"/>
    </w:pPr>
    <w:rPr>
      <w:rFonts w:ascii="DG Meta Science" w:hAnsi="DG Meta Science" w:cs="DG Meta Science"/>
      <w:sz w:val="16"/>
      <w:szCs w:val="16"/>
    </w:rPr>
  </w:style>
  <w:style w:type="character" w:customStyle="1" w:styleId="inlinefigure">
    <w:name w:val="inline_figure"/>
    <w:rsid w:val="001E2C72"/>
    <w:rPr>
      <w:rFonts w:ascii="DG Meta Serif Science" w:hAnsi="DG Meta Serif Science" w:cs="DG Meta Serif Science"/>
      <w:b w:val="0"/>
      <w:i w:val="0"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u w:val="none"/>
      <w:effect w:val="none"/>
      <w:vertAlign w:val="baseline"/>
      <w:lang w:val="de-DE"/>
    </w:rPr>
  </w:style>
  <w:style w:type="paragraph" w:customStyle="1" w:styleId="table">
    <w:name w:val="table"/>
    <w:rsid w:val="00375D2C"/>
    <w:pPr>
      <w:spacing w:line="220" w:lineRule="exact"/>
    </w:pPr>
    <w:rPr>
      <w:rFonts w:ascii="DG Meta Science" w:hAnsi="DG Meta Science" w:cs="DG Meta Science"/>
      <w:sz w:val="16"/>
      <w:szCs w:val="24"/>
    </w:rPr>
  </w:style>
  <w:style w:type="paragraph" w:customStyle="1" w:styleId="captiontable">
    <w:name w:val="caption_table"/>
    <w:rsid w:val="00375D2C"/>
    <w:pPr>
      <w:keepNext/>
      <w:spacing w:before="390" w:after="260" w:line="220" w:lineRule="exact"/>
    </w:pPr>
    <w:rPr>
      <w:rFonts w:ascii="DG Meta Science" w:hAnsi="DG Meta Science" w:cs="DG Meta Science"/>
      <w:sz w:val="16"/>
      <w:szCs w:val="16"/>
    </w:rPr>
  </w:style>
  <w:style w:type="character" w:customStyle="1" w:styleId="ZFSpaceGeviert">
    <w:name w:val="ZF_Space_Geviert"/>
    <w:rsid w:val="00E76732"/>
    <w:rPr>
      <w:spacing w:val="80"/>
      <w:lang w:val="de-DE"/>
    </w:rPr>
  </w:style>
  <w:style w:type="character" w:customStyle="1" w:styleId="ZFSpaceHalbgeviert">
    <w:name w:val="ZF_Space_Halbgeviert"/>
    <w:rsid w:val="00E76732"/>
    <w:rPr>
      <w:rFonts w:cs="Arial"/>
      <w:spacing w:val="40"/>
      <w:lang w:val="de-DE"/>
    </w:rPr>
  </w:style>
  <w:style w:type="paragraph" w:customStyle="1" w:styleId="chaptertitle">
    <w:name w:val="chapter_title"/>
    <w:rsid w:val="00FC51CD"/>
    <w:pPr>
      <w:suppressAutoHyphens/>
      <w:spacing w:after="220" w:line="390" w:lineRule="exact"/>
    </w:pPr>
    <w:rPr>
      <w:rFonts w:ascii="DG Meta Science" w:hAnsi="DG Meta Science" w:cs="DG Meta Science"/>
      <w:b/>
      <w:sz w:val="34"/>
      <w:szCs w:val="24"/>
    </w:rPr>
  </w:style>
  <w:style w:type="paragraph" w:customStyle="1" w:styleId="chaptersubtitle">
    <w:name w:val="chapter_subtitle"/>
    <w:rsid w:val="00FC51CD"/>
    <w:pPr>
      <w:suppressAutoHyphens/>
      <w:spacing w:after="310" w:line="300" w:lineRule="exact"/>
    </w:pPr>
    <w:rPr>
      <w:rFonts w:ascii="DG Meta Science" w:hAnsi="DG Meta Science" w:cs="DG Meta Science"/>
      <w:sz w:val="24"/>
      <w:szCs w:val="24"/>
    </w:rPr>
  </w:style>
  <w:style w:type="character" w:customStyle="1" w:styleId="run-inhead">
    <w:name w:val="run-in head"/>
    <w:rsid w:val="003F608A"/>
    <w:rPr>
      <w:b/>
      <w:lang w:val="de-DE"/>
    </w:rPr>
  </w:style>
  <w:style w:type="paragraph" w:customStyle="1" w:styleId="parttitle">
    <w:name w:val="part_title"/>
    <w:rsid w:val="00BA439E"/>
    <w:pPr>
      <w:keepLines/>
      <w:suppressAutoHyphens/>
      <w:spacing w:line="390" w:lineRule="exact"/>
    </w:pPr>
    <w:rPr>
      <w:rFonts w:ascii="DG Meta Science" w:hAnsi="DG Meta Science" w:cs="DG Meta Science"/>
      <w:sz w:val="30"/>
      <w:szCs w:val="24"/>
    </w:rPr>
  </w:style>
  <w:style w:type="paragraph" w:customStyle="1" w:styleId="head1">
    <w:name w:val="head1"/>
    <w:next w:val="paraignoreindent"/>
    <w:rsid w:val="00AC59F2"/>
    <w:pPr>
      <w:keepNext/>
      <w:numPr>
        <w:numId w:val="17"/>
      </w:numPr>
      <w:tabs>
        <w:tab w:val="left" w:pos="665"/>
      </w:tabs>
      <w:suppressAutoHyphens/>
      <w:spacing w:before="520" w:after="260" w:line="390" w:lineRule="exact"/>
      <w:outlineLvl w:val="0"/>
    </w:pPr>
    <w:rPr>
      <w:rFonts w:ascii="DG Meta Science" w:hAnsi="DG Meta Science" w:cs="DG Meta Science"/>
      <w:b/>
      <w:sz w:val="30"/>
      <w:szCs w:val="24"/>
    </w:rPr>
  </w:style>
  <w:style w:type="paragraph" w:customStyle="1" w:styleId="head2">
    <w:name w:val="head2"/>
    <w:next w:val="paraignoreindent"/>
    <w:rsid w:val="00AC59F2"/>
    <w:pPr>
      <w:keepNext/>
      <w:numPr>
        <w:ilvl w:val="1"/>
        <w:numId w:val="17"/>
      </w:numPr>
      <w:tabs>
        <w:tab w:val="left" w:pos="736"/>
        <w:tab w:val="left" w:pos="873"/>
        <w:tab w:val="left" w:pos="1010"/>
      </w:tabs>
      <w:suppressAutoHyphens/>
      <w:spacing w:before="480" w:after="180" w:line="300" w:lineRule="exact"/>
      <w:outlineLvl w:val="1"/>
    </w:pPr>
    <w:rPr>
      <w:rFonts w:ascii="DG Meta Science" w:hAnsi="DG Meta Science" w:cs="DG Meta Science"/>
      <w:b/>
      <w:sz w:val="24"/>
      <w:szCs w:val="24"/>
    </w:rPr>
  </w:style>
  <w:style w:type="paragraph" w:customStyle="1" w:styleId="head3">
    <w:name w:val="head3"/>
    <w:next w:val="paraignoreindent"/>
    <w:rsid w:val="00AC59F2"/>
    <w:pPr>
      <w:keepNext/>
      <w:numPr>
        <w:ilvl w:val="2"/>
        <w:numId w:val="17"/>
      </w:numPr>
      <w:tabs>
        <w:tab w:val="left" w:pos="743"/>
        <w:tab w:val="left" w:pos="854"/>
        <w:tab w:val="left" w:pos="964"/>
        <w:tab w:val="left" w:pos="1069"/>
        <w:tab w:val="left" w:pos="1179"/>
      </w:tabs>
      <w:suppressAutoHyphens/>
      <w:spacing w:before="520" w:after="260" w:line="260" w:lineRule="exact"/>
      <w:outlineLvl w:val="2"/>
    </w:pPr>
    <w:rPr>
      <w:rFonts w:ascii="DG Meta Science" w:hAnsi="DG Meta Science" w:cs="DG Meta Science"/>
      <w:b/>
      <w:sz w:val="19"/>
      <w:szCs w:val="24"/>
    </w:rPr>
  </w:style>
  <w:style w:type="paragraph" w:customStyle="1" w:styleId="head4">
    <w:name w:val="head4"/>
    <w:next w:val="paraignoreindent"/>
    <w:rsid w:val="00AC59F2"/>
    <w:pPr>
      <w:keepNext/>
      <w:numPr>
        <w:ilvl w:val="3"/>
        <w:numId w:val="17"/>
      </w:numPr>
      <w:tabs>
        <w:tab w:val="left" w:pos="906"/>
        <w:tab w:val="left" w:pos="1016"/>
        <w:tab w:val="left" w:pos="1127"/>
        <w:tab w:val="left" w:pos="1231"/>
        <w:tab w:val="left" w:pos="1342"/>
        <w:tab w:val="left" w:pos="1453"/>
        <w:tab w:val="left" w:pos="1557"/>
      </w:tabs>
      <w:suppressAutoHyphens/>
      <w:spacing w:before="520" w:line="260" w:lineRule="exact"/>
      <w:outlineLvl w:val="3"/>
    </w:pPr>
    <w:rPr>
      <w:rFonts w:ascii="DG Meta Science" w:hAnsi="DG Meta Science" w:cs="DG Meta Science"/>
      <w:b/>
      <w:sz w:val="19"/>
      <w:szCs w:val="24"/>
    </w:rPr>
  </w:style>
  <w:style w:type="paragraph" w:customStyle="1" w:styleId="head5">
    <w:name w:val="head5"/>
    <w:next w:val="paraignoreindent"/>
    <w:rsid w:val="00AC59F2"/>
    <w:pPr>
      <w:keepNext/>
      <w:numPr>
        <w:ilvl w:val="4"/>
        <w:numId w:val="17"/>
      </w:numPr>
      <w:tabs>
        <w:tab w:val="left" w:pos="1069"/>
        <w:tab w:val="left" w:pos="1179"/>
        <w:tab w:val="left" w:pos="1290"/>
        <w:tab w:val="left" w:pos="1394"/>
        <w:tab w:val="left" w:pos="1505"/>
        <w:tab w:val="left" w:pos="1609"/>
        <w:tab w:val="left" w:pos="1720"/>
        <w:tab w:val="left" w:pos="1831"/>
        <w:tab w:val="left" w:pos="1935"/>
      </w:tabs>
      <w:suppressAutoHyphens/>
      <w:spacing w:before="520" w:line="260" w:lineRule="exact"/>
      <w:outlineLvl w:val="4"/>
    </w:pPr>
    <w:rPr>
      <w:rFonts w:ascii="DG Meta Science" w:hAnsi="DG Meta Science" w:cs="DG Meta Science"/>
      <w:b/>
      <w:sz w:val="19"/>
      <w:szCs w:val="24"/>
    </w:rPr>
  </w:style>
  <w:style w:type="paragraph" w:customStyle="1" w:styleId="address">
    <w:name w:val="address"/>
    <w:rsid w:val="009B4FD1"/>
    <w:pPr>
      <w:framePr w:w="6576" w:vSpace="390" w:wrap="around" w:hAnchor="margin" w:yAlign="bottom"/>
      <w:suppressAutoHyphens/>
      <w:spacing w:line="220" w:lineRule="exact"/>
      <w:contextualSpacing/>
    </w:pPr>
    <w:rPr>
      <w:rFonts w:ascii="DG Meta Science" w:hAnsi="DG Meta Science" w:cs="DG Meta Science"/>
      <w:sz w:val="16"/>
      <w:szCs w:val="24"/>
    </w:rPr>
  </w:style>
  <w:style w:type="paragraph" w:customStyle="1" w:styleId="chaptertitleshort">
    <w:name w:val="chapter_title_short"/>
    <w:rsid w:val="00630CDD"/>
    <w:pPr>
      <w:spacing w:after="310" w:line="300" w:lineRule="exact"/>
    </w:pPr>
    <w:rPr>
      <w:rFonts w:ascii="DG Meta Science" w:hAnsi="DG Meta Science" w:cs="DG Meta Science"/>
      <w:sz w:val="24"/>
      <w:szCs w:val="24"/>
    </w:rPr>
  </w:style>
  <w:style w:type="paragraph" w:customStyle="1" w:styleId="halftitlebookseries">
    <w:name w:val="half_title_book_series"/>
    <w:next w:val="paragraph"/>
    <w:rsid w:val="00FC51CD"/>
    <w:pPr>
      <w:suppressAutoHyphens/>
      <w:spacing w:line="260" w:lineRule="exact"/>
    </w:pPr>
    <w:rPr>
      <w:rFonts w:ascii="DG Meta Science" w:hAnsi="DG Meta Science" w:cs="DG Meta Serif Science"/>
      <w:sz w:val="19"/>
      <w:szCs w:val="24"/>
    </w:rPr>
  </w:style>
  <w:style w:type="paragraph" w:customStyle="1" w:styleId="tablehead">
    <w:name w:val="table_head"/>
    <w:basedOn w:val="table"/>
    <w:rsid w:val="00A8346E"/>
    <w:rPr>
      <w:b/>
    </w:rPr>
  </w:style>
  <w:style w:type="character" w:customStyle="1" w:styleId="crossreference">
    <w:name w:val="cross_reference"/>
    <w:rsid w:val="003A15EE"/>
    <w:rPr>
      <w:rFonts w:ascii="DG Meta Serif Science" w:hAnsi="DG Meta Serif Science" w:cs="DG Meta Serif Science"/>
      <w:b w:val="0"/>
      <w:i w:val="0"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u w:val="none"/>
      <w:effect w:val="none"/>
      <w:vertAlign w:val="baseline"/>
      <w:lang w:val="de-DE"/>
    </w:rPr>
  </w:style>
  <w:style w:type="character" w:customStyle="1" w:styleId="weblink">
    <w:name w:val="weblink"/>
    <w:rsid w:val="00711A6A"/>
    <w:rPr>
      <w:rFonts w:ascii="DG Meta Science" w:hAnsi="DG Meta Science"/>
      <w:szCs w:val="19"/>
      <w:lang w:val="de-DE"/>
    </w:rPr>
  </w:style>
  <w:style w:type="paragraph" w:customStyle="1" w:styleId="list1">
    <w:name w:val="list1"/>
    <w:rsid w:val="00C93242"/>
    <w:pPr>
      <w:tabs>
        <w:tab w:val="left" w:pos="340"/>
      </w:tabs>
      <w:spacing w:after="260" w:line="260" w:lineRule="exact"/>
      <w:ind w:left="340" w:hanging="340"/>
      <w:contextualSpacing/>
      <w:jc w:val="both"/>
    </w:pPr>
    <w:rPr>
      <w:rFonts w:ascii="DG Meta Serif Science" w:hAnsi="DG Meta Serif Science" w:cs="DG Meta Serif Science"/>
      <w:sz w:val="19"/>
      <w:szCs w:val="24"/>
    </w:rPr>
  </w:style>
  <w:style w:type="paragraph" w:customStyle="1" w:styleId="list2">
    <w:name w:val="list2"/>
    <w:rsid w:val="00C93242"/>
    <w:pPr>
      <w:tabs>
        <w:tab w:val="left" w:pos="340"/>
        <w:tab w:val="left" w:pos="680"/>
      </w:tabs>
      <w:spacing w:after="260" w:line="260" w:lineRule="exact"/>
      <w:ind w:left="680" w:hanging="340"/>
      <w:contextualSpacing/>
      <w:jc w:val="both"/>
    </w:pPr>
    <w:rPr>
      <w:rFonts w:ascii="DG Meta Serif Science" w:hAnsi="DG Meta Serif Science" w:cs="DG Meta Serif Science"/>
      <w:sz w:val="19"/>
      <w:szCs w:val="24"/>
    </w:rPr>
  </w:style>
  <w:style w:type="paragraph" w:customStyle="1" w:styleId="list3">
    <w:name w:val="list3"/>
    <w:rsid w:val="00C93242"/>
    <w:pPr>
      <w:tabs>
        <w:tab w:val="left" w:pos="340"/>
        <w:tab w:val="left" w:pos="680"/>
        <w:tab w:val="left" w:pos="1020"/>
      </w:tabs>
      <w:spacing w:after="260" w:line="260" w:lineRule="exact"/>
      <w:ind w:left="1020" w:hanging="340"/>
      <w:contextualSpacing/>
      <w:jc w:val="both"/>
    </w:pPr>
    <w:rPr>
      <w:rFonts w:ascii="DG Meta Serif Science" w:hAnsi="DG Meta Serif Science" w:cs="DG Meta Serif Science"/>
      <w:sz w:val="19"/>
      <w:szCs w:val="24"/>
    </w:rPr>
  </w:style>
  <w:style w:type="paragraph" w:customStyle="1" w:styleId="list4">
    <w:name w:val="list4"/>
    <w:rsid w:val="00C93242"/>
    <w:pPr>
      <w:tabs>
        <w:tab w:val="left" w:pos="340"/>
        <w:tab w:val="left" w:pos="680"/>
        <w:tab w:val="left" w:pos="1020"/>
        <w:tab w:val="left" w:pos="1361"/>
      </w:tabs>
      <w:spacing w:after="260" w:line="260" w:lineRule="exact"/>
      <w:ind w:left="1361" w:hanging="340"/>
      <w:contextualSpacing/>
      <w:jc w:val="both"/>
    </w:pPr>
    <w:rPr>
      <w:rFonts w:ascii="DG Meta Serif Science" w:hAnsi="DG Meta Serif Science" w:cs="DG Meta Serif Science"/>
      <w:sz w:val="19"/>
      <w:szCs w:val="24"/>
    </w:rPr>
  </w:style>
  <w:style w:type="paragraph" w:customStyle="1" w:styleId="list5">
    <w:name w:val="list5"/>
    <w:rsid w:val="00C93242"/>
    <w:pPr>
      <w:tabs>
        <w:tab w:val="left" w:pos="340"/>
        <w:tab w:val="left" w:pos="680"/>
        <w:tab w:val="left" w:pos="1020"/>
        <w:tab w:val="left" w:pos="1361"/>
        <w:tab w:val="left" w:pos="1701"/>
      </w:tabs>
      <w:spacing w:after="260" w:line="260" w:lineRule="exact"/>
      <w:ind w:left="1701" w:hanging="340"/>
      <w:contextualSpacing/>
      <w:jc w:val="both"/>
    </w:pPr>
    <w:rPr>
      <w:rFonts w:ascii="DG Meta Serif Science" w:hAnsi="DG Meta Serif Science" w:cs="DG Meta Serif Science"/>
      <w:sz w:val="19"/>
      <w:szCs w:val="24"/>
    </w:rPr>
  </w:style>
  <w:style w:type="paragraph" w:customStyle="1" w:styleId="booktitle">
    <w:name w:val="book_title"/>
    <w:rsid w:val="00FC51CD"/>
    <w:pPr>
      <w:suppressAutoHyphens/>
      <w:spacing w:line="910" w:lineRule="exact"/>
    </w:pPr>
    <w:rPr>
      <w:rFonts w:ascii="DG Meta Science" w:hAnsi="DG Meta Science" w:cs="DG Meta Science"/>
      <w:b/>
      <w:sz w:val="84"/>
      <w:szCs w:val="24"/>
    </w:rPr>
  </w:style>
  <w:style w:type="paragraph" w:customStyle="1" w:styleId="booksubtitle">
    <w:name w:val="book_subtitle"/>
    <w:rsid w:val="00FC51CD"/>
    <w:pPr>
      <w:suppressAutoHyphens/>
      <w:spacing w:after="680" w:line="340" w:lineRule="exact"/>
    </w:pPr>
    <w:rPr>
      <w:rFonts w:ascii="DG Meta Serif Science" w:hAnsi="DG Meta Serif Science" w:cs="DG Meta Serif Science"/>
      <w:sz w:val="28"/>
      <w:szCs w:val="24"/>
    </w:rPr>
  </w:style>
  <w:style w:type="paragraph" w:customStyle="1" w:styleId="author">
    <w:name w:val="author"/>
    <w:next w:val="booktitle"/>
    <w:rsid w:val="00BA439E"/>
    <w:pPr>
      <w:keepNext/>
      <w:suppressAutoHyphens/>
      <w:spacing w:before="438" w:after="210" w:line="520" w:lineRule="exact"/>
    </w:pPr>
    <w:rPr>
      <w:rFonts w:ascii="DG Meta Science" w:hAnsi="DG Meta Science" w:cs="DG Meta Science"/>
      <w:sz w:val="48"/>
      <w:szCs w:val="24"/>
    </w:rPr>
  </w:style>
  <w:style w:type="paragraph" w:customStyle="1" w:styleId="seriestitle">
    <w:name w:val="series_title"/>
    <w:rsid w:val="00E9410C"/>
    <w:pPr>
      <w:suppressAutoHyphens/>
      <w:spacing w:before="1220" w:line="520" w:lineRule="exact"/>
    </w:pPr>
    <w:rPr>
      <w:rFonts w:ascii="DG Meta Science" w:hAnsi="DG Meta Science" w:cs="DG Meta Science"/>
      <w:b/>
      <w:sz w:val="48"/>
      <w:szCs w:val="48"/>
    </w:rPr>
  </w:style>
  <w:style w:type="paragraph" w:customStyle="1" w:styleId="seriesnumber">
    <w:name w:val="series_number"/>
    <w:rsid w:val="00FC51CD"/>
    <w:pPr>
      <w:suppressAutoHyphens/>
      <w:spacing w:line="520" w:lineRule="exact"/>
    </w:pPr>
    <w:rPr>
      <w:rFonts w:ascii="DG Meta Science" w:hAnsi="DG Meta Science" w:cs="DG Meta Science"/>
      <w:b/>
      <w:sz w:val="48"/>
      <w:szCs w:val="24"/>
    </w:rPr>
  </w:style>
  <w:style w:type="paragraph" w:customStyle="1" w:styleId="editor">
    <w:name w:val="editor"/>
    <w:rsid w:val="00FC51CD"/>
    <w:pPr>
      <w:suppressAutoHyphens/>
      <w:spacing w:after="340" w:line="340" w:lineRule="exact"/>
      <w:contextualSpacing/>
    </w:pPr>
    <w:rPr>
      <w:rFonts w:ascii="DG Meta Science" w:hAnsi="DG Meta Science" w:cs="DG Meta Science"/>
      <w:sz w:val="28"/>
      <w:szCs w:val="24"/>
    </w:rPr>
  </w:style>
  <w:style w:type="paragraph" w:customStyle="1" w:styleId="seriesauthor">
    <w:name w:val="series_author"/>
    <w:rsid w:val="001E2C72"/>
    <w:pPr>
      <w:spacing w:after="340" w:line="340" w:lineRule="exact"/>
    </w:pPr>
    <w:rPr>
      <w:rFonts w:ascii="DG Meta Science" w:hAnsi="DG Meta Science" w:cs="DG Meta Science"/>
      <w:sz w:val="28"/>
      <w:szCs w:val="24"/>
    </w:rPr>
  </w:style>
  <w:style w:type="paragraph" w:customStyle="1" w:styleId="serieseditor">
    <w:name w:val="series_editor"/>
    <w:rsid w:val="00FC51CD"/>
    <w:pPr>
      <w:suppressAutoHyphens/>
      <w:spacing w:after="340" w:line="340" w:lineRule="exact"/>
      <w:contextualSpacing/>
    </w:pPr>
    <w:rPr>
      <w:rFonts w:ascii="DG Meta Science" w:hAnsi="DG Meta Science" w:cs="DG Meta Science"/>
      <w:sz w:val="28"/>
      <w:szCs w:val="24"/>
    </w:rPr>
  </w:style>
  <w:style w:type="paragraph" w:customStyle="1" w:styleId="ISSN">
    <w:name w:val="ISSN"/>
    <w:rsid w:val="001E2C72"/>
    <w:pPr>
      <w:spacing w:line="220" w:lineRule="exact"/>
    </w:pPr>
    <w:rPr>
      <w:rFonts w:ascii="DG Meta Science" w:hAnsi="DG Meta Science" w:cs="DG Meta Science"/>
      <w:sz w:val="16"/>
      <w:szCs w:val="24"/>
    </w:rPr>
  </w:style>
  <w:style w:type="paragraph" w:customStyle="1" w:styleId="ISBN">
    <w:name w:val="ISBN"/>
    <w:rsid w:val="001E2C72"/>
    <w:pPr>
      <w:spacing w:line="220" w:lineRule="exact"/>
    </w:pPr>
    <w:rPr>
      <w:rFonts w:ascii="DG Meta Science" w:hAnsi="DG Meta Science" w:cs="DG Meta Science"/>
      <w:sz w:val="16"/>
      <w:szCs w:val="24"/>
    </w:rPr>
  </w:style>
  <w:style w:type="paragraph" w:customStyle="1" w:styleId="doi">
    <w:name w:val="doi"/>
    <w:uiPriority w:val="1"/>
    <w:rsid w:val="00BA439E"/>
    <w:pPr>
      <w:spacing w:after="520" w:line="220" w:lineRule="exact"/>
      <w:contextualSpacing/>
    </w:pPr>
    <w:rPr>
      <w:rFonts w:ascii="DG Meta Science" w:hAnsi="DG Meta Science" w:cs="DG Meta Science"/>
      <w:sz w:val="16"/>
      <w:szCs w:val="24"/>
    </w:rPr>
  </w:style>
  <w:style w:type="character" w:customStyle="1" w:styleId="footnoteindicator">
    <w:name w:val="footnote_indicator"/>
    <w:rsid w:val="00B50588"/>
    <w:rPr>
      <w:b/>
      <w:lang w:val="de-DE"/>
    </w:rPr>
  </w:style>
  <w:style w:type="paragraph" w:customStyle="1" w:styleId="footnote">
    <w:name w:val="footnote"/>
    <w:rsid w:val="008E5DE3"/>
    <w:pPr>
      <w:spacing w:line="220" w:lineRule="exact"/>
      <w:jc w:val="both"/>
    </w:pPr>
    <w:rPr>
      <w:rFonts w:ascii="DG Meta Serif Science" w:hAnsi="DG Meta Serif Science" w:cs="DG Meta Serif Science"/>
      <w:sz w:val="16"/>
      <w:szCs w:val="24"/>
    </w:rPr>
  </w:style>
  <w:style w:type="paragraph" w:customStyle="1" w:styleId="reference">
    <w:name w:val="reference"/>
    <w:rsid w:val="001207ED"/>
    <w:pPr>
      <w:spacing w:line="220" w:lineRule="exact"/>
      <w:ind w:left="340" w:hanging="340"/>
    </w:pPr>
    <w:rPr>
      <w:rFonts w:ascii="DG Meta Science" w:hAnsi="DG Meta Science" w:cs="DG Meta Science"/>
      <w:sz w:val="16"/>
      <w:szCs w:val="24"/>
    </w:rPr>
  </w:style>
  <w:style w:type="paragraph" w:customStyle="1" w:styleId="Balken4">
    <w:name w:val="Balken4"/>
    <w:rsid w:val="003D726C"/>
    <w:pPr>
      <w:spacing w:line="260" w:lineRule="exact"/>
    </w:pPr>
    <w:rPr>
      <w:rFonts w:ascii="DG Meta Science" w:hAnsi="DG Meta Science" w:cs="DG Meta Serif Science"/>
      <w:spacing w:val="-4"/>
      <w:position w:val="-4"/>
      <w:sz w:val="16"/>
      <w:szCs w:val="24"/>
    </w:rPr>
  </w:style>
  <w:style w:type="paragraph" w:customStyle="1" w:styleId="halftitlepageauthor">
    <w:name w:val="half_title_page_author"/>
    <w:next w:val="halftitlepagetitle"/>
    <w:rsid w:val="00FC51CD"/>
    <w:pPr>
      <w:keepNext/>
      <w:suppressAutoHyphens/>
      <w:spacing w:line="260" w:lineRule="exact"/>
    </w:pPr>
    <w:rPr>
      <w:rFonts w:ascii="DG Meta Science" w:hAnsi="DG Meta Science" w:cs="DG Meta Serif Science"/>
      <w:sz w:val="19"/>
      <w:szCs w:val="24"/>
    </w:rPr>
  </w:style>
  <w:style w:type="paragraph" w:customStyle="1" w:styleId="Zitat1">
    <w:name w:val="Zitat1"/>
    <w:rsid w:val="00750FCB"/>
    <w:pPr>
      <w:spacing w:before="220" w:after="220" w:line="220" w:lineRule="exact"/>
      <w:ind w:left="340"/>
      <w:jc w:val="both"/>
    </w:pPr>
    <w:rPr>
      <w:rFonts w:ascii="DG Meta Serif Science" w:hAnsi="DG Meta Serif Science"/>
      <w:sz w:val="16"/>
      <w:szCs w:val="24"/>
    </w:rPr>
  </w:style>
  <w:style w:type="paragraph" w:customStyle="1" w:styleId="numlist">
    <w:name w:val="num_list"/>
    <w:rsid w:val="00750FCB"/>
    <w:pPr>
      <w:numPr>
        <w:numId w:val="16"/>
      </w:numPr>
      <w:tabs>
        <w:tab w:val="left" w:pos="340"/>
      </w:tabs>
      <w:spacing w:after="260" w:line="260" w:lineRule="exact"/>
      <w:ind w:left="340" w:hanging="340"/>
      <w:contextualSpacing/>
    </w:pPr>
    <w:rPr>
      <w:rFonts w:ascii="DG Meta Serif Science" w:hAnsi="DG Meta Serif Science"/>
      <w:sz w:val="19"/>
      <w:szCs w:val="24"/>
    </w:rPr>
  </w:style>
  <w:style w:type="character" w:customStyle="1" w:styleId="ZFLinie">
    <w:name w:val="ZF_Linie"/>
    <w:rsid w:val="00750FCB"/>
    <w:rPr>
      <w:rFonts w:ascii="DG Meta Science" w:hAnsi="DG Meta Science" w:hint="default"/>
      <w:b w:val="0"/>
      <w:bCs w:val="0"/>
      <w:i w:val="0"/>
      <w:iCs w:val="0"/>
      <w:lang w:val="de-DE"/>
    </w:rPr>
  </w:style>
  <w:style w:type="paragraph" w:customStyle="1" w:styleId="signing">
    <w:name w:val="signing"/>
    <w:rsid w:val="005C4201"/>
    <w:pPr>
      <w:spacing w:before="260" w:line="260" w:lineRule="exact"/>
      <w:contextualSpacing/>
      <w:jc w:val="right"/>
    </w:pPr>
    <w:rPr>
      <w:rFonts w:ascii="DG Meta Serif Science" w:hAnsi="DG Meta Serif Science" w:cs="DG Meta Serif Science"/>
      <w:sz w:val="19"/>
      <w:szCs w:val="19"/>
    </w:rPr>
  </w:style>
  <w:style w:type="paragraph" w:styleId="Header">
    <w:name w:val="header"/>
    <w:link w:val="HeaderChar"/>
    <w:uiPriority w:val="99"/>
    <w:rsid w:val="00BA439E"/>
    <w:pPr>
      <w:tabs>
        <w:tab w:val="right" w:pos="6576"/>
        <w:tab w:val="right" w:pos="6917"/>
      </w:tabs>
      <w:spacing w:line="260" w:lineRule="exact"/>
    </w:pPr>
    <w:rPr>
      <w:rFonts w:ascii="DG Meta Science" w:hAnsi="DG Meta Science" w:cs="DG Meta Science"/>
      <w:sz w:val="16"/>
      <w:szCs w:val="16"/>
    </w:rPr>
  </w:style>
  <w:style w:type="paragraph" w:customStyle="1" w:styleId="chapterauthor">
    <w:name w:val="chapter_author"/>
    <w:next w:val="chaptertitle"/>
    <w:rsid w:val="00FC51CD"/>
    <w:pPr>
      <w:keepNext/>
      <w:suppressAutoHyphens/>
      <w:spacing w:line="300" w:lineRule="exact"/>
    </w:pPr>
    <w:rPr>
      <w:rFonts w:ascii="DG Meta Science" w:hAnsi="DG Meta Science" w:cs="DG Meta Serif Science"/>
      <w:sz w:val="24"/>
      <w:szCs w:val="24"/>
    </w:rPr>
  </w:style>
  <w:style w:type="paragraph" w:styleId="TOC1">
    <w:name w:val="toc 1"/>
    <w:uiPriority w:val="39"/>
    <w:rsid w:val="009C3DF1"/>
    <w:pPr>
      <w:tabs>
        <w:tab w:val="left" w:pos="680"/>
      </w:tabs>
      <w:suppressAutoHyphens/>
      <w:spacing w:before="260" w:line="260" w:lineRule="exact"/>
      <w:ind w:left="680" w:hanging="680"/>
    </w:pPr>
    <w:rPr>
      <w:rFonts w:ascii="DG Meta Science" w:hAnsi="DG Meta Science" w:cs="DG Meta Serif Science"/>
      <w:b/>
      <w:sz w:val="19"/>
      <w:szCs w:val="24"/>
    </w:rPr>
  </w:style>
  <w:style w:type="paragraph" w:customStyle="1" w:styleId="frontmattertitletoc">
    <w:name w:val="front_matter_title_toc"/>
    <w:basedOn w:val="frontmattertitle"/>
    <w:next w:val="paraignoreindent"/>
    <w:rsid w:val="002D34C0"/>
  </w:style>
  <w:style w:type="character" w:customStyle="1" w:styleId="underline">
    <w:name w:val="underline"/>
    <w:rsid w:val="00B54C59"/>
    <w:rPr>
      <w:u w:val="single"/>
      <w:lang w:val="de-DE"/>
    </w:rPr>
  </w:style>
  <w:style w:type="paragraph" w:customStyle="1" w:styleId="paragraph">
    <w:name w:val="paragraph"/>
    <w:rsid w:val="005B186E"/>
    <w:pPr>
      <w:spacing w:line="260" w:lineRule="exact"/>
      <w:ind w:firstLine="340"/>
      <w:jc w:val="both"/>
    </w:pPr>
    <w:rPr>
      <w:rFonts w:ascii="DG Meta Serif Science" w:hAnsi="DG Meta Serif Science" w:cs="DG Meta Serif Science"/>
      <w:sz w:val="19"/>
      <w:szCs w:val="24"/>
    </w:rPr>
  </w:style>
  <w:style w:type="paragraph" w:customStyle="1" w:styleId="abstract">
    <w:name w:val="abstract"/>
    <w:next w:val="keywords"/>
    <w:rsid w:val="00FC51CD"/>
    <w:pPr>
      <w:spacing w:after="130" w:line="260" w:lineRule="exact"/>
      <w:jc w:val="both"/>
    </w:pPr>
    <w:rPr>
      <w:rFonts w:ascii="DG Meta Serif Science" w:hAnsi="DG Meta Serif Science" w:cs="DG Meta Serif Science"/>
      <w:sz w:val="19"/>
      <w:szCs w:val="24"/>
    </w:rPr>
  </w:style>
  <w:style w:type="paragraph" w:customStyle="1" w:styleId="keywords">
    <w:name w:val="keywords"/>
    <w:rsid w:val="00FC51CD"/>
    <w:pPr>
      <w:suppressAutoHyphens/>
      <w:spacing w:after="130" w:line="260" w:lineRule="exact"/>
    </w:pPr>
    <w:rPr>
      <w:rFonts w:ascii="DG Meta Serif Science" w:hAnsi="DG Meta Serif Science" w:cs="DG Meta Serif Science"/>
      <w:sz w:val="19"/>
      <w:szCs w:val="24"/>
    </w:rPr>
  </w:style>
  <w:style w:type="paragraph" w:customStyle="1" w:styleId="quotation">
    <w:name w:val="quotation"/>
    <w:next w:val="paraignoreindent"/>
    <w:uiPriority w:val="9"/>
    <w:rsid w:val="00BA439E"/>
    <w:pPr>
      <w:spacing w:before="220" w:after="220" w:line="220" w:lineRule="exact"/>
      <w:ind w:left="340"/>
      <w:contextualSpacing/>
      <w:jc w:val="both"/>
    </w:pPr>
    <w:rPr>
      <w:rFonts w:ascii="DG Meta Serif Science" w:hAnsi="DG Meta Serif Science" w:cs="DG Meta Serif Science"/>
      <w:sz w:val="16"/>
      <w:szCs w:val="24"/>
    </w:rPr>
  </w:style>
  <w:style w:type="paragraph" w:customStyle="1" w:styleId="quotesource">
    <w:name w:val="quote_source"/>
    <w:rsid w:val="001E2C72"/>
    <w:pPr>
      <w:spacing w:before="220" w:after="220" w:line="220" w:lineRule="exact"/>
      <w:ind w:left="340"/>
      <w:jc w:val="right"/>
    </w:pPr>
    <w:rPr>
      <w:rFonts w:ascii="DG Meta Serif Science" w:hAnsi="DG Meta Serif Science" w:cs="DG Meta Serif Science"/>
      <w:sz w:val="16"/>
      <w:szCs w:val="24"/>
    </w:rPr>
  </w:style>
  <w:style w:type="paragraph" w:customStyle="1" w:styleId="verse">
    <w:name w:val="verse"/>
    <w:basedOn w:val="quotation"/>
    <w:rsid w:val="00CC6EE4"/>
  </w:style>
  <w:style w:type="paragraph" w:customStyle="1" w:styleId="RNInnen">
    <w:name w:val="RN_Innen"/>
    <w:qFormat/>
    <w:rsid w:val="00903FCE"/>
    <w:pPr>
      <w:framePr w:wrap="around" w:hAnchor="page" w:xAlign="inside" w:y="1"/>
      <w:suppressAutoHyphens/>
      <w:spacing w:line="260" w:lineRule="exact"/>
      <w:ind w:left="113" w:right="113"/>
    </w:pPr>
    <w:rPr>
      <w:rFonts w:ascii="DG Meta Serif Science" w:hAnsi="DG Meta Serif Science" w:cs="DG Meta Serif Science"/>
      <w:sz w:val="16"/>
      <w:szCs w:val="24"/>
    </w:rPr>
  </w:style>
  <w:style w:type="character" w:customStyle="1" w:styleId="indexentry">
    <w:name w:val="index entry"/>
    <w:rsid w:val="001E2C72"/>
    <w:rPr>
      <w:rFonts w:ascii="DG Meta Science" w:hAnsi="DG Meta Science" w:cs="DG Meta Science"/>
      <w:b w:val="0"/>
      <w:i w:val="0"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6"/>
      <w:u w:val="none"/>
      <w:effect w:val="none"/>
      <w:vertAlign w:val="baseline"/>
      <w:lang w:val="de-DE"/>
    </w:rPr>
  </w:style>
  <w:style w:type="numbering" w:styleId="111111">
    <w:name w:val="Outline List 2"/>
    <w:basedOn w:val="NoList"/>
    <w:semiHidden/>
    <w:rsid w:val="001F2AAA"/>
    <w:pPr>
      <w:numPr>
        <w:numId w:val="1"/>
      </w:numPr>
    </w:pPr>
  </w:style>
  <w:style w:type="numbering" w:styleId="1ai">
    <w:name w:val="Outline List 1"/>
    <w:basedOn w:val="NoList"/>
    <w:semiHidden/>
    <w:rsid w:val="00F45357"/>
    <w:pPr>
      <w:numPr>
        <w:numId w:val="2"/>
      </w:numPr>
    </w:pPr>
  </w:style>
  <w:style w:type="paragraph" w:styleId="TableofFigures">
    <w:name w:val="table of figures"/>
    <w:next w:val="Normal"/>
    <w:rsid w:val="00FA593F"/>
    <w:pPr>
      <w:spacing w:line="220" w:lineRule="exact"/>
      <w:ind w:left="340" w:hanging="340"/>
    </w:pPr>
    <w:rPr>
      <w:rFonts w:ascii="DG Meta Science" w:hAnsi="DG Meta Science" w:cs="DG Meta Science"/>
      <w:sz w:val="16"/>
      <w:szCs w:val="24"/>
    </w:rPr>
  </w:style>
  <w:style w:type="paragraph" w:styleId="Salutation">
    <w:name w:val="Salutation"/>
    <w:next w:val="paragraph"/>
    <w:rsid w:val="006F03F0"/>
    <w:pPr>
      <w:spacing w:line="260" w:lineRule="exact"/>
    </w:pPr>
    <w:rPr>
      <w:rFonts w:ascii="DG Meta Serif Science" w:hAnsi="DG Meta Serif Science" w:cs="DG Meta Serif Science"/>
      <w:sz w:val="19"/>
      <w:szCs w:val="24"/>
    </w:rPr>
  </w:style>
  <w:style w:type="numbering" w:styleId="ArticleSection">
    <w:name w:val="Outline List 3"/>
    <w:basedOn w:val="NoList"/>
    <w:semiHidden/>
    <w:rsid w:val="001E2C72"/>
    <w:pPr>
      <w:numPr>
        <w:numId w:val="3"/>
      </w:numPr>
    </w:pPr>
  </w:style>
  <w:style w:type="paragraph" w:styleId="ListBullet">
    <w:name w:val="List Bullet"/>
    <w:uiPriority w:val="99"/>
    <w:rsid w:val="005B04F1"/>
    <w:pPr>
      <w:numPr>
        <w:numId w:val="4"/>
      </w:numPr>
      <w:spacing w:after="260" w:line="260" w:lineRule="exact"/>
      <w:contextualSpacing/>
    </w:pPr>
    <w:rPr>
      <w:rFonts w:ascii="DG Meta Serif Science" w:hAnsi="DG Meta Serif Science" w:cs="DG Meta Serif Science"/>
      <w:sz w:val="19"/>
      <w:szCs w:val="24"/>
    </w:rPr>
  </w:style>
  <w:style w:type="paragraph" w:styleId="ListBullet2">
    <w:name w:val="List Bullet 2"/>
    <w:rsid w:val="005B04F1"/>
    <w:pPr>
      <w:numPr>
        <w:numId w:val="5"/>
      </w:numPr>
      <w:spacing w:after="260" w:line="260" w:lineRule="exact"/>
      <w:contextualSpacing/>
    </w:pPr>
    <w:rPr>
      <w:rFonts w:ascii="DG Meta Serif Science" w:hAnsi="DG Meta Serif Science" w:cs="DG Meta Serif Science"/>
      <w:sz w:val="19"/>
      <w:szCs w:val="24"/>
    </w:rPr>
  </w:style>
  <w:style w:type="paragraph" w:styleId="ListBullet3">
    <w:name w:val="List Bullet 3"/>
    <w:rsid w:val="005B04F1"/>
    <w:pPr>
      <w:numPr>
        <w:numId w:val="6"/>
      </w:numPr>
      <w:spacing w:after="260" w:line="260" w:lineRule="exact"/>
      <w:contextualSpacing/>
    </w:pPr>
    <w:rPr>
      <w:rFonts w:ascii="DG Meta Serif Science" w:hAnsi="DG Meta Serif Science" w:cs="DG Meta Serif Science"/>
      <w:sz w:val="19"/>
      <w:szCs w:val="24"/>
    </w:rPr>
  </w:style>
  <w:style w:type="paragraph" w:styleId="ListBullet4">
    <w:name w:val="List Bullet 4"/>
    <w:rsid w:val="005B04F1"/>
    <w:pPr>
      <w:numPr>
        <w:numId w:val="7"/>
      </w:numPr>
      <w:spacing w:after="260" w:line="260" w:lineRule="exact"/>
      <w:contextualSpacing/>
    </w:pPr>
    <w:rPr>
      <w:rFonts w:ascii="DG Meta Serif Science" w:hAnsi="DG Meta Serif Science" w:cs="DG Meta Serif Science"/>
      <w:sz w:val="19"/>
      <w:szCs w:val="24"/>
    </w:rPr>
  </w:style>
  <w:style w:type="paragraph" w:styleId="ListBullet5">
    <w:name w:val="List Bullet 5"/>
    <w:rsid w:val="005B04F1"/>
    <w:pPr>
      <w:numPr>
        <w:numId w:val="8"/>
      </w:numPr>
      <w:spacing w:after="260" w:line="260" w:lineRule="exact"/>
      <w:contextualSpacing/>
    </w:pPr>
    <w:rPr>
      <w:rFonts w:ascii="DG Meta Serif Science" w:hAnsi="DG Meta Serif Science" w:cs="DG Meta Serif Science"/>
      <w:sz w:val="19"/>
      <w:szCs w:val="24"/>
    </w:rPr>
  </w:style>
  <w:style w:type="paragraph" w:styleId="Caption">
    <w:name w:val="caption"/>
    <w:qFormat/>
    <w:rsid w:val="001E2C72"/>
    <w:pPr>
      <w:spacing w:line="220" w:lineRule="exact"/>
    </w:pPr>
    <w:rPr>
      <w:rFonts w:ascii="DG Meta Science" w:hAnsi="DG Meta Science" w:cs="DG Meta Science"/>
      <w:bCs/>
      <w:sz w:val="16"/>
    </w:rPr>
  </w:style>
  <w:style w:type="character" w:styleId="FollowedHyperlink">
    <w:name w:val="FollowedHyperlink"/>
    <w:basedOn w:val="DefaultParagraphFont"/>
    <w:rsid w:val="001E2C72"/>
  </w:style>
  <w:style w:type="paragraph" w:styleId="BlockText">
    <w:name w:val="Block Text"/>
    <w:rsid w:val="002232BB"/>
    <w:pPr>
      <w:spacing w:before="130" w:after="130" w:line="260" w:lineRule="exact"/>
      <w:ind w:left="1123" w:right="1123"/>
    </w:pPr>
    <w:rPr>
      <w:rFonts w:ascii="DG Meta Serif Science" w:hAnsi="DG Meta Serif Science" w:cs="DG Meta Serif Science"/>
      <w:sz w:val="19"/>
      <w:szCs w:val="24"/>
    </w:rPr>
  </w:style>
  <w:style w:type="paragraph" w:styleId="Date">
    <w:name w:val="Date"/>
    <w:next w:val="Normal"/>
    <w:rsid w:val="001E2C72"/>
    <w:pPr>
      <w:spacing w:line="360" w:lineRule="auto"/>
    </w:pPr>
    <w:rPr>
      <w:rFonts w:ascii="DG Meta Serif Science" w:hAnsi="DG Meta Serif Science" w:cs="DG Meta Serif Science"/>
      <w:sz w:val="19"/>
      <w:szCs w:val="24"/>
    </w:rPr>
  </w:style>
  <w:style w:type="paragraph" w:styleId="DocumentMap">
    <w:name w:val="Document Map"/>
    <w:rsid w:val="001E2C72"/>
    <w:pPr>
      <w:spacing w:line="360" w:lineRule="auto"/>
    </w:pPr>
    <w:rPr>
      <w:rFonts w:ascii="DG Meta Serif Science" w:hAnsi="DG Meta Serif Science" w:cs="DG Meta Serif Science"/>
      <w:sz w:val="19"/>
    </w:rPr>
  </w:style>
  <w:style w:type="paragraph" w:styleId="E-mailSignature">
    <w:name w:val="E-mail Signature"/>
    <w:rsid w:val="001E2C72"/>
    <w:pPr>
      <w:spacing w:line="360" w:lineRule="auto"/>
    </w:pPr>
    <w:rPr>
      <w:rFonts w:ascii="DG Meta Serif Science" w:hAnsi="DG Meta Serif Science" w:cs="DG Meta Serif Science"/>
      <w:sz w:val="19"/>
      <w:szCs w:val="24"/>
    </w:rPr>
  </w:style>
  <w:style w:type="paragraph" w:styleId="EndnoteText">
    <w:name w:val="endnote text"/>
    <w:link w:val="EndnoteTextChar"/>
    <w:uiPriority w:val="99"/>
    <w:rsid w:val="00A8282E"/>
    <w:pPr>
      <w:spacing w:line="220" w:lineRule="exact"/>
      <w:jc w:val="both"/>
    </w:pPr>
    <w:rPr>
      <w:rFonts w:ascii="DG Meta Science" w:hAnsi="DG Meta Science" w:cs="DG Meta Science"/>
      <w:sz w:val="16"/>
    </w:rPr>
  </w:style>
  <w:style w:type="character" w:styleId="EndnoteReference">
    <w:name w:val="endnote reference"/>
    <w:uiPriority w:val="99"/>
    <w:rsid w:val="00A8282E"/>
    <w:rPr>
      <w:vertAlign w:val="superscript"/>
      <w:lang w:val="de-DE"/>
    </w:rPr>
  </w:style>
  <w:style w:type="character" w:styleId="Strong">
    <w:name w:val="Strong"/>
    <w:qFormat/>
    <w:rsid w:val="008E5DE3"/>
    <w:rPr>
      <w:b/>
      <w:lang w:val="de-DE"/>
    </w:rPr>
  </w:style>
  <w:style w:type="paragraph" w:styleId="NoteHeading">
    <w:name w:val="Note Heading"/>
    <w:next w:val="paragraph"/>
    <w:rsid w:val="001E2C72"/>
    <w:pPr>
      <w:keepNext/>
      <w:spacing w:after="260" w:line="390" w:lineRule="exact"/>
    </w:pPr>
    <w:rPr>
      <w:rFonts w:ascii="DG Meta Science" w:hAnsi="DG Meta Science" w:cs="DG Meta Science"/>
      <w:b/>
      <w:sz w:val="30"/>
      <w:szCs w:val="24"/>
    </w:rPr>
  </w:style>
  <w:style w:type="paragraph" w:styleId="FootnoteText">
    <w:name w:val="footnote text"/>
    <w:link w:val="FootnoteTextChar"/>
    <w:uiPriority w:val="99"/>
    <w:rsid w:val="00A8282E"/>
    <w:pPr>
      <w:spacing w:line="220" w:lineRule="exact"/>
      <w:jc w:val="both"/>
    </w:pPr>
    <w:rPr>
      <w:rFonts w:ascii="DG Meta Science" w:hAnsi="DG Meta Science" w:cs="DG Meta Science"/>
      <w:sz w:val="16"/>
    </w:rPr>
  </w:style>
  <w:style w:type="character" w:styleId="FootnoteReference">
    <w:name w:val="footnote reference"/>
    <w:rsid w:val="008E5DE3"/>
    <w:rPr>
      <w:vertAlign w:val="superscript"/>
      <w:lang w:val="de-DE"/>
    </w:rPr>
  </w:style>
  <w:style w:type="paragraph" w:styleId="Footer">
    <w:name w:val="footer"/>
    <w:link w:val="FooterChar"/>
    <w:uiPriority w:val="99"/>
    <w:rsid w:val="004660FC"/>
    <w:pPr>
      <w:suppressAutoHyphens/>
      <w:spacing w:line="180" w:lineRule="exact"/>
    </w:pPr>
    <w:rPr>
      <w:rFonts w:ascii="DG Meta Science" w:hAnsi="DG Meta Science" w:cs="DG Meta Science"/>
      <w:sz w:val="14"/>
      <w:szCs w:val="24"/>
    </w:rPr>
  </w:style>
  <w:style w:type="paragraph" w:styleId="Closing">
    <w:name w:val="Closing"/>
    <w:rsid w:val="001E2C72"/>
    <w:pPr>
      <w:spacing w:line="360" w:lineRule="auto"/>
      <w:ind w:left="4252"/>
    </w:pPr>
    <w:rPr>
      <w:rFonts w:ascii="DG Meta Serif Science" w:hAnsi="DG Meta Serif Science" w:cs="DG Meta Serif Science"/>
      <w:sz w:val="19"/>
      <w:szCs w:val="24"/>
    </w:rPr>
  </w:style>
  <w:style w:type="character" w:styleId="Emphasis">
    <w:name w:val="Emphasis"/>
    <w:uiPriority w:val="20"/>
    <w:qFormat/>
    <w:rsid w:val="001E2C72"/>
    <w:rPr>
      <w:rFonts w:ascii="DG Meta Serif Science" w:hAnsi="DG Meta Serif Science" w:cs="DG Meta Serif Science"/>
      <w:b w:val="0"/>
      <w:i w:val="0"/>
      <w:iCs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u w:val="none"/>
      <w:effect w:val="none"/>
      <w:vertAlign w:val="baseline"/>
      <w:lang w:val="de-DE"/>
    </w:rPr>
  </w:style>
  <w:style w:type="paragraph" w:styleId="HTMLAddress">
    <w:name w:val="HTML Address"/>
    <w:rsid w:val="001E2C72"/>
    <w:pPr>
      <w:spacing w:line="360" w:lineRule="auto"/>
    </w:pPr>
    <w:rPr>
      <w:rFonts w:ascii="DG Meta Serif Science" w:hAnsi="DG Meta Serif Science" w:cs="DG Meta Serif Science"/>
      <w:iCs/>
      <w:sz w:val="19"/>
      <w:szCs w:val="24"/>
    </w:rPr>
  </w:style>
  <w:style w:type="character" w:styleId="HTMLAcronym">
    <w:name w:val="HTML Acronym"/>
    <w:basedOn w:val="DefaultParagraphFont"/>
    <w:rsid w:val="001E2C72"/>
  </w:style>
  <w:style w:type="character" w:styleId="HTMLSample">
    <w:name w:val="HTML Sample"/>
    <w:basedOn w:val="DefaultParagraphFont"/>
    <w:rsid w:val="001E2C72"/>
  </w:style>
  <w:style w:type="character" w:styleId="HTMLCode">
    <w:name w:val="HTML Code"/>
    <w:rsid w:val="001E2C72"/>
    <w:rPr>
      <w:rFonts w:ascii="DG Meta Serif Science" w:hAnsi="DG Meta Serif Science" w:cs="DG Meta Serif Science"/>
      <w:b w:val="0"/>
      <w:i w:val="0"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szCs w:val="20"/>
      <w:u w:val="none"/>
      <w:effect w:val="none"/>
      <w:vertAlign w:val="baseline"/>
      <w:lang w:val="de-DE"/>
    </w:rPr>
  </w:style>
  <w:style w:type="character" w:styleId="HTMLDefinition">
    <w:name w:val="HTML Definition"/>
    <w:rsid w:val="001E2C72"/>
    <w:rPr>
      <w:rFonts w:ascii="DG Meta Serif Science" w:hAnsi="DG Meta Serif Science" w:cs="DG Meta Serif Science"/>
      <w:b w:val="0"/>
      <w:i w:val="0"/>
      <w:iCs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u w:val="none"/>
      <w:effect w:val="none"/>
      <w:vertAlign w:val="baseline"/>
      <w:lang w:val="de-DE"/>
    </w:rPr>
  </w:style>
  <w:style w:type="character" w:styleId="HTMLTypewriter">
    <w:name w:val="HTML Typewriter"/>
    <w:rsid w:val="001E2C72"/>
    <w:rPr>
      <w:rFonts w:ascii="DG Meta Serif Science" w:hAnsi="DG Meta Serif Science" w:cs="DG Meta Serif Science"/>
      <w:b w:val="0"/>
      <w:i w:val="0"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szCs w:val="20"/>
      <w:u w:val="none"/>
      <w:effect w:val="none"/>
      <w:vertAlign w:val="baseline"/>
      <w:lang w:val="de-DE"/>
    </w:rPr>
  </w:style>
  <w:style w:type="character" w:styleId="HTMLKeyboard">
    <w:name w:val="HTML Keyboard"/>
    <w:rsid w:val="001E2C72"/>
    <w:rPr>
      <w:rFonts w:ascii="DG Meta Serif Science" w:hAnsi="DG Meta Serif Science" w:cs="DG Meta Serif Science"/>
      <w:b w:val="0"/>
      <w:i w:val="0"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szCs w:val="20"/>
      <w:u w:val="none"/>
      <w:effect w:val="none"/>
      <w:vertAlign w:val="baseline"/>
      <w:lang w:val="de-DE"/>
    </w:rPr>
  </w:style>
  <w:style w:type="character" w:styleId="HTMLVariable">
    <w:name w:val="HTML Variable"/>
    <w:rsid w:val="001E2C72"/>
    <w:rPr>
      <w:rFonts w:ascii="DG Meta Serif Science" w:hAnsi="DG Meta Serif Science" w:cs="DG Meta Serif Science"/>
      <w:b w:val="0"/>
      <w:i w:val="0"/>
      <w:iCs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u w:val="none"/>
      <w:effect w:val="none"/>
      <w:vertAlign w:val="baseline"/>
      <w:lang w:val="de-DE"/>
    </w:rPr>
  </w:style>
  <w:style w:type="paragraph" w:styleId="HTMLPreformatted">
    <w:name w:val="HTML Preformatted"/>
    <w:rsid w:val="001E2C72"/>
    <w:pPr>
      <w:spacing w:line="360" w:lineRule="auto"/>
    </w:pPr>
    <w:rPr>
      <w:rFonts w:ascii="DG Meta Serif Science" w:hAnsi="DG Meta Serif Science" w:cs="DG Meta Serif Science"/>
      <w:sz w:val="19"/>
    </w:rPr>
  </w:style>
  <w:style w:type="character" w:styleId="HTMLCite">
    <w:name w:val="HTML Cite"/>
    <w:rsid w:val="001E2C72"/>
    <w:rPr>
      <w:rFonts w:ascii="DG Meta Serif Science" w:hAnsi="DG Meta Serif Science" w:cs="DG Meta Serif Science"/>
      <w:b w:val="0"/>
      <w:i w:val="0"/>
      <w:iCs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u w:val="none"/>
      <w:effect w:val="none"/>
      <w:vertAlign w:val="baseline"/>
      <w:lang w:val="de-DE"/>
    </w:rPr>
  </w:style>
  <w:style w:type="character" w:styleId="Hyperlink">
    <w:name w:val="Hyperlink"/>
    <w:uiPriority w:val="99"/>
    <w:rsid w:val="0017426F"/>
    <w:rPr>
      <w:rFonts w:ascii="DG Meta Science" w:hAnsi="DG Meta Science" w:cs="DG Meta Serif Science"/>
      <w:b w:val="0"/>
      <w:i w:val="0"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6"/>
      <w:u w:val="none"/>
      <w:effect w:val="none"/>
      <w:vertAlign w:val="baseline"/>
      <w:lang w:val="de-DE"/>
    </w:rPr>
  </w:style>
  <w:style w:type="paragraph" w:styleId="Index1">
    <w:name w:val="index 1"/>
    <w:rsid w:val="0036794B"/>
    <w:pPr>
      <w:tabs>
        <w:tab w:val="right" w:leader="dot" w:pos="2890"/>
      </w:tabs>
      <w:spacing w:line="220" w:lineRule="exact"/>
      <w:ind w:left="340" w:hanging="340"/>
    </w:pPr>
    <w:rPr>
      <w:rFonts w:ascii="DG Meta Science" w:hAnsi="DG Meta Science" w:cs="DG Meta Science"/>
      <w:sz w:val="16"/>
      <w:szCs w:val="24"/>
    </w:rPr>
  </w:style>
  <w:style w:type="paragraph" w:styleId="Index2">
    <w:name w:val="index 2"/>
    <w:rsid w:val="0036794B"/>
    <w:pPr>
      <w:numPr>
        <w:numId w:val="10"/>
      </w:numPr>
      <w:tabs>
        <w:tab w:val="right" w:leader="dot" w:pos="2890"/>
      </w:tabs>
      <w:spacing w:line="220" w:lineRule="exact"/>
      <w:ind w:left="340" w:hanging="340"/>
    </w:pPr>
    <w:rPr>
      <w:rFonts w:ascii="DG Meta Science" w:hAnsi="DG Meta Science" w:cs="DG Meta Science"/>
      <w:sz w:val="16"/>
      <w:szCs w:val="24"/>
    </w:rPr>
  </w:style>
  <w:style w:type="paragraph" w:styleId="Index3">
    <w:name w:val="index 3"/>
    <w:rsid w:val="001E2C72"/>
    <w:pPr>
      <w:spacing w:line="220" w:lineRule="exact"/>
      <w:ind w:left="340" w:hanging="340"/>
    </w:pPr>
    <w:rPr>
      <w:rFonts w:ascii="DG Meta Science" w:hAnsi="DG Meta Science" w:cs="DG Meta Science"/>
      <w:sz w:val="16"/>
      <w:szCs w:val="24"/>
    </w:rPr>
  </w:style>
  <w:style w:type="paragraph" w:styleId="Index4">
    <w:name w:val="index 4"/>
    <w:rsid w:val="001E2C72"/>
    <w:pPr>
      <w:spacing w:line="220" w:lineRule="exact"/>
      <w:ind w:left="340" w:hanging="340"/>
    </w:pPr>
    <w:rPr>
      <w:rFonts w:ascii="DG Meta Science" w:hAnsi="DG Meta Science" w:cs="DG Meta Science"/>
      <w:sz w:val="16"/>
      <w:szCs w:val="24"/>
    </w:rPr>
  </w:style>
  <w:style w:type="paragraph" w:styleId="Index5">
    <w:name w:val="index 5"/>
    <w:rsid w:val="001E2C72"/>
    <w:pPr>
      <w:spacing w:line="220" w:lineRule="exact"/>
      <w:ind w:left="340" w:hanging="340"/>
    </w:pPr>
    <w:rPr>
      <w:rFonts w:ascii="DG Meta Science" w:hAnsi="DG Meta Science" w:cs="DG Meta Science"/>
      <w:sz w:val="16"/>
      <w:szCs w:val="24"/>
    </w:rPr>
  </w:style>
  <w:style w:type="paragraph" w:styleId="Index6">
    <w:name w:val="index 6"/>
    <w:rsid w:val="001E2C72"/>
    <w:pPr>
      <w:spacing w:line="220" w:lineRule="exact"/>
      <w:ind w:left="340" w:hanging="340"/>
    </w:pPr>
    <w:rPr>
      <w:rFonts w:ascii="DG Meta Science" w:hAnsi="DG Meta Science" w:cs="DG Meta Science"/>
      <w:sz w:val="16"/>
      <w:szCs w:val="24"/>
    </w:rPr>
  </w:style>
  <w:style w:type="paragraph" w:styleId="Index7">
    <w:name w:val="index 7"/>
    <w:rsid w:val="001E2C72"/>
    <w:pPr>
      <w:spacing w:line="220" w:lineRule="exact"/>
      <w:ind w:left="340" w:hanging="340"/>
    </w:pPr>
    <w:rPr>
      <w:rFonts w:ascii="DG Meta Science" w:hAnsi="DG Meta Science" w:cs="DG Meta Science"/>
      <w:sz w:val="16"/>
      <w:szCs w:val="24"/>
    </w:rPr>
  </w:style>
  <w:style w:type="paragraph" w:styleId="Index8">
    <w:name w:val="index 8"/>
    <w:rsid w:val="001E2C72"/>
    <w:pPr>
      <w:spacing w:line="220" w:lineRule="exact"/>
      <w:ind w:left="340" w:hanging="340"/>
    </w:pPr>
    <w:rPr>
      <w:rFonts w:ascii="DG Meta Science" w:hAnsi="DG Meta Science" w:cs="DG Meta Science"/>
      <w:sz w:val="16"/>
      <w:szCs w:val="24"/>
    </w:rPr>
  </w:style>
  <w:style w:type="paragraph" w:styleId="Index9">
    <w:name w:val="index 9"/>
    <w:rsid w:val="001E2C72"/>
    <w:pPr>
      <w:spacing w:line="220" w:lineRule="exact"/>
      <w:ind w:left="340" w:hanging="340"/>
    </w:pPr>
    <w:rPr>
      <w:rFonts w:ascii="DG Meta Science" w:hAnsi="DG Meta Science" w:cs="DG Meta Science"/>
      <w:sz w:val="16"/>
      <w:szCs w:val="24"/>
    </w:rPr>
  </w:style>
  <w:style w:type="paragraph" w:styleId="IndexHeading">
    <w:name w:val="index heading"/>
    <w:basedOn w:val="Index1"/>
    <w:next w:val="Index1"/>
    <w:rsid w:val="0054088E"/>
    <w:pPr>
      <w:keepNext/>
      <w:spacing w:before="220"/>
      <w:ind w:left="0" w:firstLine="0"/>
    </w:pPr>
    <w:rPr>
      <w:b/>
    </w:rPr>
  </w:style>
  <w:style w:type="paragraph" w:styleId="CommentText">
    <w:name w:val="annotation text"/>
    <w:link w:val="CommentTextChar"/>
    <w:uiPriority w:val="99"/>
    <w:rsid w:val="001E2C72"/>
    <w:pPr>
      <w:spacing w:line="360" w:lineRule="auto"/>
    </w:pPr>
    <w:rPr>
      <w:rFonts w:ascii="DG Meta Serif Science" w:hAnsi="DG Meta Serif Science" w:cs="DG Meta Serif Science"/>
      <w:sz w:val="19"/>
    </w:rPr>
  </w:style>
  <w:style w:type="paragraph" w:styleId="CommentSubject">
    <w:name w:val="annotation subject"/>
    <w:next w:val="CommentText"/>
    <w:link w:val="CommentSubjectChar"/>
    <w:uiPriority w:val="99"/>
    <w:rsid w:val="001E2C72"/>
    <w:pPr>
      <w:spacing w:line="360" w:lineRule="auto"/>
    </w:pPr>
    <w:rPr>
      <w:rFonts w:ascii="DG Meta Serif Science" w:hAnsi="DG Meta Serif Science" w:cs="DG Meta Serif Science"/>
      <w:bCs/>
      <w:sz w:val="19"/>
    </w:rPr>
  </w:style>
  <w:style w:type="character" w:styleId="CommentReference">
    <w:name w:val="annotation reference"/>
    <w:uiPriority w:val="99"/>
    <w:rsid w:val="001E2C72"/>
    <w:rPr>
      <w:rFonts w:ascii="DG Meta Serif Science" w:hAnsi="DG Meta Serif Science" w:cs="DG Meta Serif Science"/>
      <w:b w:val="0"/>
      <w:i w:val="0"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szCs w:val="16"/>
      <w:u w:val="none"/>
      <w:effect w:val="none"/>
      <w:vertAlign w:val="baseline"/>
      <w:lang w:val="de-DE"/>
    </w:rPr>
  </w:style>
  <w:style w:type="paragraph" w:styleId="List">
    <w:name w:val="List"/>
    <w:basedOn w:val="list1"/>
    <w:rsid w:val="00DE2CE1"/>
  </w:style>
  <w:style w:type="paragraph" w:styleId="List20">
    <w:name w:val="List 2"/>
    <w:basedOn w:val="list2"/>
    <w:rsid w:val="00DE2CE1"/>
  </w:style>
  <w:style w:type="paragraph" w:styleId="List30">
    <w:name w:val="List 3"/>
    <w:basedOn w:val="list3"/>
    <w:rsid w:val="00DE2CE1"/>
  </w:style>
  <w:style w:type="paragraph" w:styleId="List40">
    <w:name w:val="List 4"/>
    <w:basedOn w:val="list4"/>
    <w:rsid w:val="00DE2CE1"/>
  </w:style>
  <w:style w:type="paragraph" w:styleId="List50">
    <w:name w:val="List 5"/>
    <w:basedOn w:val="list5"/>
    <w:rsid w:val="00DE2CE1"/>
  </w:style>
  <w:style w:type="paragraph" w:styleId="ListContinue">
    <w:name w:val="List Continue"/>
    <w:basedOn w:val="List"/>
    <w:rsid w:val="00DE2CE1"/>
    <w:pPr>
      <w:ind w:firstLine="0"/>
    </w:pPr>
  </w:style>
  <w:style w:type="paragraph" w:styleId="ListContinue2">
    <w:name w:val="List Continue 2"/>
    <w:basedOn w:val="List20"/>
    <w:rsid w:val="00DE2CE1"/>
    <w:pPr>
      <w:ind w:firstLine="0"/>
    </w:pPr>
  </w:style>
  <w:style w:type="paragraph" w:styleId="ListContinue3">
    <w:name w:val="List Continue 3"/>
    <w:basedOn w:val="List30"/>
    <w:rsid w:val="00B26C2B"/>
    <w:pPr>
      <w:ind w:left="1021" w:firstLine="0"/>
    </w:pPr>
  </w:style>
  <w:style w:type="paragraph" w:styleId="ListContinue4">
    <w:name w:val="List Continue 4"/>
    <w:basedOn w:val="List40"/>
    <w:rsid w:val="00B26C2B"/>
    <w:pPr>
      <w:ind w:firstLine="0"/>
    </w:pPr>
  </w:style>
  <w:style w:type="paragraph" w:styleId="ListContinue5">
    <w:name w:val="List Continue 5"/>
    <w:basedOn w:val="List50"/>
    <w:rsid w:val="00B26C2B"/>
    <w:pPr>
      <w:ind w:firstLine="0"/>
    </w:pPr>
  </w:style>
  <w:style w:type="paragraph" w:styleId="ListNumber">
    <w:name w:val="List Number"/>
    <w:basedOn w:val="list1"/>
    <w:rsid w:val="00B26C2B"/>
    <w:pPr>
      <w:numPr>
        <w:numId w:val="11"/>
      </w:numPr>
    </w:pPr>
  </w:style>
  <w:style w:type="paragraph" w:styleId="ListNumber2">
    <w:name w:val="List Number 2"/>
    <w:basedOn w:val="list2"/>
    <w:rsid w:val="00B26C2B"/>
    <w:pPr>
      <w:numPr>
        <w:numId w:val="12"/>
      </w:numPr>
    </w:pPr>
  </w:style>
  <w:style w:type="paragraph" w:styleId="ListNumber3">
    <w:name w:val="List Number 3"/>
    <w:basedOn w:val="list3"/>
    <w:rsid w:val="00B26C2B"/>
    <w:pPr>
      <w:numPr>
        <w:numId w:val="13"/>
      </w:numPr>
    </w:pPr>
  </w:style>
  <w:style w:type="paragraph" w:styleId="ListNumber4">
    <w:name w:val="List Number 4"/>
    <w:basedOn w:val="list4"/>
    <w:rsid w:val="00B26C2B"/>
    <w:pPr>
      <w:numPr>
        <w:numId w:val="14"/>
      </w:numPr>
    </w:pPr>
  </w:style>
  <w:style w:type="paragraph" w:styleId="ListNumber5">
    <w:name w:val="List Number 5"/>
    <w:basedOn w:val="list5"/>
    <w:rsid w:val="00B26C2B"/>
    <w:pPr>
      <w:numPr>
        <w:numId w:val="15"/>
      </w:numPr>
    </w:pPr>
  </w:style>
  <w:style w:type="paragraph" w:styleId="MacroText">
    <w:name w:val="macro"/>
    <w:rsid w:val="001E2C72"/>
    <w:pPr>
      <w:tabs>
        <w:tab w:val="left" w:pos="482"/>
        <w:tab w:val="left" w:pos="958"/>
        <w:tab w:val="left" w:pos="1440"/>
        <w:tab w:val="left" w:pos="1922"/>
        <w:tab w:val="left" w:pos="2398"/>
        <w:tab w:val="left" w:pos="2880"/>
        <w:tab w:val="left" w:pos="3362"/>
        <w:tab w:val="left" w:pos="3838"/>
        <w:tab w:val="left" w:pos="4320"/>
      </w:tabs>
    </w:pPr>
    <w:rPr>
      <w:rFonts w:ascii="DG Meta Serif Science" w:hAnsi="DG Meta Serif Science" w:cs="DG Meta Serif Science"/>
      <w:sz w:val="19"/>
    </w:rPr>
  </w:style>
  <w:style w:type="paragraph" w:styleId="MessageHeader">
    <w:name w:val="Message Header"/>
    <w:rsid w:val="001E2C72"/>
    <w:pPr>
      <w:spacing w:line="360" w:lineRule="auto"/>
      <w:ind w:left="2268" w:hanging="1134"/>
    </w:pPr>
    <w:rPr>
      <w:rFonts w:ascii="DG Meta Serif Science" w:hAnsi="DG Meta Serif Science" w:cs="DG Meta Serif Science"/>
      <w:sz w:val="19"/>
      <w:szCs w:val="24"/>
    </w:rPr>
  </w:style>
  <w:style w:type="paragraph" w:styleId="PlainText">
    <w:name w:val="Plain Text"/>
    <w:aliases w:val="Eingerücktes Zitat"/>
    <w:link w:val="PlainTextChar"/>
    <w:uiPriority w:val="99"/>
    <w:rsid w:val="001E2C72"/>
    <w:pPr>
      <w:spacing w:line="260" w:lineRule="exact"/>
      <w:ind w:firstLine="340"/>
    </w:pPr>
    <w:rPr>
      <w:rFonts w:ascii="DG Meta Serif Science" w:hAnsi="DG Meta Serif Science" w:cs="DG Meta Serif Science"/>
      <w:sz w:val="19"/>
    </w:rPr>
  </w:style>
  <w:style w:type="paragraph" w:styleId="TableofAuthorities">
    <w:name w:val="table of authorities"/>
    <w:rsid w:val="001E2C72"/>
    <w:pPr>
      <w:spacing w:line="220" w:lineRule="exact"/>
      <w:ind w:left="340" w:hanging="340"/>
    </w:pPr>
    <w:rPr>
      <w:rFonts w:ascii="DG Meta Science" w:hAnsi="DG Meta Science" w:cs="DG Meta Science"/>
      <w:sz w:val="16"/>
      <w:szCs w:val="24"/>
    </w:rPr>
  </w:style>
  <w:style w:type="paragraph" w:styleId="TOAHeading">
    <w:name w:val="toa heading"/>
    <w:next w:val="TableofAuthorities"/>
    <w:rsid w:val="001E2C72"/>
    <w:pPr>
      <w:keepNext/>
      <w:spacing w:after="260" w:line="390" w:lineRule="exact"/>
    </w:pPr>
    <w:rPr>
      <w:rFonts w:ascii="DG Meta Science" w:hAnsi="DG Meta Science" w:cs="DG Meta Science"/>
      <w:b/>
      <w:bCs/>
      <w:sz w:val="30"/>
      <w:szCs w:val="24"/>
    </w:rPr>
  </w:style>
  <w:style w:type="character" w:styleId="PageNumber">
    <w:name w:val="page number"/>
    <w:uiPriority w:val="99"/>
    <w:rsid w:val="008E5DE3"/>
    <w:rPr>
      <w:b/>
      <w:sz w:val="19"/>
      <w:szCs w:val="19"/>
      <w:lang w:val="de-DE"/>
    </w:rPr>
  </w:style>
  <w:style w:type="paragraph" w:styleId="BalloonText">
    <w:name w:val="Balloon Text"/>
    <w:link w:val="BalloonTextChar"/>
    <w:uiPriority w:val="99"/>
    <w:rsid w:val="001E2C72"/>
    <w:pPr>
      <w:spacing w:line="360" w:lineRule="auto"/>
    </w:pPr>
    <w:rPr>
      <w:rFonts w:ascii="DG Meta Serif Science" w:hAnsi="DG Meta Serif Science" w:cs="DG Meta Serif Science"/>
      <w:sz w:val="19"/>
      <w:szCs w:val="16"/>
    </w:rPr>
  </w:style>
  <w:style w:type="paragraph" w:styleId="NormalWeb">
    <w:name w:val="Normal (Web)"/>
    <w:rsid w:val="001E2C72"/>
    <w:pPr>
      <w:spacing w:line="260" w:lineRule="exact"/>
      <w:ind w:firstLine="340"/>
    </w:pPr>
    <w:rPr>
      <w:rFonts w:ascii="DG Meta Serif Science" w:hAnsi="DG Meta Serif Science" w:cs="DG Meta Serif Science"/>
      <w:sz w:val="19"/>
      <w:szCs w:val="24"/>
    </w:rPr>
  </w:style>
  <w:style w:type="paragraph" w:styleId="NormalIndent">
    <w:name w:val="Normal Indent"/>
    <w:rsid w:val="001E2C72"/>
    <w:pPr>
      <w:spacing w:line="260" w:lineRule="exact"/>
      <w:ind w:firstLine="340"/>
    </w:pPr>
    <w:rPr>
      <w:rFonts w:ascii="DG Meta Serif Science" w:hAnsi="DG Meta Serif Science" w:cs="DG Meta Serif Science"/>
      <w:sz w:val="19"/>
      <w:szCs w:val="24"/>
    </w:rPr>
  </w:style>
  <w:style w:type="table" w:styleId="Table3Deffects1">
    <w:name w:val="Table 3D effects 1"/>
    <w:basedOn w:val="TableNormal"/>
    <w:semiHidden/>
    <w:rsid w:val="001E2C7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1E2C72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1E2C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1E2C72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semiHidden/>
    <w:rsid w:val="001E2C72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E2C7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E2C72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semiHidden/>
    <w:rsid w:val="001E2C72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E2C72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E2C72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E2C72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1E2C72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E2C72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E2C72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E2C72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E2C72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E2C72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E2C72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E2C72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E2C7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E2C72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E2C72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E2C72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E2C7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semiHidden/>
    <w:rsid w:val="001E2C7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E2C72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E2C72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E2C72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E2C72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E2C72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E2C72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E2C72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rsid w:val="001E2C72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E2C72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E2C72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E2C72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E2C72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semiHidden/>
    <w:rsid w:val="001E2C72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E2C72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rsid w:val="001E2C72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E2C72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E2C72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1E2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Theme">
    <w:name w:val="Table Theme"/>
    <w:basedOn w:val="TableNormal"/>
    <w:semiHidden/>
    <w:rsid w:val="001E2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rsid w:val="001E2C72"/>
    <w:pPr>
      <w:spacing w:line="260" w:lineRule="exact"/>
      <w:ind w:firstLine="340"/>
    </w:pPr>
    <w:rPr>
      <w:rFonts w:ascii="DG Meta Serif Science" w:hAnsi="DG Meta Serif Science" w:cs="DG Meta Serif Science"/>
      <w:sz w:val="19"/>
      <w:szCs w:val="24"/>
    </w:rPr>
  </w:style>
  <w:style w:type="paragraph" w:styleId="BodyText2">
    <w:name w:val="Body Text 2"/>
    <w:rsid w:val="001E2C72"/>
    <w:pPr>
      <w:spacing w:line="260" w:lineRule="exact"/>
      <w:ind w:firstLine="340"/>
    </w:pPr>
    <w:rPr>
      <w:rFonts w:ascii="DG Meta Serif Science" w:hAnsi="DG Meta Serif Science" w:cs="DG Meta Serif Science"/>
      <w:sz w:val="19"/>
      <w:szCs w:val="24"/>
    </w:rPr>
  </w:style>
  <w:style w:type="paragraph" w:styleId="BodyText3">
    <w:name w:val="Body Text 3"/>
    <w:rsid w:val="001E2C72"/>
    <w:pPr>
      <w:spacing w:line="260" w:lineRule="exact"/>
      <w:ind w:firstLine="340"/>
    </w:pPr>
    <w:rPr>
      <w:rFonts w:ascii="DG Meta Serif Science" w:hAnsi="DG Meta Serif Science" w:cs="DG Meta Serif Science"/>
      <w:sz w:val="19"/>
      <w:szCs w:val="16"/>
    </w:rPr>
  </w:style>
  <w:style w:type="paragraph" w:styleId="BodyTextIndent2">
    <w:name w:val="Body Text Indent 2"/>
    <w:rsid w:val="001E2C72"/>
    <w:pPr>
      <w:spacing w:line="260" w:lineRule="exact"/>
      <w:ind w:firstLine="340"/>
    </w:pPr>
    <w:rPr>
      <w:rFonts w:ascii="DG Meta Serif Science" w:hAnsi="DG Meta Serif Science" w:cs="DG Meta Serif Science"/>
      <w:sz w:val="19"/>
      <w:szCs w:val="24"/>
    </w:rPr>
  </w:style>
  <w:style w:type="paragraph" w:styleId="BodyTextIndent3">
    <w:name w:val="Body Text Indent 3"/>
    <w:rsid w:val="001E2C72"/>
    <w:pPr>
      <w:spacing w:line="260" w:lineRule="exact"/>
      <w:ind w:firstLine="340"/>
    </w:pPr>
    <w:rPr>
      <w:rFonts w:ascii="DG Meta Serif Science" w:hAnsi="DG Meta Serif Science" w:cs="DG Meta Serif Science"/>
      <w:sz w:val="19"/>
      <w:szCs w:val="16"/>
    </w:rPr>
  </w:style>
  <w:style w:type="paragraph" w:styleId="BodyTextFirstIndent">
    <w:name w:val="Body Text First Indent"/>
    <w:rsid w:val="001E2C72"/>
    <w:pPr>
      <w:spacing w:line="260" w:lineRule="exact"/>
      <w:ind w:firstLine="340"/>
    </w:pPr>
    <w:rPr>
      <w:rFonts w:ascii="DG Meta Serif Science" w:hAnsi="DG Meta Serif Science" w:cs="DG Meta Serif Science"/>
      <w:sz w:val="19"/>
      <w:szCs w:val="24"/>
    </w:rPr>
  </w:style>
  <w:style w:type="paragraph" w:styleId="BodyTextIndent">
    <w:name w:val="Body Text Indent"/>
    <w:rsid w:val="001E2C72"/>
    <w:pPr>
      <w:spacing w:line="260" w:lineRule="exact"/>
      <w:ind w:firstLine="340"/>
    </w:pPr>
    <w:rPr>
      <w:rFonts w:ascii="DG Meta Serif Science" w:hAnsi="DG Meta Serif Science" w:cs="DG Meta Serif Science"/>
      <w:sz w:val="19"/>
      <w:szCs w:val="24"/>
    </w:rPr>
  </w:style>
  <w:style w:type="paragraph" w:styleId="BodyTextFirstIndent2">
    <w:name w:val="Body Text First Indent 2"/>
    <w:rsid w:val="001E2C72"/>
    <w:pPr>
      <w:spacing w:line="260" w:lineRule="exact"/>
      <w:ind w:firstLine="340"/>
    </w:pPr>
    <w:rPr>
      <w:rFonts w:ascii="DG Meta Serif Science" w:hAnsi="DG Meta Serif Science" w:cs="DG Meta Serif Science"/>
      <w:sz w:val="19"/>
      <w:szCs w:val="24"/>
    </w:rPr>
  </w:style>
  <w:style w:type="paragraph" w:styleId="Title">
    <w:name w:val="Title"/>
    <w:link w:val="TitleChar"/>
    <w:uiPriority w:val="10"/>
    <w:qFormat/>
    <w:rsid w:val="001E2C72"/>
    <w:pPr>
      <w:spacing w:after="220" w:line="390" w:lineRule="exact"/>
      <w:outlineLvl w:val="0"/>
    </w:pPr>
    <w:rPr>
      <w:rFonts w:ascii="DG Meta Science" w:hAnsi="DG Meta Science" w:cs="DG Meta Science"/>
      <w:b/>
      <w:bCs/>
      <w:sz w:val="34"/>
      <w:szCs w:val="32"/>
    </w:rPr>
  </w:style>
  <w:style w:type="paragraph" w:styleId="EnvelopeReturn">
    <w:name w:val="envelope return"/>
    <w:rsid w:val="001E2C72"/>
    <w:pPr>
      <w:spacing w:line="360" w:lineRule="auto"/>
    </w:pPr>
    <w:rPr>
      <w:rFonts w:ascii="DG Meta Serif Science" w:hAnsi="DG Meta Serif Science" w:cs="DG Meta Serif Science"/>
      <w:sz w:val="19"/>
    </w:rPr>
  </w:style>
  <w:style w:type="paragraph" w:styleId="EnvelopeAddress">
    <w:name w:val="envelope address"/>
    <w:rsid w:val="001E2C72"/>
    <w:pPr>
      <w:framePr w:w="4320" w:h="2160" w:hRule="exact" w:hSpace="141" w:wrap="auto" w:hAnchor="page" w:xAlign="center" w:yAlign="bottom"/>
      <w:spacing w:line="360" w:lineRule="auto"/>
      <w:ind w:left="1"/>
    </w:pPr>
    <w:rPr>
      <w:rFonts w:ascii="DG Meta Serif Science" w:hAnsi="DG Meta Serif Science" w:cs="DG Meta Serif Science"/>
      <w:sz w:val="19"/>
      <w:szCs w:val="24"/>
    </w:rPr>
  </w:style>
  <w:style w:type="paragraph" w:styleId="Signature">
    <w:name w:val="Signature"/>
    <w:rsid w:val="001E2C72"/>
    <w:pPr>
      <w:spacing w:line="360" w:lineRule="auto"/>
      <w:ind w:left="4252"/>
    </w:pPr>
    <w:rPr>
      <w:rFonts w:ascii="DG Meta Serif Science" w:hAnsi="DG Meta Serif Science" w:cs="DG Meta Serif Science"/>
      <w:sz w:val="19"/>
      <w:szCs w:val="24"/>
    </w:rPr>
  </w:style>
  <w:style w:type="paragraph" w:styleId="Subtitle">
    <w:name w:val="Subtitle"/>
    <w:link w:val="SubtitleChar"/>
    <w:uiPriority w:val="11"/>
    <w:qFormat/>
    <w:rsid w:val="001E2C72"/>
    <w:pPr>
      <w:suppressAutoHyphens/>
      <w:spacing w:after="680" w:line="340" w:lineRule="exact"/>
      <w:outlineLvl w:val="1"/>
    </w:pPr>
    <w:rPr>
      <w:rFonts w:ascii="DG Meta Serif Science" w:hAnsi="DG Meta Serif Science" w:cs="DG Meta Serif Science"/>
      <w:sz w:val="28"/>
      <w:szCs w:val="24"/>
    </w:rPr>
  </w:style>
  <w:style w:type="paragraph" w:styleId="TOC2">
    <w:name w:val="toc 2"/>
    <w:uiPriority w:val="39"/>
    <w:rsid w:val="009C3DF1"/>
    <w:pPr>
      <w:tabs>
        <w:tab w:val="left" w:pos="1021"/>
      </w:tabs>
      <w:suppressAutoHyphens/>
      <w:spacing w:line="260" w:lineRule="exact"/>
      <w:ind w:left="1021" w:hanging="1021"/>
    </w:pPr>
    <w:rPr>
      <w:rFonts w:ascii="DG Meta Science" w:hAnsi="DG Meta Science" w:cs="DG Meta Science"/>
      <w:sz w:val="19"/>
      <w:szCs w:val="24"/>
    </w:rPr>
  </w:style>
  <w:style w:type="paragraph" w:styleId="TOC3">
    <w:name w:val="toc 3"/>
    <w:rsid w:val="009C3DF1"/>
    <w:pPr>
      <w:tabs>
        <w:tab w:val="left" w:pos="1021"/>
      </w:tabs>
      <w:suppressAutoHyphens/>
      <w:spacing w:line="260" w:lineRule="exact"/>
      <w:ind w:left="1021" w:hanging="1021"/>
    </w:pPr>
    <w:rPr>
      <w:rFonts w:ascii="DG Meta Science" w:hAnsi="DG Meta Science" w:cs="DG Meta Science"/>
      <w:sz w:val="19"/>
      <w:szCs w:val="24"/>
    </w:rPr>
  </w:style>
  <w:style w:type="paragraph" w:styleId="TOC4">
    <w:name w:val="toc 4"/>
    <w:uiPriority w:val="39"/>
    <w:rsid w:val="009C3DF1"/>
    <w:pPr>
      <w:tabs>
        <w:tab w:val="left" w:pos="1021"/>
      </w:tabs>
      <w:suppressAutoHyphens/>
      <w:spacing w:line="260" w:lineRule="exact"/>
      <w:ind w:left="1021" w:hanging="1021"/>
    </w:pPr>
    <w:rPr>
      <w:rFonts w:ascii="DG Meta Science" w:hAnsi="DG Meta Science" w:cs="DG Meta Science"/>
      <w:sz w:val="19"/>
      <w:szCs w:val="24"/>
    </w:rPr>
  </w:style>
  <w:style w:type="paragraph" w:styleId="TOC5">
    <w:name w:val="toc 5"/>
    <w:rsid w:val="009C3DF1"/>
    <w:pPr>
      <w:tabs>
        <w:tab w:val="left" w:pos="1021"/>
      </w:tabs>
      <w:suppressAutoHyphens/>
      <w:spacing w:line="260" w:lineRule="exact"/>
      <w:ind w:left="1021" w:hanging="1021"/>
    </w:pPr>
    <w:rPr>
      <w:rFonts w:ascii="DG Meta Science" w:hAnsi="DG Meta Science" w:cs="DG Meta Science"/>
      <w:sz w:val="19"/>
      <w:szCs w:val="24"/>
    </w:rPr>
  </w:style>
  <w:style w:type="paragraph" w:styleId="TOC6">
    <w:name w:val="toc 6"/>
    <w:rsid w:val="009C3DF1"/>
    <w:pPr>
      <w:tabs>
        <w:tab w:val="left" w:pos="680"/>
      </w:tabs>
      <w:suppressAutoHyphens/>
      <w:spacing w:before="390" w:line="300" w:lineRule="exact"/>
      <w:ind w:left="680" w:hanging="680"/>
    </w:pPr>
    <w:rPr>
      <w:rFonts w:ascii="DG Meta Science" w:hAnsi="DG Meta Science" w:cs="DG Meta Science"/>
      <w:b/>
      <w:sz w:val="24"/>
      <w:szCs w:val="24"/>
    </w:rPr>
  </w:style>
  <w:style w:type="paragraph" w:styleId="TOC7">
    <w:name w:val="toc 7"/>
    <w:rsid w:val="009C3DF1"/>
    <w:pPr>
      <w:suppressAutoHyphens/>
      <w:spacing w:line="260" w:lineRule="exact"/>
    </w:pPr>
    <w:rPr>
      <w:rFonts w:ascii="DG Meta Science" w:hAnsi="DG Meta Science" w:cs="DG Meta Science"/>
      <w:b/>
      <w:sz w:val="19"/>
      <w:szCs w:val="24"/>
    </w:rPr>
  </w:style>
  <w:style w:type="paragraph" w:styleId="TOC8">
    <w:name w:val="toc 8"/>
    <w:rsid w:val="009C3DF1"/>
    <w:pPr>
      <w:suppressAutoHyphens/>
      <w:spacing w:line="260" w:lineRule="exact"/>
    </w:pPr>
    <w:rPr>
      <w:rFonts w:ascii="DG Meta Science" w:hAnsi="DG Meta Science" w:cs="DG Meta Science"/>
      <w:sz w:val="19"/>
      <w:szCs w:val="24"/>
    </w:rPr>
  </w:style>
  <w:style w:type="paragraph" w:styleId="TOC9">
    <w:name w:val="toc 9"/>
    <w:rsid w:val="009C3DF1"/>
    <w:pPr>
      <w:suppressAutoHyphens/>
      <w:spacing w:before="260" w:line="260" w:lineRule="exact"/>
    </w:pPr>
    <w:rPr>
      <w:rFonts w:ascii="DG Meta Science" w:hAnsi="DG Meta Science" w:cs="DG Meta Science"/>
      <w:sz w:val="19"/>
      <w:szCs w:val="24"/>
    </w:rPr>
  </w:style>
  <w:style w:type="character" w:styleId="LineNumber">
    <w:name w:val="line number"/>
    <w:rsid w:val="00903FCE"/>
    <w:rPr>
      <w:rFonts w:ascii="DG Meta Serif Science" w:hAnsi="DG Meta Serif Science" w:cs="DG Meta Serif Science"/>
      <w:b w:val="0"/>
      <w:i w:val="0"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6"/>
      <w:u w:val="none"/>
      <w:effect w:val="none"/>
      <w:vertAlign w:val="baseline"/>
      <w:lang w:val="de-DE"/>
    </w:rPr>
  </w:style>
  <w:style w:type="paragraph" w:customStyle="1" w:styleId="frontmattertitle">
    <w:name w:val="front_matter_title"/>
    <w:next w:val="paraignoreindent"/>
    <w:rsid w:val="00C07B45"/>
    <w:pPr>
      <w:keepNext/>
      <w:suppressAutoHyphens/>
      <w:spacing w:after="260" w:line="390" w:lineRule="exact"/>
    </w:pPr>
    <w:rPr>
      <w:rFonts w:ascii="DG Meta Science" w:hAnsi="DG Meta Science" w:cs="DG Meta Science"/>
      <w:b/>
      <w:sz w:val="30"/>
      <w:szCs w:val="24"/>
    </w:rPr>
  </w:style>
  <w:style w:type="paragraph" w:customStyle="1" w:styleId="backmattertitle">
    <w:name w:val="back_matter_title"/>
    <w:next w:val="intro"/>
    <w:uiPriority w:val="4"/>
    <w:rsid w:val="00BA439E"/>
    <w:pPr>
      <w:keepNext/>
      <w:suppressAutoHyphens/>
      <w:spacing w:after="260" w:line="390" w:lineRule="exact"/>
    </w:pPr>
    <w:rPr>
      <w:rFonts w:ascii="DG Meta Science" w:hAnsi="DG Meta Science" w:cs="DG Meta Science"/>
      <w:b/>
      <w:sz w:val="30"/>
      <w:szCs w:val="24"/>
    </w:rPr>
  </w:style>
  <w:style w:type="paragraph" w:customStyle="1" w:styleId="subreferencetitle">
    <w:name w:val="sub_reference_title"/>
    <w:next w:val="reference"/>
    <w:rsid w:val="00260697"/>
    <w:pPr>
      <w:keepNext/>
      <w:spacing w:before="340" w:after="170" w:line="300" w:lineRule="exact"/>
    </w:pPr>
    <w:rPr>
      <w:rFonts w:ascii="DG Meta Science" w:hAnsi="DG Meta Science" w:cs="DG Meta Science"/>
      <w:b/>
      <w:sz w:val="19"/>
      <w:szCs w:val="24"/>
    </w:rPr>
  </w:style>
  <w:style w:type="paragraph" w:customStyle="1" w:styleId="RNAuen">
    <w:name w:val="RN_Außen"/>
    <w:qFormat/>
    <w:rsid w:val="00903FCE"/>
    <w:pPr>
      <w:framePr w:wrap="around" w:vAnchor="text" w:hAnchor="page" w:xAlign="outside" w:y="1"/>
      <w:suppressAutoHyphens/>
      <w:spacing w:line="260" w:lineRule="exact"/>
      <w:ind w:left="113" w:right="113"/>
    </w:pPr>
    <w:rPr>
      <w:rFonts w:ascii="DG Meta Serif Science" w:hAnsi="DG Meta Serif Science" w:cs="DG Meta Serif Science"/>
      <w:sz w:val="16"/>
      <w:szCs w:val="24"/>
    </w:rPr>
  </w:style>
  <w:style w:type="paragraph" w:customStyle="1" w:styleId="wortmarkeunten">
    <w:name w:val="wortmarke_unten"/>
    <w:rsid w:val="004E6308"/>
    <w:pPr>
      <w:framePr w:w="1684" w:h="261" w:hRule="exact" w:wrap="around" w:hAnchor="margin" w:xAlign="inside" w:yAlign="bottom"/>
      <w:spacing w:line="260" w:lineRule="exact"/>
    </w:pPr>
    <w:rPr>
      <w:rFonts w:ascii="DG Meta Science" w:hAnsi="DG Meta Science" w:cs="DG Meta Science"/>
      <w:b/>
      <w:w w:val="120"/>
      <w:sz w:val="26"/>
      <w:szCs w:val="26"/>
    </w:rPr>
  </w:style>
  <w:style w:type="paragraph" w:customStyle="1" w:styleId="quotetitle">
    <w:name w:val="quote_title"/>
    <w:next w:val="quotation"/>
    <w:rsid w:val="00836FA3"/>
    <w:pPr>
      <w:spacing w:before="220" w:after="220" w:line="220" w:lineRule="exact"/>
      <w:ind w:left="340"/>
    </w:pPr>
    <w:rPr>
      <w:rFonts w:ascii="DG Meta Serif Science" w:hAnsi="DG Meta Serif Science" w:cs="DG Meta Serif Science"/>
      <w:sz w:val="16"/>
      <w:szCs w:val="24"/>
    </w:rPr>
  </w:style>
  <w:style w:type="table" w:customStyle="1" w:styleId="tablelayout">
    <w:name w:val="table_layout"/>
    <w:basedOn w:val="TableGrid"/>
    <w:rsid w:val="00443B58"/>
    <w:pPr>
      <w:spacing w:line="220" w:lineRule="exact"/>
    </w:pPr>
    <w:rPr>
      <w:rFonts w:ascii="DG Meta Science" w:hAnsi="DG Meta Science"/>
      <w:sz w:val="16"/>
    </w:rPr>
    <w:tblPr>
      <w:tblInd w:w="0" w:type="dxa"/>
      <w:tblBorders>
        <w:top w:val="single" w:sz="8" w:space="0" w:color="auto"/>
        <w:bottom w:val="single" w:sz="8" w:space="0" w:color="auto"/>
      </w:tblBorders>
      <w:tblCellMar>
        <w:top w:w="28" w:type="dxa"/>
        <w:left w:w="0" w:type="dxa"/>
        <w:bottom w:w="28" w:type="dxa"/>
        <w:right w:w="102" w:type="dxa"/>
      </w:tblCellMar>
    </w:tblPr>
    <w:tblStylePr w:type="firstRow">
      <w:rPr>
        <w:rFonts w:ascii="DG Meta Science" w:hAnsi="DG Meta Science"/>
        <w:b w:val="0"/>
        <w:i w:val="0"/>
        <w:sz w:val="16"/>
      </w:rPr>
      <w:tblPr>
        <w:tblCellMar>
          <w:top w:w="79" w:type="dxa"/>
          <w:left w:w="0" w:type="dxa"/>
          <w:bottom w:w="79" w:type="dxa"/>
          <w:right w:w="102" w:type="dxa"/>
        </w:tblCellMar>
      </w:tblPr>
      <w:tcPr>
        <w:tcBorders>
          <w:top w:val="single" w:sz="8" w:space="0" w:color="auto"/>
          <w:bottom w:val="single" w:sz="8" w:space="0" w:color="auto"/>
        </w:tcBorders>
      </w:tcPr>
    </w:tblStylePr>
  </w:style>
  <w:style w:type="paragraph" w:customStyle="1" w:styleId="Symbol">
    <w:name w:val="Symbol"/>
    <w:rsid w:val="00EF6D38"/>
    <w:pPr>
      <w:framePr w:wrap="around" w:vAnchor="text" w:hAnchor="page" w:xAlign="outside" w:y="341"/>
      <w:ind w:left="113" w:right="113"/>
    </w:pPr>
    <w:rPr>
      <w:rFonts w:ascii="DG Meta Serif Science" w:hAnsi="DG Meta Serif Science" w:cs="DG Meta Serif Science"/>
      <w:sz w:val="16"/>
      <w:szCs w:val="24"/>
    </w:rPr>
  </w:style>
  <w:style w:type="paragraph" w:customStyle="1" w:styleId="paraignoreindent">
    <w:name w:val="para_ignore_indent"/>
    <w:next w:val="paragraph"/>
    <w:rsid w:val="001D6C8A"/>
    <w:pPr>
      <w:spacing w:line="260" w:lineRule="exact"/>
      <w:jc w:val="both"/>
    </w:pPr>
    <w:rPr>
      <w:rFonts w:ascii="DG Meta Serif Science" w:hAnsi="DG Meta Serif Science" w:cs="DG Meta Serif Science"/>
      <w:sz w:val="19"/>
      <w:szCs w:val="24"/>
    </w:rPr>
  </w:style>
  <w:style w:type="character" w:customStyle="1" w:styleId="italic">
    <w:name w:val="italic"/>
    <w:rsid w:val="008E5DE3"/>
    <w:rPr>
      <w:i/>
      <w:lang w:val="de-DE"/>
    </w:rPr>
  </w:style>
  <w:style w:type="character" w:customStyle="1" w:styleId="bold">
    <w:name w:val="bold"/>
    <w:rsid w:val="008E5DE3"/>
    <w:rPr>
      <w:b/>
      <w:lang w:val="de-DE"/>
    </w:rPr>
  </w:style>
  <w:style w:type="character" w:customStyle="1" w:styleId="smallcaps">
    <w:name w:val="smallcaps"/>
    <w:rsid w:val="008E5DE3"/>
    <w:rPr>
      <w:smallCaps/>
      <w:lang w:val="de-DE"/>
    </w:rPr>
  </w:style>
  <w:style w:type="paragraph" w:customStyle="1" w:styleId="symbollist">
    <w:name w:val="symbol_list"/>
    <w:rsid w:val="00C93242"/>
    <w:pPr>
      <w:numPr>
        <w:numId w:val="9"/>
      </w:numPr>
      <w:spacing w:after="260" w:line="260" w:lineRule="exact"/>
      <w:contextualSpacing/>
      <w:jc w:val="both"/>
    </w:pPr>
    <w:rPr>
      <w:rFonts w:ascii="DG Meta Serif Science" w:hAnsi="DG Meta Serif Science" w:cs="DG Meta Serif Science"/>
      <w:sz w:val="19"/>
      <w:szCs w:val="24"/>
    </w:rPr>
  </w:style>
  <w:style w:type="character" w:customStyle="1" w:styleId="linenumbers">
    <w:name w:val="line_numbers"/>
    <w:uiPriority w:val="14"/>
    <w:rsid w:val="00BA439E"/>
    <w:rPr>
      <w:rFonts w:ascii="DG Meta Serif Science" w:hAnsi="DG Meta Serif Science"/>
      <w:b w:val="0"/>
      <w:i w:val="0"/>
      <w:sz w:val="16"/>
      <w:lang w:val="de-DE"/>
    </w:rPr>
  </w:style>
  <w:style w:type="character" w:customStyle="1" w:styleId="marginnumber">
    <w:name w:val="margin number"/>
    <w:uiPriority w:val="14"/>
    <w:rsid w:val="00BA439E"/>
    <w:rPr>
      <w:rFonts w:ascii="DG Meta Serif Science" w:hAnsi="DG Meta Serif Science"/>
      <w:b/>
      <w:i w:val="0"/>
      <w:sz w:val="16"/>
      <w:lang w:val="de-DE"/>
    </w:rPr>
  </w:style>
  <w:style w:type="paragraph" w:customStyle="1" w:styleId="apparatus">
    <w:name w:val="apparatus"/>
    <w:uiPriority w:val="27"/>
    <w:rsid w:val="009B4FD1"/>
    <w:pPr>
      <w:framePr w:w="6576" w:vSpace="333" w:wrap="around" w:hAnchor="margin" w:xAlign="center" w:yAlign="bottom"/>
      <w:spacing w:line="220" w:lineRule="exact"/>
      <w:jc w:val="both"/>
    </w:pPr>
    <w:rPr>
      <w:rFonts w:ascii="DG Meta Serif Science" w:hAnsi="DG Meta Serif Science" w:cs="DG Meta Science"/>
      <w:sz w:val="16"/>
      <w:szCs w:val="24"/>
    </w:rPr>
  </w:style>
  <w:style w:type="character" w:customStyle="1" w:styleId="Balken1">
    <w:name w:val="Balken1"/>
    <w:uiPriority w:val="1"/>
    <w:qFormat/>
    <w:rsid w:val="004B4968"/>
    <w:rPr>
      <w:rFonts w:ascii="DG Meta Science" w:hAnsi="DG Meta Science" w:cs="DG Meta Science"/>
      <w:sz w:val="19"/>
      <w:szCs w:val="19"/>
      <w:lang w:val="de-DE"/>
    </w:rPr>
  </w:style>
  <w:style w:type="paragraph" w:customStyle="1" w:styleId="Balken2">
    <w:name w:val="Balken2"/>
    <w:rsid w:val="00BA439E"/>
    <w:pPr>
      <w:spacing w:after="16" w:line="260" w:lineRule="exact"/>
    </w:pPr>
    <w:rPr>
      <w:rFonts w:ascii="DG Meta Science" w:hAnsi="DG Meta Science" w:cs="DG Meta Science"/>
      <w:sz w:val="32"/>
      <w:szCs w:val="24"/>
    </w:rPr>
  </w:style>
  <w:style w:type="character" w:customStyle="1" w:styleId="Balken3">
    <w:name w:val="Balken3"/>
    <w:uiPriority w:val="1"/>
    <w:qFormat/>
    <w:rsid w:val="004B4968"/>
    <w:rPr>
      <w:rFonts w:ascii="DG Meta Science" w:hAnsi="DG Meta Science"/>
      <w:sz w:val="19"/>
      <w:lang w:val="de-DE"/>
    </w:rPr>
  </w:style>
  <w:style w:type="paragraph" w:styleId="Quote">
    <w:name w:val="Quote"/>
    <w:basedOn w:val="Normal"/>
    <w:next w:val="Normal"/>
    <w:link w:val="QuoteChar1"/>
    <w:uiPriority w:val="29"/>
    <w:qFormat/>
    <w:rsid w:val="00766E93"/>
    <w:rPr>
      <w:i/>
      <w:iCs/>
      <w:color w:val="000000"/>
    </w:rPr>
  </w:style>
  <w:style w:type="character" w:customStyle="1" w:styleId="QuoteChar1">
    <w:name w:val="Quote Char1"/>
    <w:link w:val="Quote"/>
    <w:uiPriority w:val="29"/>
    <w:rsid w:val="00FC51CD"/>
    <w:rPr>
      <w:rFonts w:ascii="DG Meta Serif Science" w:hAnsi="DG Meta Serif Science" w:cs="DG Meta Serif Science"/>
      <w:i/>
      <w:iCs/>
      <w:color w:val="000000"/>
      <w:sz w:val="19"/>
      <w:szCs w:val="24"/>
    </w:rPr>
  </w:style>
  <w:style w:type="character" w:customStyle="1" w:styleId="ZFSpaceViertelgeviert">
    <w:name w:val="ZF_Space_Viertelgeviert"/>
    <w:rsid w:val="00E76732"/>
    <w:rPr>
      <w:rFonts w:cs="Arial"/>
      <w:spacing w:val="20"/>
      <w:lang w:val="de-DE"/>
    </w:rPr>
  </w:style>
  <w:style w:type="paragraph" w:customStyle="1" w:styleId="Abstandhalter">
    <w:name w:val="Abstandhalter"/>
    <w:rsid w:val="008B2C5A"/>
    <w:pPr>
      <w:keepNext/>
      <w:spacing w:line="80" w:lineRule="exact"/>
    </w:pPr>
    <w:rPr>
      <w:rFonts w:ascii="DG Meta Serif Science" w:hAnsi="DG Meta Serif Science" w:cs="DG Meta Science"/>
      <w:sz w:val="19"/>
      <w:szCs w:val="19"/>
    </w:rPr>
  </w:style>
  <w:style w:type="paragraph" w:customStyle="1" w:styleId="box">
    <w:name w:val="box"/>
    <w:rsid w:val="00375D2C"/>
    <w:pPr>
      <w:spacing w:line="220" w:lineRule="exact"/>
      <w:jc w:val="both"/>
    </w:pPr>
    <w:rPr>
      <w:rFonts w:ascii="DG Meta Science" w:hAnsi="DG Meta Science" w:cs="DG Meta Science"/>
      <w:sz w:val="16"/>
      <w:szCs w:val="24"/>
    </w:rPr>
  </w:style>
  <w:style w:type="paragraph" w:customStyle="1" w:styleId="backmattersubtitle">
    <w:name w:val="back_matter_subtitle"/>
    <w:next w:val="reference"/>
    <w:rsid w:val="00BA439E"/>
    <w:pPr>
      <w:keepNext/>
      <w:suppressAutoHyphens/>
      <w:spacing w:before="340" w:after="170" w:line="300" w:lineRule="exact"/>
    </w:pPr>
    <w:rPr>
      <w:rFonts w:ascii="DG Meta Science" w:hAnsi="DG Meta Science" w:cs="DG Meta Science"/>
      <w:b/>
      <w:bCs/>
      <w:sz w:val="24"/>
      <w:szCs w:val="23"/>
    </w:rPr>
  </w:style>
  <w:style w:type="paragraph" w:customStyle="1" w:styleId="intro">
    <w:name w:val="intro"/>
    <w:rsid w:val="008E5DE3"/>
    <w:pPr>
      <w:spacing w:after="390" w:line="220" w:lineRule="exact"/>
      <w:contextualSpacing/>
      <w:jc w:val="both"/>
    </w:pPr>
    <w:rPr>
      <w:rFonts w:ascii="DG Meta Science" w:hAnsi="DG Meta Science" w:cs="DG Meta Science"/>
      <w:sz w:val="16"/>
      <w:szCs w:val="16"/>
    </w:rPr>
  </w:style>
  <w:style w:type="paragraph" w:styleId="TOCHeading">
    <w:name w:val="TOC Heading"/>
    <w:next w:val="Normal"/>
    <w:uiPriority w:val="39"/>
    <w:qFormat/>
    <w:rsid w:val="00ED69F3"/>
    <w:pPr>
      <w:keepNext/>
      <w:spacing w:after="260" w:line="390" w:lineRule="exact"/>
    </w:pPr>
    <w:rPr>
      <w:rFonts w:ascii="DG Meta Science" w:hAnsi="DG Meta Science" w:cs="DG Meta Science"/>
      <w:b/>
      <w:bCs/>
      <w:sz w:val="30"/>
      <w:szCs w:val="28"/>
    </w:rPr>
  </w:style>
  <w:style w:type="table" w:styleId="DarkList">
    <w:name w:val="Dark List"/>
    <w:basedOn w:val="TableNormal"/>
    <w:uiPriority w:val="70"/>
    <w:semiHidden/>
    <w:rsid w:val="0005211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semiHidden/>
    <w:rsid w:val="0005211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semiHidden/>
    <w:rsid w:val="0005211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semiHidden/>
    <w:rsid w:val="0005211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semiHidden/>
    <w:rsid w:val="0005211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semiHidden/>
    <w:rsid w:val="0005211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semiHidden/>
    <w:rsid w:val="0005211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semiHidden/>
    <w:rsid w:val="0005211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semiHidden/>
    <w:rsid w:val="0005211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semiHidden/>
    <w:rsid w:val="0005211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semiHidden/>
    <w:rsid w:val="0005211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semiHidden/>
    <w:rsid w:val="0005211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semiHidden/>
    <w:rsid w:val="0005211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semiHidden/>
    <w:rsid w:val="0005211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Grid">
    <w:name w:val="Colorful Grid"/>
    <w:basedOn w:val="TableNormal"/>
    <w:uiPriority w:val="73"/>
    <w:semiHidden/>
    <w:rsid w:val="0005211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semiHidden/>
    <w:rsid w:val="0005211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semiHidden/>
    <w:rsid w:val="0005211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semiHidden/>
    <w:rsid w:val="0005211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semiHidden/>
    <w:rsid w:val="0005211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semiHidden/>
    <w:rsid w:val="0005211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semiHidden/>
    <w:rsid w:val="0005211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semiHidden/>
    <w:rsid w:val="00052114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semiHidden/>
    <w:rsid w:val="0005211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semiHidden/>
    <w:rsid w:val="00052114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semiHidden/>
    <w:rsid w:val="00052114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semiHidden/>
    <w:rsid w:val="00052114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semiHidden/>
    <w:rsid w:val="00052114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semiHidden/>
    <w:rsid w:val="00052114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semiHidden/>
    <w:rsid w:val="00052114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semiHidden/>
    <w:rsid w:val="00052114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semiHidden/>
    <w:rsid w:val="00052114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semiHidden/>
    <w:rsid w:val="00052114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semiHidden/>
    <w:rsid w:val="00052114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semiHidden/>
    <w:rsid w:val="00052114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ightGrid">
    <w:name w:val="Light Grid"/>
    <w:basedOn w:val="TableNormal"/>
    <w:uiPriority w:val="62"/>
    <w:semiHidden/>
    <w:rsid w:val="00052114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semiHidden/>
    <w:rsid w:val="0005211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semiHidden/>
    <w:rsid w:val="00052114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semiHidden/>
    <w:rsid w:val="00052114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semiHidden/>
    <w:rsid w:val="00052114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semiHidden/>
    <w:rsid w:val="00052114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semiHidden/>
    <w:rsid w:val="00052114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styleId="IntenseQuote">
    <w:name w:val="Intense Quote"/>
    <w:next w:val="Normal"/>
    <w:link w:val="IntenseQuoteChar"/>
    <w:uiPriority w:val="30"/>
    <w:qFormat/>
    <w:rsid w:val="00052114"/>
    <w:pPr>
      <w:spacing w:before="200" w:after="280" w:line="360" w:lineRule="auto"/>
      <w:ind w:left="936" w:right="936"/>
    </w:pPr>
    <w:rPr>
      <w:rFonts w:ascii="DG Meta Serif Science" w:hAnsi="DG Meta Serif Science" w:cs="DG Meta Serif Science"/>
      <w:bCs/>
      <w:iCs/>
      <w:sz w:val="19"/>
      <w:szCs w:val="24"/>
    </w:rPr>
  </w:style>
  <w:style w:type="character" w:customStyle="1" w:styleId="IntenseQuoteChar">
    <w:name w:val="Intense Quote Char"/>
    <w:link w:val="IntenseQuote"/>
    <w:uiPriority w:val="30"/>
    <w:rsid w:val="00FC51CD"/>
    <w:rPr>
      <w:rFonts w:ascii="DG Meta Serif Science" w:hAnsi="DG Meta Serif Science" w:cs="DG Meta Serif Science"/>
      <w:bCs/>
      <w:iCs/>
      <w:sz w:val="19"/>
      <w:szCs w:val="24"/>
    </w:rPr>
  </w:style>
  <w:style w:type="paragraph" w:styleId="NoSpacing">
    <w:name w:val="No Spacing"/>
    <w:next w:val="Normal"/>
    <w:uiPriority w:val="1"/>
    <w:qFormat/>
    <w:rsid w:val="00052114"/>
    <w:rPr>
      <w:rFonts w:ascii="DG Meta Serif Science" w:hAnsi="DG Meta Serif Science" w:cs="DG Meta Serif Science"/>
      <w:sz w:val="19"/>
      <w:szCs w:val="24"/>
    </w:rPr>
  </w:style>
  <w:style w:type="paragraph" w:styleId="ListParagraph">
    <w:name w:val="List Paragraph"/>
    <w:next w:val="Normal"/>
    <w:uiPriority w:val="34"/>
    <w:qFormat/>
    <w:rsid w:val="00052114"/>
    <w:pPr>
      <w:spacing w:line="360" w:lineRule="auto"/>
      <w:ind w:left="708"/>
    </w:pPr>
    <w:rPr>
      <w:rFonts w:ascii="DG Meta Serif Science" w:hAnsi="DG Meta Serif Science" w:cs="DG Meta Serif Science"/>
      <w:sz w:val="19"/>
      <w:szCs w:val="24"/>
    </w:rPr>
  </w:style>
  <w:style w:type="paragraph" w:styleId="Bibliography">
    <w:name w:val="Bibliography"/>
    <w:uiPriority w:val="37"/>
    <w:rsid w:val="00052114"/>
    <w:pPr>
      <w:spacing w:line="220" w:lineRule="exact"/>
      <w:ind w:left="340" w:hanging="340"/>
    </w:pPr>
    <w:rPr>
      <w:rFonts w:ascii="DG Meta Science" w:hAnsi="DG Meta Science" w:cs="DG Meta Science"/>
      <w:sz w:val="16"/>
      <w:szCs w:val="24"/>
    </w:rPr>
  </w:style>
  <w:style w:type="table" w:styleId="MediumList1">
    <w:name w:val="Medium List 1"/>
    <w:basedOn w:val="TableNormal"/>
    <w:uiPriority w:val="65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rsid w:val="00052114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rsid w:val="00052114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rsid w:val="00052114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rsid w:val="00052114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rsid w:val="00052114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rsid w:val="00052114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rsid w:val="00052114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rsid w:val="000521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rsid w:val="000521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rsid w:val="000521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rsid w:val="000521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rsid w:val="000521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rsid w:val="000521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rsid w:val="000521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semiHidden/>
    <w:rsid w:val="00052114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semiHidden/>
    <w:rsid w:val="00052114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semiHidden/>
    <w:rsid w:val="00052114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semiHidden/>
    <w:rsid w:val="00052114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semiHidden/>
    <w:rsid w:val="00052114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semiHidden/>
    <w:rsid w:val="00052114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semiHidden/>
    <w:rsid w:val="00052114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semiHidden/>
    <w:rsid w:val="00052114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semiHidden/>
    <w:rsid w:val="0005211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semiHidden/>
    <w:rsid w:val="0005211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semiHidden/>
    <w:rsid w:val="0005211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semiHidden/>
    <w:rsid w:val="0005211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semiHidden/>
    <w:rsid w:val="0005211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semiHidden/>
    <w:rsid w:val="0005211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semiHidden/>
    <w:rsid w:val="0005211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character" w:styleId="IntenseEmphasis">
    <w:name w:val="Intense Emphasis"/>
    <w:uiPriority w:val="21"/>
    <w:qFormat/>
    <w:rsid w:val="00767749"/>
    <w:rPr>
      <w:rFonts w:ascii="DG Meta Serif Science" w:hAnsi="DG Meta Serif Science" w:cs="DG Meta Serif Science"/>
      <w:b w:val="0"/>
      <w:bCs/>
      <w:i w:val="0"/>
      <w:iCs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u w:val="none"/>
      <w:effect w:val="none"/>
      <w:vertAlign w:val="baseline"/>
      <w:lang w:val="de-DE"/>
    </w:rPr>
  </w:style>
  <w:style w:type="character" w:styleId="IntenseReference">
    <w:name w:val="Intense Reference"/>
    <w:uiPriority w:val="32"/>
    <w:qFormat/>
    <w:rsid w:val="00767749"/>
    <w:rPr>
      <w:rFonts w:ascii="DG Meta Serif Science" w:hAnsi="DG Meta Serif Science" w:cs="DG Meta Serif Science"/>
      <w:b w:val="0"/>
      <w:bCs/>
      <w:i w:val="0"/>
      <w:caps w:val="0"/>
      <w:smallCaps/>
      <w:strike w:val="0"/>
      <w:dstrike w:val="0"/>
      <w:noProof w:val="0"/>
      <w:vanish w:val="0"/>
      <w:color w:val="auto"/>
      <w:spacing w:val="0"/>
      <w:w w:val="100"/>
      <w:kern w:val="0"/>
      <w:sz w:val="19"/>
      <w:u w:val="none"/>
      <w:effect w:val="none"/>
      <w:vertAlign w:val="baseline"/>
      <w:lang w:val="de-DE"/>
    </w:rPr>
  </w:style>
  <w:style w:type="character" w:styleId="PlaceholderText">
    <w:name w:val="Placeholder Text"/>
    <w:uiPriority w:val="99"/>
    <w:rsid w:val="00767749"/>
    <w:rPr>
      <w:rFonts w:ascii="DG Meta Serif Science" w:hAnsi="DG Meta Serif Science" w:cs="DG Meta Serif Science"/>
      <w:b w:val="0"/>
      <w:i w:val="0"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u w:val="none"/>
      <w:effect w:val="none"/>
      <w:vertAlign w:val="baseline"/>
      <w:lang w:val="de-DE"/>
    </w:rPr>
  </w:style>
  <w:style w:type="character" w:styleId="SubtleEmphasis">
    <w:name w:val="Subtle Emphasis"/>
    <w:uiPriority w:val="19"/>
    <w:qFormat/>
    <w:rsid w:val="00767749"/>
    <w:rPr>
      <w:rFonts w:ascii="DG Meta Serif Science" w:hAnsi="DG Meta Serif Science" w:cs="DG Meta Serif Science"/>
      <w:b w:val="0"/>
      <w:i w:val="0"/>
      <w:iCs/>
      <w:caps w:val="0"/>
      <w:smallCaps w:val="0"/>
      <w:strike w:val="0"/>
      <w:dstrike w:val="0"/>
      <w:noProof w:val="0"/>
      <w:vanish w:val="0"/>
      <w:color w:val="auto"/>
      <w:spacing w:val="0"/>
      <w:w w:val="100"/>
      <w:kern w:val="0"/>
      <w:sz w:val="19"/>
      <w:u w:val="none"/>
      <w:effect w:val="none"/>
      <w:vertAlign w:val="baseline"/>
      <w:lang w:val="de-DE"/>
    </w:rPr>
  </w:style>
  <w:style w:type="character" w:styleId="SubtleReference">
    <w:name w:val="Subtle Reference"/>
    <w:uiPriority w:val="31"/>
    <w:qFormat/>
    <w:rsid w:val="00767749"/>
    <w:rPr>
      <w:rFonts w:ascii="DG Meta Serif Science" w:hAnsi="DG Meta Serif Science" w:cs="DG Meta Serif Science"/>
      <w:b w:val="0"/>
      <w:i w:val="0"/>
      <w:caps w:val="0"/>
      <w:smallCaps/>
      <w:strike w:val="0"/>
      <w:dstrike w:val="0"/>
      <w:noProof w:val="0"/>
      <w:vanish w:val="0"/>
      <w:color w:val="auto"/>
      <w:spacing w:val="0"/>
      <w:w w:val="100"/>
      <w:kern w:val="0"/>
      <w:sz w:val="19"/>
      <w:u w:val="none"/>
      <w:effect w:val="none"/>
      <w:vertAlign w:val="baseline"/>
      <w:lang w:val="de-DE"/>
    </w:rPr>
  </w:style>
  <w:style w:type="character" w:customStyle="1" w:styleId="dateline">
    <w:name w:val="dateline"/>
    <w:uiPriority w:val="8"/>
    <w:rsid w:val="00BA439E"/>
    <w:rPr>
      <w:rFonts w:ascii="DG Meta Science" w:hAnsi="DG Meta Science" w:cs="DG Meta Science"/>
      <w:b/>
      <w:sz w:val="19"/>
      <w:lang w:val="de-DE"/>
    </w:rPr>
  </w:style>
  <w:style w:type="paragraph" w:customStyle="1" w:styleId="sectionhead">
    <w:name w:val="section_head"/>
    <w:next w:val="section"/>
    <w:rsid w:val="00750BDC"/>
    <w:pPr>
      <w:keepNext/>
      <w:spacing w:before="520" w:line="260" w:lineRule="exact"/>
      <w:ind w:left="340"/>
      <w:jc w:val="both"/>
    </w:pPr>
    <w:rPr>
      <w:rFonts w:ascii="DG Meta Science" w:hAnsi="DG Meta Science" w:cs="DG Meta Serif Science"/>
      <w:b/>
      <w:sz w:val="19"/>
      <w:szCs w:val="24"/>
    </w:rPr>
  </w:style>
  <w:style w:type="paragraph" w:customStyle="1" w:styleId="section">
    <w:name w:val="section"/>
    <w:qFormat/>
    <w:rsid w:val="00750BDC"/>
    <w:pPr>
      <w:spacing w:after="260" w:line="260" w:lineRule="exact"/>
      <w:ind w:left="340"/>
      <w:jc w:val="both"/>
    </w:pPr>
    <w:rPr>
      <w:rFonts w:ascii="DG Meta Science" w:hAnsi="DG Meta Science" w:cs="DG Meta Serif Science"/>
      <w:b/>
      <w:sz w:val="19"/>
      <w:szCs w:val="24"/>
    </w:rPr>
  </w:style>
  <w:style w:type="paragraph" w:customStyle="1" w:styleId="cooppartner">
    <w:name w:val="coop_partner"/>
    <w:basedOn w:val="wortmarkeunten"/>
    <w:qFormat/>
    <w:rsid w:val="00771DE5"/>
    <w:pPr>
      <w:framePr w:w="0" w:wrap="around" w:x="2082"/>
    </w:pPr>
  </w:style>
  <w:style w:type="paragraph" w:customStyle="1" w:styleId="halftitlepagetitle">
    <w:name w:val="half_title_page_title"/>
    <w:next w:val="halftitlebookseries"/>
    <w:rsid w:val="00FC51CD"/>
    <w:pPr>
      <w:suppressAutoHyphens/>
      <w:spacing w:line="260" w:lineRule="exact"/>
    </w:pPr>
    <w:rPr>
      <w:rFonts w:ascii="DG Meta Science" w:hAnsi="DG Meta Science" w:cs="DG Meta Science"/>
      <w:b/>
      <w:sz w:val="19"/>
      <w:szCs w:val="24"/>
    </w:rPr>
  </w:style>
  <w:style w:type="paragraph" w:customStyle="1" w:styleId="seriessubtitle">
    <w:name w:val="series_subtitle"/>
    <w:rsid w:val="00FC51CD"/>
    <w:pPr>
      <w:suppressAutoHyphens/>
      <w:spacing w:after="680" w:line="340" w:lineRule="exact"/>
    </w:pPr>
    <w:rPr>
      <w:rFonts w:ascii="DG Meta Serif Science" w:hAnsi="DG Meta Serif Science" w:cs="DG Meta Serif Science"/>
      <w:sz w:val="28"/>
      <w:szCs w:val="24"/>
    </w:rPr>
  </w:style>
  <w:style w:type="paragraph" w:customStyle="1" w:styleId="imprint">
    <w:name w:val="imprint"/>
    <w:rsid w:val="009506DE"/>
    <w:pPr>
      <w:spacing w:line="220" w:lineRule="exact"/>
    </w:pPr>
    <w:rPr>
      <w:rFonts w:ascii="DG Meta Science" w:hAnsi="DG Meta Science" w:cs="MetaPro-Book"/>
      <w:sz w:val="16"/>
      <w:szCs w:val="16"/>
    </w:rPr>
  </w:style>
  <w:style w:type="paragraph" w:customStyle="1" w:styleId="dedication">
    <w:name w:val="dedication"/>
    <w:rsid w:val="00C07B45"/>
    <w:pPr>
      <w:spacing w:line="260" w:lineRule="exact"/>
    </w:pPr>
    <w:rPr>
      <w:rFonts w:ascii="DG Meta Serif Science" w:hAnsi="DG Meta Serif Science" w:cs="DG Meta Serif Science"/>
      <w:sz w:val="19"/>
      <w:szCs w:val="24"/>
    </w:rPr>
  </w:style>
  <w:style w:type="paragraph" w:customStyle="1" w:styleId="Default">
    <w:name w:val="Default"/>
    <w:rsid w:val="00232AAD"/>
    <w:pPr>
      <w:autoSpaceDE w:val="0"/>
      <w:autoSpaceDN w:val="0"/>
      <w:adjustRightInd w:val="0"/>
    </w:pPr>
    <w:rPr>
      <w:rFonts w:ascii="MetaPro-Bold" w:hAnsi="MetaPro-Bold" w:cs="MetaPro-Bold"/>
      <w:color w:val="000000"/>
      <w:sz w:val="24"/>
      <w:szCs w:val="24"/>
    </w:rPr>
  </w:style>
  <w:style w:type="paragraph" w:customStyle="1" w:styleId="booktitle33">
    <w:name w:val="book_title_33"/>
    <w:basedOn w:val="booktitle"/>
    <w:rsid w:val="00BA439E"/>
    <w:pPr>
      <w:spacing w:line="702" w:lineRule="exact"/>
    </w:pPr>
    <w:rPr>
      <w:sz w:val="66"/>
    </w:rPr>
  </w:style>
  <w:style w:type="paragraph" w:customStyle="1" w:styleId="author17">
    <w:name w:val="author_17"/>
    <w:basedOn w:val="author"/>
    <w:rsid w:val="00BA439E"/>
    <w:pPr>
      <w:spacing w:before="176" w:line="390" w:lineRule="exact"/>
      <w:contextualSpacing/>
    </w:pPr>
    <w:rPr>
      <w:sz w:val="34"/>
      <w:szCs w:val="34"/>
    </w:rPr>
  </w:style>
  <w:style w:type="paragraph" w:customStyle="1" w:styleId="footnoteline">
    <w:name w:val="footnote_line"/>
    <w:rsid w:val="00BA439E"/>
    <w:pPr>
      <w:spacing w:before="333" w:line="180" w:lineRule="exact"/>
    </w:pPr>
    <w:rPr>
      <w:rFonts w:ascii="DG Meta Serif Science" w:hAnsi="DG Meta Serif Science" w:cs="DG Meta Serif Science"/>
      <w:spacing w:val="-4"/>
      <w:position w:val="-5"/>
      <w:sz w:val="16"/>
      <w:szCs w:val="19"/>
    </w:rPr>
  </w:style>
  <w:style w:type="character" w:customStyle="1" w:styleId="superscript">
    <w:name w:val="superscript"/>
    <w:rsid w:val="008E5DE3"/>
    <w:rPr>
      <w:vertAlign w:val="superscript"/>
      <w:lang w:val="de-DE"/>
    </w:rPr>
  </w:style>
  <w:style w:type="character" w:customStyle="1" w:styleId="subscript">
    <w:name w:val="subscript"/>
    <w:rsid w:val="008E5DE3"/>
    <w:rPr>
      <w:vertAlign w:val="subscript"/>
      <w:lang w:val="de-DE"/>
    </w:rPr>
  </w:style>
  <w:style w:type="paragraph" w:customStyle="1" w:styleId="boxmarginal">
    <w:name w:val="box_marginal"/>
    <w:rsid w:val="00375D2C"/>
    <w:pPr>
      <w:jc w:val="center"/>
    </w:pPr>
    <w:rPr>
      <w:rFonts w:ascii="DG Icons" w:hAnsi="DG Icons" w:cs="DG Meta Serif Science"/>
      <w:sz w:val="16"/>
      <w:szCs w:val="24"/>
    </w:rPr>
  </w:style>
  <w:style w:type="paragraph" w:customStyle="1" w:styleId="serieseditor9">
    <w:name w:val="series_editor_9"/>
    <w:basedOn w:val="serieseditor"/>
    <w:rsid w:val="00BA439E"/>
    <w:pPr>
      <w:spacing w:after="260" w:line="260" w:lineRule="exact"/>
    </w:pPr>
    <w:rPr>
      <w:sz w:val="19"/>
    </w:rPr>
  </w:style>
  <w:style w:type="table" w:customStyle="1" w:styleId="boxlayout">
    <w:name w:val="box_layout"/>
    <w:basedOn w:val="TableNormal"/>
    <w:uiPriority w:val="99"/>
    <w:rsid w:val="00F674D0"/>
    <w:pPr>
      <w:spacing w:line="220" w:lineRule="exact"/>
    </w:pPr>
    <w:rPr>
      <w:rFonts w:ascii="DG Meta Science" w:hAnsi="DG Meta Science"/>
      <w:sz w:val="16"/>
    </w:rPr>
    <w:tblPr>
      <w:tblInd w:w="-567" w:type="dxa"/>
      <w:tblBorders>
        <w:top w:val="single" w:sz="8" w:space="0" w:color="auto"/>
        <w:bottom w:val="single" w:sz="8" w:space="0" w:color="auto"/>
      </w:tblBorders>
      <w:tblCellMar>
        <w:top w:w="60" w:type="dxa"/>
        <w:left w:w="0" w:type="dxa"/>
        <w:bottom w:w="80" w:type="dxa"/>
        <w:right w:w="0" w:type="dxa"/>
      </w:tblCellMar>
    </w:tblPr>
    <w:trPr>
      <w:cantSplit/>
    </w:trPr>
    <w:tblStylePr w:type="firstCol">
      <w:pPr>
        <w:wordWrap/>
        <w:spacing w:line="240" w:lineRule="auto"/>
      </w:pPr>
      <w:rPr>
        <w:rFonts w:ascii="DG Icons" w:hAnsi="DG Icons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pPr>
        <w:wordWrap/>
        <w:spacing w:line="240" w:lineRule="auto"/>
      </w:pPr>
      <w:rPr>
        <w:rFonts w:ascii="DG Icons" w:hAnsi="DG Icons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boxlist">
    <w:name w:val="box_list"/>
    <w:basedOn w:val="box"/>
    <w:rsid w:val="00375D2C"/>
    <w:pPr>
      <w:ind w:left="170" w:hanging="170"/>
    </w:pPr>
  </w:style>
  <w:style w:type="numbering" w:customStyle="1" w:styleId="ueberschriftenliste">
    <w:name w:val="ueberschriftenliste"/>
    <w:basedOn w:val="NoList"/>
    <w:uiPriority w:val="99"/>
    <w:rsid w:val="003977CF"/>
    <w:pPr>
      <w:numPr>
        <w:numId w:val="18"/>
      </w:numPr>
    </w:pPr>
  </w:style>
  <w:style w:type="paragraph" w:customStyle="1" w:styleId="paragraphspacebefore">
    <w:name w:val="paragraph_space_before"/>
    <w:basedOn w:val="paragraph"/>
    <w:rsid w:val="00106FB4"/>
    <w:pPr>
      <w:spacing w:before="260"/>
      <w:ind w:firstLine="0"/>
    </w:pPr>
  </w:style>
  <w:style w:type="paragraph" w:customStyle="1" w:styleId="shorttitleleft">
    <w:name w:val="short_title_left"/>
    <w:next w:val="paraignoreindent"/>
    <w:rsid w:val="00375D2C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</w:pPr>
    <w:rPr>
      <w:rFonts w:ascii="DG Meta Science" w:hAnsi="DG Meta Science" w:cs="DG Meta Serif Science"/>
      <w:b/>
      <w:color w:val="FF0000"/>
      <w:sz w:val="16"/>
      <w:szCs w:val="24"/>
    </w:rPr>
  </w:style>
  <w:style w:type="paragraph" w:customStyle="1" w:styleId="shorttitleright">
    <w:name w:val="short_title_right"/>
    <w:next w:val="paraignoreindent"/>
    <w:qFormat/>
    <w:rsid w:val="00375D2C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</w:pPr>
    <w:rPr>
      <w:rFonts w:ascii="DG Meta Science" w:hAnsi="DG Meta Science" w:cs="DG Meta Serif Science"/>
      <w:b/>
      <w:color w:val="0000FF"/>
      <w:sz w:val="16"/>
      <w:szCs w:val="24"/>
    </w:rPr>
  </w:style>
  <w:style w:type="paragraph" w:customStyle="1" w:styleId="tablelist">
    <w:name w:val="table_list"/>
    <w:basedOn w:val="table"/>
    <w:rsid w:val="00375D2C"/>
    <w:pPr>
      <w:ind w:left="170" w:hanging="170"/>
    </w:pPr>
  </w:style>
  <w:style w:type="paragraph" w:customStyle="1" w:styleId="tablesymbollist">
    <w:name w:val="table_symbol_list"/>
    <w:basedOn w:val="table"/>
    <w:rsid w:val="00375D2C"/>
    <w:pPr>
      <w:numPr>
        <w:numId w:val="19"/>
      </w:numPr>
    </w:pPr>
    <w:rPr>
      <w:rFonts w:cs="Times New Roman"/>
    </w:rPr>
  </w:style>
  <w:style w:type="paragraph" w:customStyle="1" w:styleId="quotationsource">
    <w:name w:val="quotation_source"/>
    <w:next w:val="paraignoreindent"/>
    <w:rsid w:val="00375D2C"/>
    <w:pPr>
      <w:spacing w:after="220" w:line="220" w:lineRule="exact"/>
      <w:ind w:left="3289"/>
      <w:jc w:val="right"/>
    </w:pPr>
    <w:rPr>
      <w:rFonts w:ascii="DG Meta Serif Science" w:hAnsi="DG Meta Serif Science" w:cs="DG Meta Serif Science"/>
      <w:sz w:val="16"/>
      <w:szCs w:val="24"/>
    </w:rPr>
  </w:style>
  <w:style w:type="paragraph" w:customStyle="1" w:styleId="subparttitle">
    <w:name w:val="subpart_title"/>
    <w:basedOn w:val="chaptersubtitle"/>
    <w:rsid w:val="00375D2C"/>
  </w:style>
  <w:style w:type="paragraph" w:customStyle="1" w:styleId="boxsymbollist">
    <w:name w:val="box_symbol_list"/>
    <w:basedOn w:val="tablesymbollist"/>
    <w:rsid w:val="006C7A15"/>
    <w:pPr>
      <w:jc w:val="both"/>
    </w:pPr>
  </w:style>
  <w:style w:type="paragraph" w:customStyle="1" w:styleId="edition">
    <w:name w:val="edition"/>
    <w:basedOn w:val="editor"/>
    <w:rsid w:val="00BA439E"/>
  </w:style>
  <w:style w:type="paragraph" w:customStyle="1" w:styleId="articletype2">
    <w:name w:val="article_type_2"/>
    <w:basedOn w:val="Normal"/>
    <w:rsid w:val="00BA439E"/>
    <w:pPr>
      <w:suppressAutoHyphens/>
      <w:spacing w:after="260" w:line="300" w:lineRule="exact"/>
      <w:ind w:firstLine="0"/>
      <w:contextualSpacing/>
      <w:jc w:val="left"/>
    </w:pPr>
    <w:rPr>
      <w:rFonts w:ascii="DG Meta Science" w:hAnsi="DG Meta Science"/>
      <w:sz w:val="24"/>
    </w:rPr>
  </w:style>
  <w:style w:type="paragraph" w:customStyle="1" w:styleId="openaccess">
    <w:name w:val="open_access"/>
    <w:qFormat/>
    <w:rsid w:val="00BA439E"/>
    <w:pPr>
      <w:framePr w:wrap="around" w:hAnchor="margin" w:xAlign="right" w:yAlign="top" w:anchorLock="1"/>
      <w:spacing w:line="300" w:lineRule="exact"/>
    </w:pPr>
    <w:rPr>
      <w:rFonts w:ascii="DG Meta Science" w:hAnsi="DG Meta Science" w:cs="DG Meta Serif Science"/>
      <w:b/>
      <w:sz w:val="24"/>
      <w:szCs w:val="24"/>
    </w:rPr>
  </w:style>
  <w:style w:type="paragraph" w:customStyle="1" w:styleId="rhpage1">
    <w:name w:val="rh_page1"/>
    <w:basedOn w:val="Header"/>
    <w:semiHidden/>
    <w:rsid w:val="00BA439E"/>
    <w:pPr>
      <w:pBdr>
        <w:bottom w:val="single" w:sz="12" w:space="4" w:color="auto"/>
      </w:pBdr>
      <w:spacing w:before="20" w:line="240" w:lineRule="auto"/>
    </w:pPr>
  </w:style>
  <w:style w:type="paragraph" w:customStyle="1" w:styleId="articletitle">
    <w:name w:val="article_title"/>
    <w:rsid w:val="00BA439E"/>
    <w:pPr>
      <w:suppressAutoHyphens/>
      <w:spacing w:after="260" w:line="390" w:lineRule="exact"/>
    </w:pPr>
    <w:rPr>
      <w:rFonts w:ascii="DG Meta Science" w:hAnsi="DG Meta Science" w:cs="DG Meta Science"/>
      <w:b/>
      <w:sz w:val="34"/>
      <w:szCs w:val="24"/>
    </w:rPr>
  </w:style>
  <w:style w:type="paragraph" w:customStyle="1" w:styleId="articlededication">
    <w:name w:val="article_dedication"/>
    <w:uiPriority w:val="8"/>
    <w:rsid w:val="00BA439E"/>
    <w:pPr>
      <w:spacing w:after="520" w:line="220" w:lineRule="exact"/>
      <w:contextualSpacing/>
    </w:pPr>
    <w:rPr>
      <w:rFonts w:ascii="DG Meta Science" w:hAnsi="DG Meta Science" w:cs="DG Meta Science"/>
      <w:sz w:val="16"/>
      <w:szCs w:val="24"/>
    </w:rPr>
  </w:style>
  <w:style w:type="paragraph" w:customStyle="1" w:styleId="acknowledgement">
    <w:name w:val="acknowledgement"/>
    <w:uiPriority w:val="13"/>
    <w:rsid w:val="00BA439E"/>
    <w:pPr>
      <w:spacing w:before="260" w:line="260" w:lineRule="exact"/>
      <w:jc w:val="both"/>
    </w:pPr>
    <w:rPr>
      <w:rFonts w:ascii="DG Meta Serif Science" w:hAnsi="DG Meta Serif Science" w:cs="DG Meta Serif Science"/>
      <w:sz w:val="19"/>
      <w:szCs w:val="24"/>
    </w:rPr>
  </w:style>
  <w:style w:type="paragraph" w:customStyle="1" w:styleId="articlenote">
    <w:name w:val="article_note"/>
    <w:basedOn w:val="address"/>
    <w:rsid w:val="009B4FD1"/>
    <w:pPr>
      <w:framePr w:wrap="around"/>
    </w:pPr>
  </w:style>
  <w:style w:type="paragraph" w:customStyle="1" w:styleId="booktitle24">
    <w:name w:val="book_title_24"/>
    <w:basedOn w:val="booktitle"/>
    <w:rsid w:val="003E2818"/>
    <w:pPr>
      <w:spacing w:line="520" w:lineRule="exact"/>
    </w:pPr>
    <w:rPr>
      <w:sz w:val="48"/>
    </w:rPr>
  </w:style>
  <w:style w:type="paragraph" w:customStyle="1" w:styleId="articletype">
    <w:name w:val="article_type"/>
    <w:next w:val="Normal"/>
    <w:uiPriority w:val="2"/>
    <w:rsid w:val="00223425"/>
    <w:pPr>
      <w:suppressAutoHyphens/>
      <w:spacing w:after="260" w:line="300" w:lineRule="exact"/>
    </w:pPr>
    <w:rPr>
      <w:rFonts w:ascii="DG Meta Science" w:hAnsi="DG Meta Science" w:cs="DG Meta Serif Science"/>
      <w:b/>
      <w:sz w:val="24"/>
      <w:szCs w:val="24"/>
    </w:rPr>
  </w:style>
  <w:style w:type="paragraph" w:customStyle="1" w:styleId="articleauthor">
    <w:name w:val="article_author"/>
    <w:next w:val="articletitle"/>
    <w:rsid w:val="00223425"/>
    <w:pPr>
      <w:keepNext/>
      <w:suppressAutoHyphens/>
      <w:spacing w:line="300" w:lineRule="exact"/>
    </w:pPr>
    <w:rPr>
      <w:rFonts w:ascii="DG Meta Science" w:hAnsi="DG Meta Science" w:cs="DG Meta Serif Science"/>
      <w:sz w:val="24"/>
      <w:szCs w:val="24"/>
    </w:rPr>
  </w:style>
  <w:style w:type="paragraph" w:customStyle="1" w:styleId="articlesubtitle">
    <w:name w:val="article_subtitle"/>
    <w:uiPriority w:val="1"/>
    <w:rsid w:val="00223425"/>
    <w:pPr>
      <w:suppressAutoHyphens/>
      <w:spacing w:after="310" w:line="300" w:lineRule="exact"/>
    </w:pPr>
    <w:rPr>
      <w:rFonts w:ascii="DG Meta Science" w:hAnsi="DG Meta Science" w:cs="DG Meta Science"/>
      <w:sz w:val="24"/>
      <w:szCs w:val="24"/>
    </w:rPr>
  </w:style>
  <w:style w:type="paragraph" w:customStyle="1" w:styleId="articletitleshort">
    <w:name w:val="article_title_short"/>
    <w:semiHidden/>
    <w:rsid w:val="00223425"/>
    <w:pPr>
      <w:spacing w:after="310" w:line="300" w:lineRule="exact"/>
    </w:pPr>
    <w:rPr>
      <w:rFonts w:ascii="DG Meta Science" w:hAnsi="DG Meta Science" w:cs="DG Meta Science"/>
      <w:sz w:val="24"/>
      <w:szCs w:val="24"/>
    </w:rPr>
  </w:style>
  <w:style w:type="character" w:styleId="BookTitle0">
    <w:name w:val="Book Title"/>
    <w:basedOn w:val="DefaultParagraphFont"/>
    <w:uiPriority w:val="33"/>
    <w:qFormat/>
    <w:rsid w:val="009B4FD1"/>
    <w:rPr>
      <w:b/>
      <w:bCs/>
      <w:smallCaps/>
      <w:spacing w:val="5"/>
    </w:rPr>
  </w:style>
  <w:style w:type="paragraph" w:customStyle="1" w:styleId="Abkuerzungen">
    <w:name w:val="Abkuerzungen"/>
    <w:basedOn w:val="Normal"/>
    <w:rsid w:val="00380065"/>
    <w:pPr>
      <w:keepLines/>
      <w:spacing w:before="120" w:after="120" w:line="240" w:lineRule="atLeast"/>
      <w:ind w:left="1418" w:hanging="1418"/>
      <w:contextualSpacing/>
    </w:pPr>
    <w:rPr>
      <w:rFonts w:ascii="Garamond" w:eastAsia="PMingLiU" w:hAnsi="Garamond" w:cs="Times New Roman"/>
      <w:sz w:val="24"/>
      <w:szCs w:val="22"/>
      <w:lang w:eastAsia="en-US"/>
    </w:rPr>
  </w:style>
  <w:style w:type="paragraph" w:customStyle="1" w:styleId="AutorZeile">
    <w:name w:val="Autor_Zeile"/>
    <w:basedOn w:val="Normal"/>
    <w:rsid w:val="00380065"/>
    <w:pPr>
      <w:tabs>
        <w:tab w:val="right" w:pos="6237"/>
      </w:tabs>
      <w:spacing w:before="240" w:line="240" w:lineRule="atLeast"/>
      <w:ind w:firstLine="357"/>
      <w:contextualSpacing/>
    </w:pPr>
    <w:rPr>
      <w:rFonts w:ascii="Garamond" w:eastAsia="PMingLiU" w:hAnsi="Garamond" w:cs="Times New Roman"/>
      <w:sz w:val="24"/>
      <w:szCs w:val="22"/>
      <w:lang w:eastAsia="en-US"/>
    </w:rPr>
  </w:style>
  <w:style w:type="character" w:customStyle="1" w:styleId="bolditalic">
    <w:name w:val="bolditalic"/>
    <w:rsid w:val="00380065"/>
    <w:rPr>
      <w:b/>
      <w:i/>
    </w:rPr>
  </w:style>
  <w:style w:type="paragraph" w:customStyle="1" w:styleId="figurecaption">
    <w:name w:val="figure_caption"/>
    <w:basedOn w:val="Normal"/>
    <w:next w:val="Normal"/>
    <w:rsid w:val="00380065"/>
    <w:pPr>
      <w:spacing w:before="120" w:after="360" w:line="220" w:lineRule="atLeast"/>
      <w:ind w:firstLine="357"/>
    </w:pPr>
    <w:rPr>
      <w:rFonts w:ascii="Garamond" w:eastAsia="PMingLiU" w:hAnsi="Garamond" w:cs="Times New Roman"/>
      <w:sz w:val="18"/>
      <w:szCs w:val="22"/>
      <w:lang w:eastAsia="en-US"/>
    </w:rPr>
  </w:style>
  <w:style w:type="paragraph" w:customStyle="1" w:styleId="Literaturliste">
    <w:name w:val="Literaturliste"/>
    <w:basedOn w:val="Normal"/>
    <w:rsid w:val="00380065"/>
    <w:pPr>
      <w:numPr>
        <w:numId w:val="20"/>
      </w:numPr>
      <w:spacing w:line="240" w:lineRule="atLeast"/>
    </w:pPr>
    <w:rPr>
      <w:rFonts w:ascii="Garamond" w:eastAsia="PMingLiU" w:hAnsi="Garamond" w:cs="Times New Roman"/>
      <w:sz w:val="24"/>
      <w:szCs w:val="22"/>
      <w:lang w:eastAsia="en-US"/>
    </w:rPr>
  </w:style>
  <w:style w:type="character" w:customStyle="1" w:styleId="Marginalie">
    <w:name w:val="Marginalie"/>
    <w:rsid w:val="00380065"/>
    <w:rPr>
      <w:vanish/>
      <w:color w:val="0000FF"/>
      <w:bdr w:val="single" w:sz="4" w:space="0" w:color="auto" w:shadow="1"/>
      <w:shd w:val="clear" w:color="auto" w:fill="D9D9D9"/>
    </w:rPr>
  </w:style>
  <w:style w:type="character" w:customStyle="1" w:styleId="Steuerung">
    <w:name w:val="Steuerung"/>
    <w:rsid w:val="00380065"/>
    <w:rPr>
      <w:rFonts w:ascii="Times New Roman" w:hAnsi="Times New Roman"/>
      <w:color w:val="FF0000"/>
      <w:spacing w:val="0"/>
      <w:u w:color="808080"/>
      <w:effect w:val="none"/>
      <w:bdr w:val="none" w:sz="0" w:space="0" w:color="auto"/>
      <w:shd w:val="clear" w:color="auto" w:fill="CCCCCC"/>
    </w:rPr>
  </w:style>
  <w:style w:type="table" w:customStyle="1" w:styleId="Tabellenraster1">
    <w:name w:val="Tabellenraster1"/>
    <w:semiHidden/>
    <w:rsid w:val="00380065"/>
    <w:pPr>
      <w:keepLines/>
      <w:spacing w:line="220" w:lineRule="atLeast"/>
    </w:pPr>
    <w:rPr>
      <w:rFonts w:ascii="Palatino Linotype" w:hAnsi="Palatino Linotype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</w:style>
  <w:style w:type="paragraph" w:customStyle="1" w:styleId="tablecaption">
    <w:name w:val="table_caption"/>
    <w:basedOn w:val="Normal"/>
    <w:rsid w:val="00380065"/>
    <w:pPr>
      <w:spacing w:before="360" w:after="120" w:line="220" w:lineRule="atLeast"/>
      <w:ind w:firstLine="357"/>
      <w:contextualSpacing/>
    </w:pPr>
    <w:rPr>
      <w:rFonts w:ascii="Garamond" w:eastAsia="PMingLiU" w:hAnsi="Garamond" w:cs="Times New Roman"/>
      <w:sz w:val="18"/>
      <w:szCs w:val="22"/>
      <w:lang w:val="en-GB" w:eastAsia="en-US"/>
    </w:rPr>
  </w:style>
  <w:style w:type="paragraph" w:customStyle="1" w:styleId="tablenotes">
    <w:name w:val="table_notes"/>
    <w:basedOn w:val="Normal"/>
    <w:next w:val="Normal"/>
    <w:rsid w:val="00380065"/>
    <w:pPr>
      <w:spacing w:before="120" w:after="360" w:line="220" w:lineRule="atLeast"/>
      <w:ind w:firstLine="357"/>
    </w:pPr>
    <w:rPr>
      <w:rFonts w:ascii="Garamond" w:eastAsia="PMingLiU" w:hAnsi="Garamond" w:cs="Times New Roman"/>
      <w:sz w:val="18"/>
      <w:szCs w:val="22"/>
      <w:lang w:eastAsia="en-US"/>
    </w:rPr>
  </w:style>
  <w:style w:type="paragraph" w:customStyle="1" w:styleId="TextfuerKopfzeilegekuerzt">
    <w:name w:val="Text_fuer_Kopfzeile_gekuerzt"/>
    <w:basedOn w:val="Normal"/>
    <w:next w:val="Normal"/>
    <w:rsid w:val="00380065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240" w:line="360" w:lineRule="auto"/>
      <w:ind w:firstLine="357"/>
    </w:pPr>
    <w:rPr>
      <w:rFonts w:ascii="Garamond" w:eastAsia="PMingLiU" w:hAnsi="Garamond" w:cs="Times New Roman"/>
      <w:sz w:val="24"/>
      <w:szCs w:val="22"/>
      <w:lang w:eastAsia="en-US"/>
    </w:rPr>
  </w:style>
  <w:style w:type="paragraph" w:customStyle="1" w:styleId="Quelle">
    <w:name w:val="Quelle"/>
    <w:basedOn w:val="Normal"/>
    <w:rsid w:val="00380065"/>
    <w:pPr>
      <w:pBdr>
        <w:left w:val="single" w:sz="24" w:space="4" w:color="999999"/>
        <w:right w:val="single" w:sz="24" w:space="4" w:color="999999"/>
      </w:pBdr>
      <w:overflowPunct w:val="0"/>
      <w:autoSpaceDE w:val="0"/>
      <w:autoSpaceDN w:val="0"/>
      <w:adjustRightInd w:val="0"/>
      <w:spacing w:line="360" w:lineRule="auto"/>
      <w:ind w:firstLine="357"/>
    </w:pPr>
    <w:rPr>
      <w:rFonts w:ascii="Garamond" w:eastAsia="PMingLiU" w:hAnsi="Garamond" w:cs="Times New Roman"/>
      <w:sz w:val="18"/>
      <w:szCs w:val="20"/>
      <w:lang w:eastAsia="en-US"/>
    </w:rPr>
  </w:style>
  <w:style w:type="character" w:customStyle="1" w:styleId="Valunit">
    <w:name w:val="Valunit"/>
    <w:basedOn w:val="DefaultParagraphFont"/>
    <w:semiHidden/>
    <w:rsid w:val="00380065"/>
  </w:style>
  <w:style w:type="paragraph" w:customStyle="1" w:styleId="Widmung">
    <w:name w:val="Widmung"/>
    <w:basedOn w:val="Normal"/>
    <w:rsid w:val="00380065"/>
    <w:pPr>
      <w:keepNext/>
      <w:keepLines/>
      <w:pageBreakBefore/>
      <w:spacing w:before="2000" w:line="360" w:lineRule="auto"/>
      <w:ind w:firstLine="357"/>
      <w:jc w:val="center"/>
    </w:pPr>
    <w:rPr>
      <w:rFonts w:ascii="Garamond" w:eastAsia="PMingLiU" w:hAnsi="Garamond" w:cs="Times New Roman"/>
      <w:sz w:val="24"/>
      <w:szCs w:val="22"/>
      <w:lang w:val="en-GB" w:eastAsia="en-US"/>
    </w:rPr>
  </w:style>
  <w:style w:type="paragraph" w:customStyle="1" w:styleId="Zeittafel">
    <w:name w:val="Zeittafel"/>
    <w:basedOn w:val="Normal"/>
    <w:rsid w:val="00380065"/>
    <w:pPr>
      <w:keepLines/>
      <w:spacing w:before="240" w:after="240" w:line="360" w:lineRule="auto"/>
      <w:ind w:left="1985" w:hanging="1985"/>
      <w:contextualSpacing/>
    </w:pPr>
    <w:rPr>
      <w:rFonts w:ascii="Garamond" w:eastAsia="PMingLiU" w:hAnsi="Garamond" w:cs="Times New Roman"/>
      <w:sz w:val="24"/>
      <w:szCs w:val="22"/>
      <w:lang w:eastAsia="en-US"/>
    </w:rPr>
  </w:style>
  <w:style w:type="paragraph" w:customStyle="1" w:styleId="Zitat2">
    <w:name w:val="Zitat2"/>
    <w:basedOn w:val="Normal"/>
    <w:link w:val="ZitatZchn"/>
    <w:autoRedefine/>
    <w:uiPriority w:val="29"/>
    <w:qFormat/>
    <w:rsid w:val="00380065"/>
    <w:pPr>
      <w:keepLines/>
      <w:spacing w:before="240" w:after="240" w:line="360" w:lineRule="auto"/>
      <w:ind w:left="340" w:right="340" w:firstLine="357"/>
      <w:contextualSpacing/>
      <w:jc w:val="left"/>
    </w:pPr>
    <w:rPr>
      <w:rFonts w:ascii="Garamond" w:eastAsia="PMingLiU" w:hAnsi="Garamond" w:cs="Times New Roman"/>
      <w:sz w:val="24"/>
      <w:szCs w:val="22"/>
      <w:lang w:val="en-GB" w:eastAsia="en-US"/>
    </w:rPr>
  </w:style>
  <w:style w:type="paragraph" w:customStyle="1" w:styleId="KapitelHinweis">
    <w:name w:val="Kapitel_Hinweis"/>
    <w:basedOn w:val="Normal"/>
    <w:rsid w:val="00380065"/>
    <w:pPr>
      <w:spacing w:line="360" w:lineRule="auto"/>
      <w:ind w:firstLine="357"/>
    </w:pPr>
    <w:rPr>
      <w:rFonts w:ascii="Garamond" w:eastAsia="PMingLiU" w:hAnsi="Garamond" w:cs="Times New Roman"/>
      <w:sz w:val="24"/>
      <w:szCs w:val="22"/>
      <w:lang w:eastAsia="en-US"/>
    </w:rPr>
  </w:style>
  <w:style w:type="character" w:customStyle="1" w:styleId="MarginalZeichen">
    <w:name w:val="Marginal_Zeichen"/>
    <w:semiHidden/>
    <w:rsid w:val="00380065"/>
    <w:rPr>
      <w:color w:val="0000FF"/>
      <w:bdr w:val="single" w:sz="4" w:space="0" w:color="auto" w:shadow="1"/>
      <w:shd w:val="clear" w:color="auto" w:fill="D9D9D9"/>
    </w:rPr>
  </w:style>
  <w:style w:type="paragraph" w:customStyle="1" w:styleId="Paragraph0">
    <w:name w:val="Paragraph"/>
    <w:basedOn w:val="Normal"/>
    <w:rsid w:val="00380065"/>
    <w:pPr>
      <w:spacing w:before="240" w:line="360" w:lineRule="auto"/>
      <w:ind w:firstLine="357"/>
    </w:pPr>
    <w:rPr>
      <w:rFonts w:ascii="Garamond" w:eastAsia="PMingLiU" w:hAnsi="Garamond" w:cs="Times New Roman"/>
      <w:sz w:val="24"/>
      <w:szCs w:val="22"/>
      <w:lang w:eastAsia="en-US"/>
    </w:rPr>
  </w:style>
  <w:style w:type="table" w:customStyle="1" w:styleId="Tabellendesign1">
    <w:name w:val="Tabellendesign1"/>
    <w:basedOn w:val="TableNormal"/>
    <w:semiHidden/>
    <w:rsid w:val="00380065"/>
    <w:pPr>
      <w:spacing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gureZchn">
    <w:name w:val="figure Zchn"/>
    <w:link w:val="figure"/>
    <w:rsid w:val="00380065"/>
    <w:rPr>
      <w:rFonts w:ascii="DG Meta Serif Science" w:hAnsi="DG Meta Serif Science" w:cs="DG Meta Serif Science"/>
      <w:sz w:val="19"/>
      <w:szCs w:val="24"/>
    </w:rPr>
  </w:style>
  <w:style w:type="paragraph" w:customStyle="1" w:styleId="tableright">
    <w:name w:val="table_right"/>
    <w:basedOn w:val="table"/>
    <w:rsid w:val="00380065"/>
    <w:pPr>
      <w:spacing w:line="220" w:lineRule="atLeast"/>
      <w:ind w:firstLine="357"/>
      <w:jc w:val="right"/>
    </w:pPr>
    <w:rPr>
      <w:rFonts w:ascii="Garamond" w:eastAsia="PMingLiU" w:hAnsi="Garamond" w:cs="Times New Roman"/>
      <w:sz w:val="18"/>
      <w:szCs w:val="22"/>
      <w:lang w:eastAsia="en-US"/>
    </w:rPr>
  </w:style>
  <w:style w:type="paragraph" w:customStyle="1" w:styleId="Motto">
    <w:name w:val="Motto"/>
    <w:basedOn w:val="Normal"/>
    <w:rsid w:val="00380065"/>
    <w:pPr>
      <w:spacing w:before="120" w:after="120" w:line="360" w:lineRule="auto"/>
      <w:ind w:firstLine="357"/>
      <w:contextualSpacing/>
      <w:jc w:val="right"/>
    </w:pPr>
    <w:rPr>
      <w:rFonts w:ascii="Garamond" w:eastAsia="PMingLiU" w:hAnsi="Garamond" w:cs="Times New Roman"/>
      <w:sz w:val="24"/>
      <w:szCs w:val="22"/>
      <w:lang w:eastAsia="en-US"/>
    </w:rPr>
  </w:style>
  <w:style w:type="paragraph" w:customStyle="1" w:styleId="Part">
    <w:name w:val="Part"/>
    <w:rsid w:val="00380065"/>
    <w:pPr>
      <w:keepNext/>
      <w:keepLines/>
      <w:numPr>
        <w:numId w:val="21"/>
      </w:numPr>
      <w:suppressAutoHyphens/>
      <w:spacing w:before="1600"/>
      <w:contextualSpacing/>
      <w:jc w:val="right"/>
    </w:pPr>
    <w:rPr>
      <w:rFonts w:ascii="Palatino Linotype" w:hAnsi="Palatino Linotype"/>
      <w:sz w:val="52"/>
      <w:szCs w:val="24"/>
    </w:rPr>
  </w:style>
  <w:style w:type="paragraph" w:customStyle="1" w:styleId="PartUntertitel">
    <w:name w:val="Part_Untertitel"/>
    <w:basedOn w:val="Part"/>
    <w:rsid w:val="00380065"/>
    <w:pPr>
      <w:numPr>
        <w:numId w:val="0"/>
      </w:numPr>
      <w:spacing w:before="240"/>
    </w:pPr>
  </w:style>
  <w:style w:type="paragraph" w:customStyle="1" w:styleId="tablecenter">
    <w:name w:val="table_center"/>
    <w:basedOn w:val="table"/>
    <w:rsid w:val="00380065"/>
    <w:pPr>
      <w:spacing w:line="220" w:lineRule="atLeast"/>
      <w:ind w:firstLine="357"/>
      <w:jc w:val="center"/>
    </w:pPr>
    <w:rPr>
      <w:rFonts w:ascii="Garamond" w:eastAsia="PMingLiU" w:hAnsi="Garamond" w:cs="Times New Roman"/>
      <w:sz w:val="18"/>
      <w:szCs w:val="22"/>
      <w:lang w:eastAsia="en-US"/>
    </w:rPr>
  </w:style>
  <w:style w:type="paragraph" w:customStyle="1" w:styleId="TextfuerCaptiongekuerzt">
    <w:name w:val="Text_fuer_Caption_gekuerzt"/>
    <w:basedOn w:val="TextfuerKopfzeilegekuerzt"/>
    <w:rsid w:val="00380065"/>
    <w:rPr>
      <w:sz w:val="18"/>
    </w:rPr>
  </w:style>
  <w:style w:type="table" w:customStyle="1" w:styleId="DunkleListe1">
    <w:name w:val="Dunkle Liste1"/>
    <w:basedOn w:val="TableNormal"/>
    <w:uiPriority w:val="70"/>
    <w:semiHidden/>
    <w:rsid w:val="0038006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FarbigeListe1">
    <w:name w:val="Farbige Liste1"/>
    <w:basedOn w:val="TableNormal"/>
    <w:uiPriority w:val="72"/>
    <w:semiHidden/>
    <w:rsid w:val="0038006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FarbigeSchattierung1">
    <w:name w:val="Farbige Schattierung1"/>
    <w:basedOn w:val="TableNormal"/>
    <w:uiPriority w:val="71"/>
    <w:semiHidden/>
    <w:rsid w:val="00380065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FarbigesRaster1">
    <w:name w:val="Farbiges Raster1"/>
    <w:basedOn w:val="TableNormal"/>
    <w:uiPriority w:val="73"/>
    <w:semiHidden/>
    <w:rsid w:val="0038006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HelleListe1">
    <w:name w:val="Helle Liste1"/>
    <w:basedOn w:val="TableNormal"/>
    <w:uiPriority w:val="61"/>
    <w:semiHidden/>
    <w:rsid w:val="0038006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HelleListe-Akzent11">
    <w:name w:val="Helle Liste - Akzent 11"/>
    <w:basedOn w:val="TableNormal"/>
    <w:uiPriority w:val="61"/>
    <w:semiHidden/>
    <w:rsid w:val="0038006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HelleSchattierung1">
    <w:name w:val="Helle Schattierung1"/>
    <w:basedOn w:val="TableNormal"/>
    <w:uiPriority w:val="60"/>
    <w:semiHidden/>
    <w:rsid w:val="0038006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HelleSchattierung-Akzent11">
    <w:name w:val="Helle Schattierung - Akzent 11"/>
    <w:basedOn w:val="TableNormal"/>
    <w:uiPriority w:val="60"/>
    <w:semiHidden/>
    <w:rsid w:val="0038006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HellesRaster1">
    <w:name w:val="Helles Raster1"/>
    <w:basedOn w:val="TableNormal"/>
    <w:uiPriority w:val="62"/>
    <w:semiHidden/>
    <w:rsid w:val="0038006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HellesRaster-Akzent11">
    <w:name w:val="Helles Raster - Akzent 11"/>
    <w:basedOn w:val="TableNormal"/>
    <w:uiPriority w:val="62"/>
    <w:semiHidden/>
    <w:rsid w:val="0038006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IntensivesZitat1">
    <w:name w:val="Intensives Zitat1"/>
    <w:basedOn w:val="Normal"/>
    <w:next w:val="Normal"/>
    <w:link w:val="IntensivesZitatZchn"/>
    <w:uiPriority w:val="30"/>
    <w:qFormat/>
    <w:rsid w:val="00380065"/>
    <w:pPr>
      <w:pBdr>
        <w:bottom w:val="single" w:sz="4" w:space="4" w:color="4F81BD"/>
      </w:pBdr>
      <w:spacing w:before="200" w:after="280" w:line="360" w:lineRule="auto"/>
      <w:ind w:left="936" w:right="936" w:firstLine="357"/>
    </w:pPr>
    <w:rPr>
      <w:rFonts w:ascii="Palatino Linotype" w:eastAsia="PMingLiU" w:hAnsi="Palatino Linotype" w:cs="Times New Roman"/>
      <w:b/>
      <w:bCs/>
      <w:i/>
      <w:iCs/>
      <w:color w:val="4F81BD"/>
      <w:sz w:val="20"/>
      <w:lang w:eastAsia="en-US"/>
    </w:rPr>
  </w:style>
  <w:style w:type="character" w:customStyle="1" w:styleId="IntensivesZitatZchn">
    <w:name w:val="Intensives Zitat Zchn"/>
    <w:link w:val="IntensivesZitat1"/>
    <w:uiPriority w:val="30"/>
    <w:rsid w:val="00380065"/>
    <w:rPr>
      <w:rFonts w:ascii="Palatino Linotype" w:eastAsia="PMingLiU" w:hAnsi="Palatino Linotype"/>
      <w:b/>
      <w:bCs/>
      <w:i/>
      <w:iCs/>
      <w:color w:val="4F81BD"/>
      <w:szCs w:val="24"/>
      <w:lang w:eastAsia="en-US"/>
    </w:rPr>
  </w:style>
  <w:style w:type="table" w:customStyle="1" w:styleId="MittlereListe11">
    <w:name w:val="Mittlere Liste 11"/>
    <w:basedOn w:val="TableNormal"/>
    <w:uiPriority w:val="65"/>
    <w:semiHidden/>
    <w:rsid w:val="0038006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ittlereListe1-Akzent11">
    <w:name w:val="Mittlere Liste 1 - Akzent 11"/>
    <w:basedOn w:val="TableNormal"/>
    <w:uiPriority w:val="65"/>
    <w:semiHidden/>
    <w:rsid w:val="00380065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MittlereListe21">
    <w:name w:val="Mittlere Liste 21"/>
    <w:basedOn w:val="TableNormal"/>
    <w:uiPriority w:val="66"/>
    <w:semiHidden/>
    <w:rsid w:val="00380065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ittlereSchattierung11">
    <w:name w:val="Mittlere Schattierung 11"/>
    <w:basedOn w:val="TableNormal"/>
    <w:uiPriority w:val="63"/>
    <w:semiHidden/>
    <w:rsid w:val="0038006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ittlereSchattierung1-Akzent11">
    <w:name w:val="Mittlere Schattierung 1 - Akzent 11"/>
    <w:basedOn w:val="TableNormal"/>
    <w:uiPriority w:val="63"/>
    <w:semiHidden/>
    <w:rsid w:val="0038006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ittlereSchattierung21">
    <w:name w:val="Mittlere Schattierung 21"/>
    <w:basedOn w:val="TableNormal"/>
    <w:uiPriority w:val="64"/>
    <w:semiHidden/>
    <w:rsid w:val="0038006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chattierung2-Akzent11">
    <w:name w:val="Mittlere Schattierung 2 - Akzent 11"/>
    <w:basedOn w:val="TableNormal"/>
    <w:uiPriority w:val="64"/>
    <w:semiHidden/>
    <w:rsid w:val="0038006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Raster11">
    <w:name w:val="Mittleres Raster 11"/>
    <w:basedOn w:val="TableNormal"/>
    <w:uiPriority w:val="67"/>
    <w:semiHidden/>
    <w:rsid w:val="0038006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MittleresRaster21">
    <w:name w:val="Mittleres Raster 21"/>
    <w:basedOn w:val="TableNormal"/>
    <w:uiPriority w:val="68"/>
    <w:semiHidden/>
    <w:rsid w:val="00380065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ittleresRaster31">
    <w:name w:val="Mittleres Raster 31"/>
    <w:basedOn w:val="TableNormal"/>
    <w:uiPriority w:val="69"/>
    <w:semiHidden/>
    <w:rsid w:val="0038006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customStyle="1" w:styleId="FootnoteTextChar">
    <w:name w:val="Footnote Text Char"/>
    <w:link w:val="FootnoteText"/>
    <w:uiPriority w:val="99"/>
    <w:rsid w:val="00380065"/>
    <w:rPr>
      <w:rFonts w:ascii="DG Meta Science" w:hAnsi="DG Meta Science" w:cs="DG Meta Science"/>
      <w:sz w:val="16"/>
    </w:rPr>
  </w:style>
  <w:style w:type="character" w:customStyle="1" w:styleId="Heading1Char">
    <w:name w:val="Heading 1 Char"/>
    <w:link w:val="Heading1"/>
    <w:uiPriority w:val="9"/>
    <w:locked/>
    <w:rsid w:val="00380065"/>
    <w:rPr>
      <w:rFonts w:ascii="DG Meta Science" w:hAnsi="DG Meta Science" w:cs="DG Meta Science"/>
      <w:b/>
      <w:sz w:val="30"/>
      <w:szCs w:val="24"/>
    </w:rPr>
  </w:style>
  <w:style w:type="character" w:customStyle="1" w:styleId="Heading2Char">
    <w:name w:val="Heading 2 Char"/>
    <w:link w:val="Heading2"/>
    <w:uiPriority w:val="9"/>
    <w:locked/>
    <w:rsid w:val="00380065"/>
    <w:rPr>
      <w:rFonts w:ascii="DG Meta Science" w:hAnsi="DG Meta Science" w:cs="DG Meta Science"/>
      <w:b/>
      <w:sz w:val="24"/>
      <w:szCs w:val="24"/>
    </w:rPr>
  </w:style>
  <w:style w:type="character" w:customStyle="1" w:styleId="Heading3Char">
    <w:name w:val="Heading 3 Char"/>
    <w:link w:val="Heading3"/>
    <w:uiPriority w:val="9"/>
    <w:locked/>
    <w:rsid w:val="00380065"/>
    <w:rPr>
      <w:rFonts w:ascii="DG Meta Science" w:hAnsi="DG Meta Science" w:cs="DG Meta Science"/>
      <w:b/>
      <w:sz w:val="19"/>
      <w:szCs w:val="24"/>
    </w:rPr>
  </w:style>
  <w:style w:type="character" w:customStyle="1" w:styleId="Heading4Char">
    <w:name w:val="Heading 4 Char"/>
    <w:link w:val="Heading4"/>
    <w:uiPriority w:val="9"/>
    <w:locked/>
    <w:rsid w:val="00380065"/>
    <w:rPr>
      <w:rFonts w:ascii="DG Meta Science" w:hAnsi="DG Meta Science" w:cs="DG Meta Science"/>
      <w:b/>
      <w:sz w:val="19"/>
      <w:szCs w:val="24"/>
    </w:rPr>
  </w:style>
  <w:style w:type="character" w:customStyle="1" w:styleId="Heading5Char">
    <w:name w:val="Heading 5 Char"/>
    <w:aliases w:val="Char Char"/>
    <w:link w:val="Heading5"/>
    <w:uiPriority w:val="9"/>
    <w:locked/>
    <w:rsid w:val="00380065"/>
    <w:rPr>
      <w:rFonts w:ascii="DG Meta Science" w:hAnsi="DG Meta Science" w:cs="DG Meta Science"/>
      <w:b/>
      <w:sz w:val="19"/>
      <w:szCs w:val="24"/>
    </w:rPr>
  </w:style>
  <w:style w:type="character" w:customStyle="1" w:styleId="Heading6Char">
    <w:name w:val="Heading 6 Char"/>
    <w:link w:val="Heading6"/>
    <w:uiPriority w:val="9"/>
    <w:locked/>
    <w:rsid w:val="00380065"/>
    <w:rPr>
      <w:rFonts w:ascii="DG Meta Science" w:hAnsi="DG Meta Science" w:cs="DG Meta Science"/>
      <w:b/>
      <w:bCs/>
      <w:sz w:val="19"/>
      <w:szCs w:val="22"/>
    </w:rPr>
  </w:style>
  <w:style w:type="character" w:customStyle="1" w:styleId="TitleChar">
    <w:name w:val="Title Char"/>
    <w:link w:val="Title"/>
    <w:uiPriority w:val="10"/>
    <w:locked/>
    <w:rsid w:val="00380065"/>
    <w:rPr>
      <w:rFonts w:ascii="DG Meta Science" w:hAnsi="DG Meta Science" w:cs="DG Meta Science"/>
      <w:b/>
      <w:bCs/>
      <w:sz w:val="34"/>
      <w:szCs w:val="32"/>
    </w:rPr>
  </w:style>
  <w:style w:type="character" w:customStyle="1" w:styleId="ZitatZchn">
    <w:name w:val="Zitat Zchn"/>
    <w:link w:val="Zitat2"/>
    <w:uiPriority w:val="29"/>
    <w:locked/>
    <w:rsid w:val="00380065"/>
    <w:rPr>
      <w:rFonts w:ascii="Garamond" w:eastAsia="PMingLiU" w:hAnsi="Garamond"/>
      <w:sz w:val="24"/>
      <w:szCs w:val="22"/>
      <w:lang w:val="en-GB" w:eastAsia="en-US"/>
    </w:rPr>
  </w:style>
  <w:style w:type="character" w:customStyle="1" w:styleId="HeaderChar">
    <w:name w:val="Header Char"/>
    <w:link w:val="Header"/>
    <w:uiPriority w:val="99"/>
    <w:locked/>
    <w:rsid w:val="00380065"/>
    <w:rPr>
      <w:rFonts w:ascii="DG Meta Science" w:hAnsi="DG Meta Science" w:cs="DG Meta Science"/>
      <w:sz w:val="16"/>
      <w:szCs w:val="16"/>
    </w:rPr>
  </w:style>
  <w:style w:type="character" w:customStyle="1" w:styleId="FooterChar">
    <w:name w:val="Footer Char"/>
    <w:link w:val="Footer"/>
    <w:uiPriority w:val="99"/>
    <w:locked/>
    <w:rsid w:val="00380065"/>
    <w:rPr>
      <w:rFonts w:ascii="DG Meta Science" w:hAnsi="DG Meta Science" w:cs="DG Meta Science"/>
      <w:sz w:val="14"/>
      <w:szCs w:val="24"/>
    </w:rPr>
  </w:style>
  <w:style w:type="character" w:customStyle="1" w:styleId="SubtitleChar">
    <w:name w:val="Subtitle Char"/>
    <w:link w:val="Subtitle"/>
    <w:uiPriority w:val="11"/>
    <w:locked/>
    <w:rsid w:val="00380065"/>
    <w:rPr>
      <w:rFonts w:ascii="DG Meta Serif Science" w:hAnsi="DG Meta Serif Science" w:cs="DG Meta Serif Science"/>
      <w:sz w:val="28"/>
      <w:szCs w:val="24"/>
    </w:rPr>
  </w:style>
  <w:style w:type="character" w:customStyle="1" w:styleId="PlainTextChar">
    <w:name w:val="Plain Text Char"/>
    <w:aliases w:val="Eingerücktes Zitat Char"/>
    <w:link w:val="PlainText"/>
    <w:uiPriority w:val="99"/>
    <w:locked/>
    <w:rsid w:val="00380065"/>
    <w:rPr>
      <w:rFonts w:ascii="DG Meta Serif Science" w:hAnsi="DG Meta Serif Science" w:cs="DG Meta Serif Science"/>
      <w:sz w:val="19"/>
    </w:rPr>
  </w:style>
  <w:style w:type="character" w:customStyle="1" w:styleId="CommentTextChar">
    <w:name w:val="Comment Text Char"/>
    <w:link w:val="CommentText"/>
    <w:uiPriority w:val="99"/>
    <w:locked/>
    <w:rsid w:val="00380065"/>
    <w:rPr>
      <w:rFonts w:ascii="DG Meta Serif Science" w:hAnsi="DG Meta Serif Science" w:cs="DG Meta Serif Science"/>
      <w:sz w:val="19"/>
    </w:rPr>
  </w:style>
  <w:style w:type="character" w:customStyle="1" w:styleId="lang">
    <w:name w:val="lang"/>
    <w:semiHidden/>
    <w:rsid w:val="00380065"/>
  </w:style>
  <w:style w:type="character" w:customStyle="1" w:styleId="BalloonTextChar">
    <w:name w:val="Balloon Text Char"/>
    <w:link w:val="BalloonText"/>
    <w:uiPriority w:val="99"/>
    <w:locked/>
    <w:rsid w:val="00380065"/>
    <w:rPr>
      <w:rFonts w:ascii="DG Meta Serif Science" w:hAnsi="DG Meta Serif Science" w:cs="DG Meta Serif Science"/>
      <w:sz w:val="19"/>
      <w:szCs w:val="16"/>
    </w:rPr>
  </w:style>
  <w:style w:type="character" w:customStyle="1" w:styleId="x-large-font">
    <w:name w:val="x-large-font"/>
    <w:semiHidden/>
    <w:rsid w:val="00380065"/>
  </w:style>
  <w:style w:type="character" w:customStyle="1" w:styleId="CommentSubjectChar">
    <w:name w:val="Comment Subject Char"/>
    <w:link w:val="CommentSubject"/>
    <w:uiPriority w:val="99"/>
    <w:locked/>
    <w:rsid w:val="00380065"/>
    <w:rPr>
      <w:rFonts w:ascii="DG Meta Serif Science" w:hAnsi="DG Meta Serif Science" w:cs="DG Meta Serif Science"/>
      <w:bCs/>
      <w:sz w:val="19"/>
    </w:rPr>
  </w:style>
  <w:style w:type="character" w:customStyle="1" w:styleId="KommentarthemaZchn1">
    <w:name w:val="Kommentarthema Zchn1"/>
    <w:uiPriority w:val="99"/>
    <w:semiHidden/>
    <w:rsid w:val="00380065"/>
    <w:rPr>
      <w:rFonts w:ascii="Garamond" w:hAnsi="Garamond"/>
      <w:b/>
      <w:bCs/>
      <w:lang w:eastAsia="en-US"/>
    </w:rPr>
  </w:style>
  <w:style w:type="character" w:customStyle="1" w:styleId="topmenuitem">
    <w:name w:val="topmenuitem"/>
    <w:semiHidden/>
    <w:rsid w:val="00380065"/>
    <w:rPr>
      <w:rFonts w:cs="Times New Roman"/>
    </w:rPr>
  </w:style>
  <w:style w:type="paragraph" w:customStyle="1" w:styleId="NoSpacing1">
    <w:name w:val="No Spacing1"/>
    <w:uiPriority w:val="1"/>
    <w:semiHidden/>
    <w:qFormat/>
    <w:rsid w:val="00380065"/>
    <w:pPr>
      <w:jc w:val="both"/>
    </w:pPr>
    <w:rPr>
      <w:rFonts w:eastAsia="PMingLiU"/>
      <w:sz w:val="24"/>
      <w:szCs w:val="22"/>
      <w:lang w:eastAsia="en-US"/>
    </w:rPr>
  </w:style>
  <w:style w:type="paragraph" w:customStyle="1" w:styleId="Quote1">
    <w:name w:val="Quote1"/>
    <w:basedOn w:val="Normal"/>
    <w:next w:val="Normal"/>
    <w:link w:val="QuoteChar"/>
    <w:uiPriority w:val="29"/>
    <w:semiHidden/>
    <w:qFormat/>
    <w:rsid w:val="00380065"/>
    <w:pPr>
      <w:spacing w:line="360" w:lineRule="auto"/>
      <w:ind w:firstLine="357"/>
      <w:jc w:val="left"/>
    </w:pPr>
    <w:rPr>
      <w:rFonts w:ascii="Times New Roman" w:eastAsia="PMingLiU" w:hAnsi="Times New Roman" w:cs="Times New Roman"/>
      <w:i/>
      <w:color w:val="000000"/>
      <w:sz w:val="24"/>
      <w:szCs w:val="20"/>
    </w:rPr>
  </w:style>
  <w:style w:type="character" w:customStyle="1" w:styleId="QuoteChar">
    <w:name w:val="Quote Char"/>
    <w:link w:val="Quote1"/>
    <w:uiPriority w:val="29"/>
    <w:semiHidden/>
    <w:locked/>
    <w:rsid w:val="00380065"/>
    <w:rPr>
      <w:rFonts w:eastAsia="PMingLiU"/>
      <w:i/>
      <w:color w:val="000000"/>
      <w:sz w:val="24"/>
    </w:rPr>
  </w:style>
  <w:style w:type="paragraph" w:customStyle="1" w:styleId="FormatvorlageZeilenabstand15Zeilen">
    <w:name w:val="Formatvorlage Zeilenabstand:  15 Zeilen"/>
    <w:basedOn w:val="Normal"/>
    <w:autoRedefine/>
    <w:semiHidden/>
    <w:rsid w:val="00380065"/>
    <w:pPr>
      <w:framePr w:wrap="around" w:vAnchor="text" w:hAnchor="text" w:y="1"/>
      <w:spacing w:line="360" w:lineRule="auto"/>
      <w:ind w:firstLine="357"/>
      <w:jc w:val="left"/>
    </w:pPr>
    <w:rPr>
      <w:rFonts w:ascii="Garamond" w:eastAsia="PMingLiU" w:hAnsi="Garamond" w:cs="Times New Roman"/>
      <w:sz w:val="24"/>
    </w:rPr>
  </w:style>
  <w:style w:type="paragraph" w:customStyle="1" w:styleId="FormatvorlageZeilenabstand15Zeilen1">
    <w:name w:val="Formatvorlage Zeilenabstand:  15 Zeilen1"/>
    <w:basedOn w:val="Normal"/>
    <w:semiHidden/>
    <w:rsid w:val="00380065"/>
    <w:pPr>
      <w:spacing w:line="360" w:lineRule="auto"/>
      <w:ind w:firstLine="357"/>
      <w:jc w:val="left"/>
    </w:pPr>
    <w:rPr>
      <w:rFonts w:ascii="Garamond" w:eastAsia="PMingLiU" w:hAnsi="Garamond" w:cs="Times New Roman"/>
      <w:sz w:val="24"/>
      <w:szCs w:val="20"/>
    </w:rPr>
  </w:style>
  <w:style w:type="character" w:customStyle="1" w:styleId="EndnoteTextChar">
    <w:name w:val="Endnote Text Char"/>
    <w:link w:val="EndnoteText"/>
    <w:uiPriority w:val="99"/>
    <w:locked/>
    <w:rsid w:val="00380065"/>
    <w:rPr>
      <w:rFonts w:ascii="DG Meta Science" w:hAnsi="DG Meta Science" w:cs="DG Meta Science"/>
      <w:sz w:val="16"/>
    </w:rPr>
  </w:style>
  <w:style w:type="character" w:customStyle="1" w:styleId="EndnotentextZchn1">
    <w:name w:val="Endnotentext Zchn1"/>
    <w:uiPriority w:val="99"/>
    <w:semiHidden/>
    <w:rsid w:val="00380065"/>
    <w:rPr>
      <w:lang w:eastAsia="en-US"/>
    </w:rPr>
  </w:style>
  <w:style w:type="character" w:customStyle="1" w:styleId="st">
    <w:name w:val="st"/>
    <w:semiHidden/>
    <w:rsid w:val="00380065"/>
  </w:style>
  <w:style w:type="character" w:customStyle="1" w:styleId="bmshelf">
    <w:name w:val="bmshelf"/>
    <w:semiHidden/>
    <w:rsid w:val="00380065"/>
    <w:rPr>
      <w:rFonts w:cs="Times New Roman"/>
    </w:rPr>
  </w:style>
  <w:style w:type="paragraph" w:styleId="Revision">
    <w:name w:val="Revision"/>
    <w:hidden/>
    <w:uiPriority w:val="99"/>
    <w:semiHidden/>
    <w:rsid w:val="00380065"/>
    <w:rPr>
      <w:rFonts w:ascii="Garamond" w:eastAsia="PMingLiU" w:hAnsi="Garamond"/>
      <w:sz w:val="24"/>
      <w:szCs w:val="22"/>
      <w:lang w:eastAsia="en-US"/>
    </w:rPr>
  </w:style>
  <w:style w:type="table" w:customStyle="1" w:styleId="EinfacheTabelle11">
    <w:name w:val="Einfache Tabelle 11"/>
    <w:basedOn w:val="TableNormal"/>
    <w:uiPriority w:val="41"/>
    <w:rsid w:val="00380065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EinfacheTabelle21">
    <w:name w:val="Einfache Tabelle 21"/>
    <w:basedOn w:val="TableNormal"/>
    <w:uiPriority w:val="42"/>
    <w:rsid w:val="00380065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EinfacheTabelle31">
    <w:name w:val="Einfache Tabelle 31"/>
    <w:basedOn w:val="TableNormal"/>
    <w:uiPriority w:val="43"/>
    <w:rsid w:val="003800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EinfacheTabelle41">
    <w:name w:val="Einfache Tabelle 41"/>
    <w:basedOn w:val="TableNormal"/>
    <w:uiPriority w:val="44"/>
    <w:rsid w:val="003800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EinfacheTabelle51">
    <w:name w:val="Einfache Tabelle 51"/>
    <w:basedOn w:val="TableNormal"/>
    <w:uiPriority w:val="45"/>
    <w:rsid w:val="003800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itternetztabelle1hell1">
    <w:name w:val="Gitternetztabelle 1 hell1"/>
    <w:basedOn w:val="TableNormal"/>
    <w:uiPriority w:val="46"/>
    <w:rsid w:val="00380065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11">
    <w:name w:val="Gitternetztabelle 1 hell  – Akzent 11"/>
    <w:basedOn w:val="TableNormal"/>
    <w:uiPriority w:val="46"/>
    <w:rsid w:val="00380065"/>
    <w:tblPr>
      <w:tblStyleRowBandSize w:val="1"/>
      <w:tblStyleColBandSize w:val="1"/>
      <w:tblInd w:w="0" w:type="dxa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31">
    <w:name w:val="Gitternetztabelle 1 hell  – Akzent 31"/>
    <w:basedOn w:val="TableNormal"/>
    <w:uiPriority w:val="46"/>
    <w:rsid w:val="00380065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41">
    <w:name w:val="Gitternetztabelle 1 hell  – Akzent 41"/>
    <w:basedOn w:val="TableNormal"/>
    <w:uiPriority w:val="46"/>
    <w:rsid w:val="00380065"/>
    <w:tblPr>
      <w:tblStyleRowBandSize w:val="1"/>
      <w:tblStyleColBandSize w:val="1"/>
      <w:tblInd w:w="0" w:type="dxa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51">
    <w:name w:val="Gitternetztabelle 1 hell  – Akzent 51"/>
    <w:basedOn w:val="TableNormal"/>
    <w:uiPriority w:val="46"/>
    <w:rsid w:val="00380065"/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61">
    <w:name w:val="Gitternetztabelle 1 hell  – Akzent 61"/>
    <w:basedOn w:val="TableNormal"/>
    <w:uiPriority w:val="46"/>
    <w:rsid w:val="00380065"/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-Akzent21">
    <w:name w:val="Gitternetztabelle 1 hell - Akzent 21"/>
    <w:basedOn w:val="TableNormal"/>
    <w:uiPriority w:val="46"/>
    <w:rsid w:val="00380065"/>
    <w:tblPr>
      <w:tblStyleRowBandSize w:val="1"/>
      <w:tblStyleColBandSize w:val="1"/>
      <w:tblInd w:w="0" w:type="dxa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21">
    <w:name w:val="Gitternetztabelle 2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itternetztabelle2Akzent11">
    <w:name w:val="Gitternetztabelle 2 – Akzent 1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itternetztabelle2Akzent21">
    <w:name w:val="Gitternetztabelle 2 – Akzent 2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itternetztabelle2Akzent31">
    <w:name w:val="Gitternetztabelle 2 – Akzent 3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itternetztabelle2Akzent41">
    <w:name w:val="Gitternetztabelle 2 – Akzent 4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Gitternetztabelle2Akzent51">
    <w:name w:val="Gitternetztabelle 2 – Akzent 5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itternetztabelle2Akzent61">
    <w:name w:val="Gitternetztabelle 2 – Akzent 6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itternetztabelle31">
    <w:name w:val="Gitternetztabelle 3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itternetztabelle3Akzent11">
    <w:name w:val="Gitternetztabelle 3 – Akzent 1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Gitternetztabelle3Akzent21">
    <w:name w:val="Gitternetztabelle 3 – Akzent 2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Gitternetztabelle3Akzent31">
    <w:name w:val="Gitternetztabelle 3 – Akzent 3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Gitternetztabelle3Akzent41">
    <w:name w:val="Gitternetztabelle 3 – Akzent 4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Gitternetztabelle3Akzent51">
    <w:name w:val="Gitternetztabelle 3 – Akzent 5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itternetztabelle3Akzent61">
    <w:name w:val="Gitternetztabelle 3 – Akzent 6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Gitternetztabelle41">
    <w:name w:val="Gitternetztabelle 4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itternetztabelle4Akzent11">
    <w:name w:val="Gitternetztabelle 4 – Akzent 1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itternetztabelle4Akzent21">
    <w:name w:val="Gitternetztabelle 4 – Akzent 2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itternetztabelle4Akzent31">
    <w:name w:val="Gitternetztabelle 4 – Akzent 3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itternetztabelle4Akzent41">
    <w:name w:val="Gitternetztabelle 4 – Akzent 4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Gitternetztabelle4Akzent51">
    <w:name w:val="Gitternetztabelle 4 – Akzent 5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itternetztabelle4Akzent61">
    <w:name w:val="Gitternetztabelle 4 – Akzent 6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itternetztabelle5dunkel1">
    <w:name w:val="Gitternetztabelle 5 dunkel1"/>
    <w:basedOn w:val="TableNormal"/>
    <w:uiPriority w:val="50"/>
    <w:rsid w:val="00380065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itternetztabelle5dunkelAkzent11">
    <w:name w:val="Gitternetztabelle 5 dunkel  – Akzent 11"/>
    <w:basedOn w:val="TableNormal"/>
    <w:uiPriority w:val="50"/>
    <w:rsid w:val="00380065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Gitternetztabelle5dunkelAkzent21">
    <w:name w:val="Gitternetztabelle 5 dunkel  – Akzent 21"/>
    <w:basedOn w:val="TableNormal"/>
    <w:uiPriority w:val="50"/>
    <w:rsid w:val="00380065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customStyle="1" w:styleId="Gitternetztabelle5dunkelAkzent31">
    <w:name w:val="Gitternetztabelle 5 dunkel  – Akzent 31"/>
    <w:basedOn w:val="TableNormal"/>
    <w:uiPriority w:val="50"/>
    <w:rsid w:val="00380065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Gitternetztabelle5dunkelAkzent41">
    <w:name w:val="Gitternetztabelle 5 dunkel  – Akzent 41"/>
    <w:basedOn w:val="TableNormal"/>
    <w:uiPriority w:val="50"/>
    <w:rsid w:val="00380065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customStyle="1" w:styleId="Gitternetztabelle5dunkelAkzent51">
    <w:name w:val="Gitternetztabelle 5 dunkel  – Akzent 51"/>
    <w:basedOn w:val="TableNormal"/>
    <w:uiPriority w:val="50"/>
    <w:rsid w:val="00380065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itternetztabelle5dunkelAkzent61">
    <w:name w:val="Gitternetztabelle 5 dunkel  – Akzent 61"/>
    <w:basedOn w:val="TableNormal"/>
    <w:uiPriority w:val="50"/>
    <w:rsid w:val="00380065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Gitternetztabelle6farbigAkzent11">
    <w:name w:val="Gitternetztabelle 6 farbig – Akzent 11"/>
    <w:basedOn w:val="TableNormal"/>
    <w:uiPriority w:val="51"/>
    <w:rsid w:val="00380065"/>
    <w:rPr>
      <w:color w:val="2E74B5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itternetztabelle6farbigAkzent21">
    <w:name w:val="Gitternetztabelle 6 farbig – Akzent 21"/>
    <w:basedOn w:val="TableNormal"/>
    <w:uiPriority w:val="51"/>
    <w:rsid w:val="00380065"/>
    <w:rPr>
      <w:color w:val="C45911"/>
    </w:rPr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itternetztabelle6farbigAkzent31">
    <w:name w:val="Gitternetztabelle 6 farbig – Akzent 31"/>
    <w:basedOn w:val="TableNormal"/>
    <w:uiPriority w:val="51"/>
    <w:rsid w:val="00380065"/>
    <w:rPr>
      <w:color w:val="7B7B7B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itternetztabelle6farbigAkzent41">
    <w:name w:val="Gitternetztabelle 6 farbig – Akzent 41"/>
    <w:basedOn w:val="TableNormal"/>
    <w:uiPriority w:val="51"/>
    <w:rsid w:val="00380065"/>
    <w:rPr>
      <w:color w:val="BF8F00"/>
    </w:rPr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Gitternetztabelle6farbigAkzent51">
    <w:name w:val="Gitternetztabelle 6 farbig – Akzent 51"/>
    <w:basedOn w:val="TableNormal"/>
    <w:uiPriority w:val="51"/>
    <w:rsid w:val="00380065"/>
    <w:rPr>
      <w:color w:val="2F5496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itternetztabelle6farbigAkzent61">
    <w:name w:val="Gitternetztabelle 6 farbig – Akzent 61"/>
    <w:basedOn w:val="TableNormal"/>
    <w:uiPriority w:val="51"/>
    <w:rsid w:val="00380065"/>
    <w:rPr>
      <w:color w:val="538135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itternetztabelle7farbigAkzent11">
    <w:name w:val="Gitternetztabelle 7 farbig – Akzent 11"/>
    <w:basedOn w:val="TableNormal"/>
    <w:uiPriority w:val="52"/>
    <w:rsid w:val="00380065"/>
    <w:rPr>
      <w:color w:val="2E74B5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Gitternetztabelle7farbigAkzent21">
    <w:name w:val="Gitternetztabelle 7 farbig – Akzent 21"/>
    <w:basedOn w:val="TableNormal"/>
    <w:uiPriority w:val="52"/>
    <w:rsid w:val="00380065"/>
    <w:rPr>
      <w:color w:val="C45911"/>
    </w:rPr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Gitternetztabelle7farbigAkzent31">
    <w:name w:val="Gitternetztabelle 7 farbig – Akzent 31"/>
    <w:basedOn w:val="TableNormal"/>
    <w:uiPriority w:val="52"/>
    <w:rsid w:val="00380065"/>
    <w:rPr>
      <w:color w:val="7B7B7B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Gitternetztabelle7farbigAkzent41">
    <w:name w:val="Gitternetztabelle 7 farbig – Akzent 41"/>
    <w:basedOn w:val="TableNormal"/>
    <w:uiPriority w:val="52"/>
    <w:rsid w:val="00380065"/>
    <w:rPr>
      <w:color w:val="BF8F00"/>
    </w:rPr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Gitternetztabelle7farbigAkzent51">
    <w:name w:val="Gitternetztabelle 7 farbig – Akzent 51"/>
    <w:basedOn w:val="TableNormal"/>
    <w:uiPriority w:val="52"/>
    <w:rsid w:val="00380065"/>
    <w:rPr>
      <w:color w:val="2F5496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itternetztabelle7farbigAkzent61">
    <w:name w:val="Gitternetztabelle 7 farbig – Akzent 61"/>
    <w:basedOn w:val="TableNormal"/>
    <w:uiPriority w:val="52"/>
    <w:rsid w:val="00380065"/>
    <w:rPr>
      <w:color w:val="538135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Gritternetztabelle6farbig1">
    <w:name w:val="Gritternetztabelle 6 farbig1"/>
    <w:basedOn w:val="TableNormal"/>
    <w:uiPriority w:val="51"/>
    <w:rsid w:val="00380065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tternetztabelle7farbig1">
    <w:name w:val="Gritternetztabelle 7 farbig1"/>
    <w:basedOn w:val="TableNormal"/>
    <w:uiPriority w:val="52"/>
    <w:rsid w:val="00380065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Listentabelle1hell1">
    <w:name w:val="Listentabelle 1 hell1"/>
    <w:basedOn w:val="TableNormal"/>
    <w:uiPriority w:val="46"/>
    <w:rsid w:val="003800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entabelle1hellAkzent11">
    <w:name w:val="Listentabelle 1 hell  – Akzent 11"/>
    <w:basedOn w:val="TableNormal"/>
    <w:uiPriority w:val="46"/>
    <w:rsid w:val="003800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entabelle1hellAkzent21">
    <w:name w:val="Listentabelle 1 hell  – Akzent 21"/>
    <w:basedOn w:val="TableNormal"/>
    <w:uiPriority w:val="46"/>
    <w:rsid w:val="003800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entabelle1hellAkzent31">
    <w:name w:val="Listentabelle 1 hell  – Akzent 31"/>
    <w:basedOn w:val="TableNormal"/>
    <w:uiPriority w:val="46"/>
    <w:rsid w:val="003800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ntabelle1hellAkzent41">
    <w:name w:val="Listentabelle 1 hell  – Akzent 41"/>
    <w:basedOn w:val="TableNormal"/>
    <w:uiPriority w:val="46"/>
    <w:rsid w:val="003800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entabelle1hellAkzent51">
    <w:name w:val="Listentabelle 1 hell  – Akzent 51"/>
    <w:basedOn w:val="TableNormal"/>
    <w:uiPriority w:val="46"/>
    <w:rsid w:val="003800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entabelle1hellAkzent61">
    <w:name w:val="Listentabelle 1 hell  – Akzent 61"/>
    <w:basedOn w:val="TableNormal"/>
    <w:uiPriority w:val="46"/>
    <w:rsid w:val="003800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entabelle21">
    <w:name w:val="Listentabelle 2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entabelle2Akzent11">
    <w:name w:val="Listentabelle 2 – Akzent 1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entabelle2Akzent21">
    <w:name w:val="Listentabelle 2 – Akzent 2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4" w:space="0" w:color="F4B083"/>
        <w:bottom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entabelle2Akzent31">
    <w:name w:val="Listentabelle 2 – Akzent 3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ntabelle2Akzent41">
    <w:name w:val="Listentabelle 2 – Akzent 4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4" w:space="0" w:color="FFD966"/>
        <w:bottom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entabelle2Akzent51">
    <w:name w:val="Listentabelle 2 – Akzent 5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4" w:space="0" w:color="8EAADB"/>
        <w:bottom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entabelle2Akzent61">
    <w:name w:val="Listentabelle 2 – Akzent 61"/>
    <w:basedOn w:val="TableNormal"/>
    <w:uiPriority w:val="47"/>
    <w:rsid w:val="00380065"/>
    <w:tblPr>
      <w:tblStyleRowBandSize w:val="1"/>
      <w:tblStyleColBandSize w:val="1"/>
      <w:tblInd w:w="0" w:type="dxa"/>
      <w:tblBorders>
        <w:top w:val="single" w:sz="4" w:space="0" w:color="A8D08D"/>
        <w:bottom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entabelle31">
    <w:name w:val="Listentabelle 3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entabelle3Akzent11">
    <w:name w:val="Listentabelle 3 – Akzent 1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Listentabelle3Akzent21">
    <w:name w:val="Listentabelle 3 – Akzent 2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table" w:customStyle="1" w:styleId="Listentabelle3Akzent31">
    <w:name w:val="Listentabelle 3 – Akzent 3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Listentabelle3Akzent41">
    <w:name w:val="Listentabelle 3 – Akzent 4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FC000"/>
          <w:right w:val="single" w:sz="4" w:space="0" w:color="FFC000"/>
        </w:tcBorders>
      </w:tcPr>
    </w:tblStylePr>
    <w:tblStylePr w:type="band1Horz">
      <w:tblPr/>
      <w:tcPr>
        <w:tcBorders>
          <w:top w:val="single" w:sz="4" w:space="0" w:color="FFC000"/>
          <w:bottom w:val="single" w:sz="4" w:space="0" w:color="FFC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/>
          <w:left w:val="nil"/>
        </w:tcBorders>
      </w:tcPr>
    </w:tblStylePr>
    <w:tblStylePr w:type="swCell">
      <w:tblPr/>
      <w:tcPr>
        <w:tcBorders>
          <w:top w:val="double" w:sz="4" w:space="0" w:color="FFC000"/>
          <w:right w:val="nil"/>
        </w:tcBorders>
      </w:tcPr>
    </w:tblStylePr>
  </w:style>
  <w:style w:type="table" w:customStyle="1" w:styleId="Listentabelle3Akzent51">
    <w:name w:val="Listentabelle 3 – Akzent 5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Listentabelle3Akzent61">
    <w:name w:val="Listentabelle 3 – Akzent 61"/>
    <w:basedOn w:val="TableNormal"/>
    <w:uiPriority w:val="48"/>
    <w:rsid w:val="00380065"/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0AD47"/>
          <w:right w:val="single" w:sz="4" w:space="0" w:color="70AD47"/>
        </w:tcBorders>
      </w:tcPr>
    </w:tblStylePr>
    <w:tblStylePr w:type="band1Horz">
      <w:tblPr/>
      <w:tcPr>
        <w:tcBorders>
          <w:top w:val="single" w:sz="4" w:space="0" w:color="70AD47"/>
          <w:bottom w:val="single" w:sz="4" w:space="0" w:color="70AD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/>
          <w:left w:val="nil"/>
        </w:tcBorders>
      </w:tcPr>
    </w:tblStylePr>
    <w:tblStylePr w:type="swCell">
      <w:tblPr/>
      <w:tcPr>
        <w:tcBorders>
          <w:top w:val="double" w:sz="4" w:space="0" w:color="70AD47"/>
          <w:right w:val="nil"/>
        </w:tcBorders>
      </w:tcPr>
    </w:tblStylePr>
  </w:style>
  <w:style w:type="table" w:customStyle="1" w:styleId="Listentabelle41">
    <w:name w:val="Listentabelle 4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entabelle4Akzent11">
    <w:name w:val="Listentabelle 4 – Akzent 1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entabelle4Akzent21">
    <w:name w:val="Listentabelle 4 – Akzent 2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entabelle4Akzent31">
    <w:name w:val="Listentabelle 4 – Akzent 3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ntabelle4Akzent41">
    <w:name w:val="Listentabelle 4 – Akzent 4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entabelle4Akzent51">
    <w:name w:val="Listentabelle 4 – Akzent 5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entabelle4Akzent61">
    <w:name w:val="Listentabelle 4 – Akzent 61"/>
    <w:basedOn w:val="TableNormal"/>
    <w:uiPriority w:val="49"/>
    <w:rsid w:val="00380065"/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entabelle5dunkel1">
    <w:name w:val="Listentabelle 5 dunkel1"/>
    <w:basedOn w:val="TableNormal"/>
    <w:uiPriority w:val="50"/>
    <w:rsid w:val="00380065"/>
    <w:rPr>
      <w:color w:val="FFFFFF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5dunkelAkzent11">
    <w:name w:val="Listentabelle 5 dunkel  – Akzent 11"/>
    <w:basedOn w:val="TableNormal"/>
    <w:uiPriority w:val="50"/>
    <w:rsid w:val="00380065"/>
    <w:rPr>
      <w:color w:val="FFFFFF"/>
    </w:rPr>
    <w:tblPr>
      <w:tblStyleRowBandSize w:val="1"/>
      <w:tblStyleColBandSize w:val="1"/>
      <w:tblInd w:w="0" w:type="dxa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5dunkelAkzent21">
    <w:name w:val="Listentabelle 5 dunkel  – Akzent 21"/>
    <w:basedOn w:val="TableNormal"/>
    <w:uiPriority w:val="50"/>
    <w:rsid w:val="00380065"/>
    <w:rPr>
      <w:color w:val="FFFFFF"/>
    </w:rPr>
    <w:tblPr>
      <w:tblStyleRowBandSize w:val="1"/>
      <w:tblStyleColBandSize w:val="1"/>
      <w:tblInd w:w="0" w:type="dxa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5dunkelAkzent31">
    <w:name w:val="Listentabelle 5 dunkel  – Akzent 31"/>
    <w:basedOn w:val="TableNormal"/>
    <w:uiPriority w:val="50"/>
    <w:rsid w:val="00380065"/>
    <w:rPr>
      <w:color w:val="FFFFFF"/>
    </w:rPr>
    <w:tblPr>
      <w:tblStyleRowBandSize w:val="1"/>
      <w:tblStyleColBandSize w:val="1"/>
      <w:tblInd w:w="0" w:type="dxa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5dunkelAkzent41">
    <w:name w:val="Listentabelle 5 dunkel  – Akzent 41"/>
    <w:basedOn w:val="TableNormal"/>
    <w:uiPriority w:val="50"/>
    <w:rsid w:val="00380065"/>
    <w:rPr>
      <w:color w:val="FFFFFF"/>
    </w:rPr>
    <w:tblPr>
      <w:tblStyleRowBandSize w:val="1"/>
      <w:tblStyleColBandSize w:val="1"/>
      <w:tblInd w:w="0" w:type="dxa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5dunkelAkzent51">
    <w:name w:val="Listentabelle 5 dunkel  – Akzent 51"/>
    <w:basedOn w:val="TableNormal"/>
    <w:uiPriority w:val="50"/>
    <w:rsid w:val="00380065"/>
    <w:rPr>
      <w:color w:val="FFFFFF"/>
    </w:rPr>
    <w:tblPr>
      <w:tblStyleRowBandSize w:val="1"/>
      <w:tblStyleColBandSize w:val="1"/>
      <w:tblInd w:w="0" w:type="dxa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5dunkelAkzent61">
    <w:name w:val="Listentabelle 5 dunkel  – Akzent 61"/>
    <w:basedOn w:val="TableNormal"/>
    <w:uiPriority w:val="50"/>
    <w:rsid w:val="00380065"/>
    <w:rPr>
      <w:color w:val="FFFFFF"/>
    </w:rPr>
    <w:tblPr>
      <w:tblStyleRowBandSize w:val="1"/>
      <w:tblStyleColBandSize w:val="1"/>
      <w:tblInd w:w="0" w:type="dxa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6farbig1">
    <w:name w:val="Listentabelle 6 farbig1"/>
    <w:basedOn w:val="TableNormal"/>
    <w:uiPriority w:val="51"/>
    <w:rsid w:val="00380065"/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entabelle6farbigAkzent11">
    <w:name w:val="Listentabelle 6 farbig – Akzent 11"/>
    <w:basedOn w:val="TableNormal"/>
    <w:uiPriority w:val="51"/>
    <w:rsid w:val="00380065"/>
    <w:rPr>
      <w:color w:val="2E74B5"/>
    </w:rPr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entabelle6farbigAkzent21">
    <w:name w:val="Listentabelle 6 farbig – Akzent 21"/>
    <w:basedOn w:val="TableNormal"/>
    <w:uiPriority w:val="51"/>
    <w:rsid w:val="00380065"/>
    <w:rPr>
      <w:color w:val="C45911"/>
    </w:rPr>
    <w:tblPr>
      <w:tblStyleRowBandSize w:val="1"/>
      <w:tblStyleColBandSize w:val="1"/>
      <w:tblInd w:w="0" w:type="dxa"/>
      <w:tblBorders>
        <w:top w:val="single" w:sz="4" w:space="0" w:color="ED7D31"/>
        <w:bottom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entabelle6farbigAkzent31">
    <w:name w:val="Listentabelle 6 farbig – Akzent 31"/>
    <w:basedOn w:val="TableNormal"/>
    <w:uiPriority w:val="51"/>
    <w:rsid w:val="00380065"/>
    <w:rPr>
      <w:color w:val="7B7B7B"/>
    </w:rPr>
    <w:tblPr>
      <w:tblStyleRowBandSize w:val="1"/>
      <w:tblStyleColBandSize w:val="1"/>
      <w:tblInd w:w="0" w:type="dxa"/>
      <w:tblBorders>
        <w:top w:val="single" w:sz="4" w:space="0" w:color="A5A5A5"/>
        <w:bottom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ntabelle6farbigAkzent41">
    <w:name w:val="Listentabelle 6 farbig – Akzent 41"/>
    <w:basedOn w:val="TableNormal"/>
    <w:uiPriority w:val="51"/>
    <w:rsid w:val="00380065"/>
    <w:rPr>
      <w:color w:val="BF8F00"/>
    </w:rPr>
    <w:tblPr>
      <w:tblStyleRowBandSize w:val="1"/>
      <w:tblStyleColBandSize w:val="1"/>
      <w:tblInd w:w="0" w:type="dxa"/>
      <w:tblBorders>
        <w:top w:val="single" w:sz="4" w:space="0" w:color="FFC000"/>
        <w:bottom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entabelle6farbigAkzent51">
    <w:name w:val="Listentabelle 6 farbig – Akzent 51"/>
    <w:basedOn w:val="TableNormal"/>
    <w:uiPriority w:val="51"/>
    <w:rsid w:val="00380065"/>
    <w:rPr>
      <w:color w:val="2F5496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entabelle6farbigAkzent61">
    <w:name w:val="Listentabelle 6 farbig – Akzent 61"/>
    <w:basedOn w:val="TableNormal"/>
    <w:uiPriority w:val="51"/>
    <w:rsid w:val="00380065"/>
    <w:rPr>
      <w:color w:val="538135"/>
    </w:rPr>
    <w:tblPr>
      <w:tblStyleRowBandSize w:val="1"/>
      <w:tblStyleColBandSize w:val="1"/>
      <w:tblInd w:w="0" w:type="dxa"/>
      <w:tblBorders>
        <w:top w:val="single" w:sz="4" w:space="0" w:color="70AD47"/>
        <w:bottom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entabelle7farbig1">
    <w:name w:val="Listentabelle 7 farbig1"/>
    <w:basedOn w:val="TableNormal"/>
    <w:uiPriority w:val="52"/>
    <w:rsid w:val="0038006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ntabelle7farbigAkzent11">
    <w:name w:val="Listentabelle 7 farbig – Akzent 11"/>
    <w:basedOn w:val="TableNormal"/>
    <w:uiPriority w:val="52"/>
    <w:rsid w:val="00380065"/>
    <w:rPr>
      <w:color w:val="2E74B5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ntabelle7farbigAkzent21">
    <w:name w:val="Listentabelle 7 farbig – Akzent 21"/>
    <w:basedOn w:val="TableNormal"/>
    <w:uiPriority w:val="52"/>
    <w:rsid w:val="00380065"/>
    <w:rPr>
      <w:color w:val="C4591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ED7D31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ED7D31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ED7D31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ED7D31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ntabelle7farbigAkzent31">
    <w:name w:val="Listentabelle 7 farbig – Akzent 31"/>
    <w:basedOn w:val="TableNormal"/>
    <w:uiPriority w:val="52"/>
    <w:rsid w:val="00380065"/>
    <w:rPr>
      <w:color w:val="7B7B7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A5A5A5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A5A5A5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A5A5A5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A5A5A5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ntabelle7farbigAkzent41">
    <w:name w:val="Listentabelle 7 farbig – Akzent 41"/>
    <w:basedOn w:val="TableNormal"/>
    <w:uiPriority w:val="52"/>
    <w:rsid w:val="00380065"/>
    <w:rPr>
      <w:color w:val="BF8F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FFC000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FFC000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FFC000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FFC000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ntabelle7farbigAkzent51">
    <w:name w:val="Listentabelle 7 farbig – Akzent 51"/>
    <w:basedOn w:val="TableNormal"/>
    <w:uiPriority w:val="52"/>
    <w:rsid w:val="00380065"/>
    <w:rPr>
      <w:color w:val="2F5496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4472C4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4472C4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4472C4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4472C4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ntabelle7farbigAkzent61">
    <w:name w:val="Listentabelle 7 farbig – Akzent 61"/>
    <w:basedOn w:val="TableNormal"/>
    <w:uiPriority w:val="52"/>
    <w:rsid w:val="00380065"/>
    <w:rPr>
      <w:color w:val="538135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0AD47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0AD47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0AD47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0AD47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emithellemGitternetz1">
    <w:name w:val="Tabelle mit hellem Gitternetz1"/>
    <w:basedOn w:val="TableNormal"/>
    <w:uiPriority w:val="40"/>
    <w:rsid w:val="0038006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Indent">
    <w:name w:val="Text Indent"/>
    <w:rsid w:val="0051323B"/>
    <w:pPr>
      <w:spacing w:line="260" w:lineRule="exact"/>
      <w:ind w:firstLine="360"/>
      <w:jc w:val="both"/>
    </w:pPr>
    <w:rPr>
      <w:lang w:val="en-US" w:eastAsia="en-US"/>
    </w:rPr>
  </w:style>
  <w:style w:type="paragraph" w:customStyle="1" w:styleId="tablecolhead">
    <w:name w:val="table col head"/>
    <w:basedOn w:val="Normal"/>
    <w:rsid w:val="00FD3CAD"/>
    <w:pPr>
      <w:spacing w:line="240" w:lineRule="auto"/>
      <w:ind w:firstLine="0"/>
      <w:jc w:val="center"/>
    </w:pPr>
    <w:rPr>
      <w:rFonts w:ascii="Times New Roman" w:hAnsi="Times New Roman" w:cs="Times New Roman"/>
      <w:b/>
      <w:sz w:val="16"/>
      <w:szCs w:val="20"/>
      <w:lang w:val="en-US" w:eastAsia="en-US"/>
    </w:rPr>
  </w:style>
  <w:style w:type="paragraph" w:customStyle="1" w:styleId="tablecolsubhead">
    <w:name w:val="table col subhead"/>
    <w:basedOn w:val="tablecolhead"/>
    <w:rsid w:val="00FD3CAD"/>
    <w:rPr>
      <w:i/>
      <w:sz w:val="15"/>
    </w:rPr>
  </w:style>
  <w:style w:type="paragraph" w:customStyle="1" w:styleId="tablecopy">
    <w:name w:val="table copy"/>
    <w:rsid w:val="00FD3CAD"/>
    <w:pPr>
      <w:jc w:val="both"/>
    </w:pPr>
    <w:rPr>
      <w:sz w:val="16"/>
      <w:lang w:val="en-US" w:eastAsia="en-US"/>
    </w:rPr>
  </w:style>
  <w:style w:type="paragraph" w:customStyle="1" w:styleId="references">
    <w:name w:val="references"/>
    <w:rsid w:val="002027FF"/>
    <w:pPr>
      <w:numPr>
        <w:numId w:val="48"/>
      </w:numPr>
      <w:jc w:val="both"/>
    </w:pPr>
    <w:rPr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formulablock">
    <w:name w:val="ArticleSection"/>
    <w:pPr>
      <w:numPr>
        <w:numId w:val="3"/>
      </w:numPr>
    </w:pPr>
  </w:style>
  <w:style w:type="numbering" w:customStyle="1" w:styleId="formulainline">
    <w:name w:val="ueberschriftenliste"/>
    <w:pPr>
      <w:numPr>
        <w:numId w:val="18"/>
      </w:numPr>
    </w:pPr>
  </w:style>
  <w:style w:type="numbering" w:customStyle="1" w:styleId="chemicalstructure">
    <w:name w:val="111111"/>
    <w:pPr>
      <w:numPr>
        <w:numId w:val="1"/>
      </w:numPr>
    </w:pPr>
  </w:style>
  <w:style w:type="numbering" w:customStyle="1" w:styleId="figure">
    <w:name w:val="1ai"/>
    <w:pPr>
      <w:numPr>
        <w:numId w:val="2"/>
      </w:numPr>
    </w:pPr>
  </w:style>
  <w:style w:type="numbering" w:customStyle="1" w:styleId="captionfigure">
    <w:name w:val="ArtikelAbschnit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rche\Desktop\Word-Template%202.1.2\DG_book_template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91798-F5FF-4E24-AA99-F260C0D0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DG_book_template</Template>
  <TotalTime>64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© le-tex publishing services GmbH 2011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Johannes Parche</dc:creator>
  <cp:lastModifiedBy>mars</cp:lastModifiedBy>
  <cp:revision>84</cp:revision>
  <cp:lastPrinted>2015-11-17T04:46:00Z</cp:lastPrinted>
  <dcterms:created xsi:type="dcterms:W3CDTF">2015-10-29T13:00:00Z</dcterms:created>
  <dcterms:modified xsi:type="dcterms:W3CDTF">2016-03-31T06:56:00Z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